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6161B" w14:textId="77777777" w:rsidR="003F0FD2" w:rsidRPr="00BF1504" w:rsidRDefault="00F422D3" w:rsidP="00B42F40">
      <w:pPr>
        <w:pStyle w:val="Titul1"/>
        <w:rPr>
          <w:sz w:val="40"/>
          <w:szCs w:val="40"/>
        </w:rPr>
      </w:pPr>
      <w:r w:rsidRPr="00BF1504">
        <w:rPr>
          <w:sz w:val="40"/>
          <w:szCs w:val="40"/>
        </w:rPr>
        <w:t>S</w:t>
      </w:r>
      <w:r w:rsidR="003C2919" w:rsidRPr="00BF1504">
        <w:rPr>
          <w:sz w:val="40"/>
          <w:szCs w:val="40"/>
        </w:rPr>
        <w:t xml:space="preserve">mlouva o dílo na zhotovení </w:t>
      </w:r>
    </w:p>
    <w:p w14:paraId="17CACA40" w14:textId="6B4F19E2" w:rsidR="00F422D3" w:rsidRPr="00BF1504" w:rsidRDefault="003F0FD2" w:rsidP="00A955FC">
      <w:pPr>
        <w:pStyle w:val="Titul2"/>
        <w:rPr>
          <w:sz w:val="28"/>
          <w:szCs w:val="28"/>
        </w:rPr>
      </w:pPr>
      <w:r w:rsidRPr="00BF1504">
        <w:rPr>
          <w:sz w:val="28"/>
          <w:szCs w:val="28"/>
        </w:rPr>
        <w:t xml:space="preserve">Záměru projektu </w:t>
      </w:r>
      <w:r w:rsidRPr="006426E3">
        <w:rPr>
          <w:sz w:val="28"/>
          <w:szCs w:val="28"/>
        </w:rPr>
        <w:t>a D</w:t>
      </w:r>
      <w:r w:rsidR="003D2692" w:rsidRPr="006426E3">
        <w:rPr>
          <w:sz w:val="28"/>
          <w:szCs w:val="28"/>
        </w:rPr>
        <w:t>oprovodn</w:t>
      </w:r>
      <w:r w:rsidR="00C74950" w:rsidRPr="006426E3">
        <w:rPr>
          <w:sz w:val="28"/>
          <w:szCs w:val="28"/>
        </w:rPr>
        <w:t>é</w:t>
      </w:r>
      <w:r w:rsidR="003D2692" w:rsidRPr="006426E3">
        <w:rPr>
          <w:sz w:val="28"/>
          <w:szCs w:val="28"/>
        </w:rPr>
        <w:t xml:space="preserve"> d</w:t>
      </w:r>
      <w:r w:rsidRPr="006426E3">
        <w:rPr>
          <w:sz w:val="28"/>
          <w:szCs w:val="28"/>
        </w:rPr>
        <w:t>okumentace</w:t>
      </w:r>
    </w:p>
    <w:p w14:paraId="59BDB4D1" w14:textId="5DEC612A" w:rsidR="00BD0C4A" w:rsidRPr="00BF1504" w:rsidRDefault="00BD0C4A" w:rsidP="00BD0C4A">
      <w:pPr>
        <w:pStyle w:val="Titul2"/>
        <w:rPr>
          <w:sz w:val="28"/>
          <w:szCs w:val="28"/>
        </w:rPr>
      </w:pPr>
      <w:r w:rsidRPr="00BF1504">
        <w:rPr>
          <w:sz w:val="28"/>
          <w:szCs w:val="28"/>
        </w:rPr>
        <w:t xml:space="preserve">Název zakázky: </w:t>
      </w:r>
      <w:sdt>
        <w:sdtPr>
          <w:rPr>
            <w:rStyle w:val="Nzevakce"/>
            <w:b/>
            <w:sz w:val="28"/>
            <w:szCs w:val="28"/>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6426E3">
            <w:rPr>
              <w:rStyle w:val="Nzevakce"/>
              <w:b/>
              <w:sz w:val="28"/>
              <w:szCs w:val="28"/>
            </w:rPr>
            <w:t>„</w:t>
          </w:r>
          <w:r w:rsidR="006426E3" w:rsidRPr="006426E3">
            <w:rPr>
              <w:rStyle w:val="Nzevakce"/>
              <w:b/>
              <w:sz w:val="28"/>
              <w:szCs w:val="28"/>
            </w:rPr>
            <w:t>Elektrizace a modernizace trati Břeclav (mimo) – Znojmo (včetně)</w:t>
          </w:r>
          <w:r w:rsidRPr="006426E3">
            <w:rPr>
              <w:rStyle w:val="Nzevakce"/>
              <w:b/>
              <w:sz w:val="28"/>
              <w:szCs w:val="28"/>
            </w:rPr>
            <w:t>“</w:t>
          </w:r>
        </w:sdtContent>
      </w:sdt>
    </w:p>
    <w:p w14:paraId="5DCE9F46" w14:textId="77777777" w:rsidR="00F422D3" w:rsidRPr="003348F5" w:rsidRDefault="00BD0C4A" w:rsidP="00BD0C4A">
      <w:pPr>
        <w:pStyle w:val="Nadpisbezsl1-2"/>
      </w:pPr>
      <w:r w:rsidRPr="00B42F40">
        <w:t xml:space="preserve"> </w:t>
      </w:r>
      <w:r w:rsidR="00F422D3"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 xml:space="preserve">iroslavem </w:t>
      </w:r>
      <w:proofErr w:type="spellStart"/>
      <w:r w:rsidR="005E7147">
        <w:rPr>
          <w:color w:val="000000" w:themeColor="text1"/>
        </w:rPr>
        <w:t>Bocákem</w:t>
      </w:r>
      <w:proofErr w:type="spellEnd"/>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77777777" w:rsidR="005E7147" w:rsidRDefault="005E7147" w:rsidP="005E7147">
      <w:pPr>
        <w:pStyle w:val="Textbezodsazen"/>
        <w:spacing w:after="0"/>
        <w:rPr>
          <w:color w:val="000000" w:themeColor="text1"/>
        </w:rPr>
      </w:pPr>
      <w:r>
        <w:rPr>
          <w:color w:val="000000" w:themeColor="text1"/>
        </w:rPr>
        <w:t>Nerudova 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7E59C3D0" w14:textId="7BB8D673" w:rsidR="00AD3CD1" w:rsidRDefault="005B661E" w:rsidP="00AD3CD1">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4202DAD2" w14:textId="4FDBC866" w:rsidR="00F422D3" w:rsidRDefault="00F422D3" w:rsidP="00B42F40">
      <w:pPr>
        <w:pStyle w:val="Textbezodsazen"/>
      </w:pPr>
      <w:r>
        <w:t>ISPROFOND</w:t>
      </w:r>
      <w:r w:rsidR="006426E3">
        <w:t xml:space="preserve"> / </w:t>
      </w:r>
      <w:proofErr w:type="spellStart"/>
      <w:r w:rsidR="006426E3">
        <w:t>Sub.ISPROFIN</w:t>
      </w:r>
      <w:proofErr w:type="spellEnd"/>
      <w:r>
        <w:t xml:space="preserve">: </w:t>
      </w:r>
      <w:r w:rsidR="006426E3">
        <w:t>3273214901 / 5623520075</w:t>
      </w:r>
    </w:p>
    <w:p w14:paraId="02918ACD" w14:textId="77777777" w:rsidR="00B42F40" w:rsidRDefault="00B42F40" w:rsidP="00B42F40">
      <w:pPr>
        <w:pStyle w:val="Textbezodsazen"/>
      </w:pP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3FD8455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lastRenderedPageBreak/>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5E7147">
        <w:rPr>
          <w:b/>
        </w:rPr>
        <w:t>Obchodní podmínky</w:t>
      </w:r>
      <w:r>
        <w:t>“).</w:t>
      </w:r>
    </w:p>
    <w:p w14:paraId="52FBE6BD" w14:textId="77777777" w:rsidR="003F0FD2" w:rsidRDefault="003F0FD2" w:rsidP="003F0FD2">
      <w:pPr>
        <w:pStyle w:val="Nadpis1-1"/>
      </w:pPr>
      <w:r>
        <w:t>ÚČEL SMLOUVY</w:t>
      </w:r>
    </w:p>
    <w:p w14:paraId="24CFD2A1" w14:textId="10F39F1A" w:rsidR="003F0FD2" w:rsidRDefault="003F0FD2" w:rsidP="003F0FD2">
      <w:pPr>
        <w:pStyle w:val="Text1-1"/>
      </w:pPr>
      <w:r>
        <w:t xml:space="preserve">Objednatel oznámil </w:t>
      </w:r>
      <w:r w:rsidR="005E7147" w:rsidRPr="006426E3">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6426E3" w:rsidRPr="006426E3">
        <w:rPr>
          <w:b/>
        </w:rPr>
        <w:t>Elektrizace a modernizace trati Břeclav (mimo) – Znojmo (včetně)</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t>PŘEDMĚT, CENA A HARMONOGRAM PLNĚNÍ SMLOUVY</w:t>
      </w:r>
    </w:p>
    <w:p w14:paraId="2EB4A4A9" w14:textId="69874E8A" w:rsidR="006624D9" w:rsidRPr="007539F9" w:rsidRDefault="003F0FD2" w:rsidP="006624D9">
      <w:pPr>
        <w:pStyle w:val="Text1-1"/>
      </w:pPr>
      <w:r>
        <w:t xml:space="preserve">Zhotovitel se zavazuje v souladu s touto Smlouvou provést Dílo spočívající ve zhotovení Záměru projektu </w:t>
      </w:r>
      <w:r w:rsidRPr="006426E3">
        <w:t>a D</w:t>
      </w:r>
      <w:r w:rsidR="006624D9" w:rsidRPr="006426E3">
        <w:t>oprovodné d</w:t>
      </w:r>
      <w:r w:rsidRPr="006426E3">
        <w:t>okumentace</w:t>
      </w:r>
      <w:r>
        <w:t xml:space="preserve"> dle specifikace uvedené v Příloze č.</w:t>
      </w:r>
      <w:r w:rsidR="00BD0C4A">
        <w:t> </w:t>
      </w:r>
      <w:r>
        <w:t>1 této Smlouvy, a předat jej Objednateli</w:t>
      </w:r>
      <w:r w:rsidR="00920F5E">
        <w:t>.</w:t>
      </w:r>
      <w:r>
        <w:t xml:space="preserve"> </w:t>
      </w:r>
    </w:p>
    <w:p w14:paraId="631DA0CA"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67D091C7" w:rsidR="003F0FD2" w:rsidRDefault="003F0FD2" w:rsidP="003F0FD2">
      <w:pPr>
        <w:pStyle w:val="Textbezslovn"/>
        <w:rPr>
          <w:rStyle w:val="Tun"/>
        </w:rPr>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r w:rsidR="002B4C4E">
        <w:rPr>
          <w:rStyle w:val="Tun"/>
        </w:rPr>
        <w:t>.</w:t>
      </w:r>
    </w:p>
    <w:p w14:paraId="253750FB"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37E12A7C" w14:textId="078313D5" w:rsidR="00636163" w:rsidRPr="00187A3E" w:rsidRDefault="004A70BA" w:rsidP="00932561">
      <w:pPr>
        <w:pStyle w:val="Text1-1"/>
        <w:numPr>
          <w:ilvl w:val="1"/>
          <w:numId w:val="5"/>
        </w:numPr>
        <w:rPr>
          <w:rFonts w:asciiTheme="minorHAnsi" w:hAnsiTheme="minorHAnsi"/>
          <w:color w:val="000000" w:themeColor="text1"/>
        </w:rPr>
      </w:pPr>
      <w:bookmarkStart w:id="0" w:name="_Ref53007706"/>
      <w:bookmarkStart w:id="1" w:name="_Ref51783812"/>
      <w:r>
        <w:rPr>
          <w:rFonts w:asciiTheme="minorHAnsi" w:hAnsiTheme="minorHAnsi"/>
          <w:color w:val="000000" w:themeColor="text1"/>
        </w:rPr>
        <w:t>NEOBSAZENO</w:t>
      </w:r>
      <w:bookmarkEnd w:id="0"/>
    </w:p>
    <w:bookmarkEnd w:id="1"/>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1B9BD3C" w:rsidR="003F0FD2" w:rsidRPr="000700EE" w:rsidRDefault="003F0FD2" w:rsidP="003F0FD2">
      <w:pPr>
        <w:pStyle w:val="Text1-1"/>
      </w:pPr>
      <w:r>
        <w:t xml:space="preserve">Smluvní strany se dohodly, že </w:t>
      </w:r>
      <w:r w:rsidRPr="000700EE">
        <w:t xml:space="preserve">Zhotovitel na sebe přebírá nebezpečí změny okolností ve smyslu </w:t>
      </w:r>
      <w:proofErr w:type="spellStart"/>
      <w:r w:rsidRPr="000700EE">
        <w:t>ust</w:t>
      </w:r>
      <w:proofErr w:type="spellEnd"/>
      <w:r w:rsidRPr="000700EE">
        <w: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406CD94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17D5161F" w14:textId="77777777" w:rsidR="003F0FD2" w:rsidRDefault="003F0FD2" w:rsidP="00930F78">
      <w:pPr>
        <w:pStyle w:val="Nadpis1-1"/>
      </w:pPr>
      <w:r>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 xml:space="preserve">v listinné podobě v jednom vyhotovení na adresu Správa železnic, státní organizace, Centrální finanční účtárna Čechy, Náměstí Jana </w:t>
      </w:r>
      <w:proofErr w:type="spellStart"/>
      <w:r w:rsidRPr="00C22228">
        <w:t>Pernera</w:t>
      </w:r>
      <w:proofErr w:type="spellEnd"/>
      <w:r w:rsidRPr="00C22228">
        <w:t xml:space="preserve">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 xml:space="preserve">datovou zprávou na identifikátor datové schránky: </w:t>
      </w:r>
      <w:proofErr w:type="spellStart"/>
      <w:r w:rsidRPr="00C22228">
        <w:t>uccchjm</w:t>
      </w:r>
      <w:proofErr w:type="spellEnd"/>
      <w:r w:rsidRPr="00C22228">
        <w:t>.</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t>v kolonce PŘÍJEMCE</w:t>
      </w:r>
    </w:p>
    <w:p w14:paraId="0846EF7D" w14:textId="77777777" w:rsidR="0037090A" w:rsidRPr="00641A3B" w:rsidRDefault="0037090A" w:rsidP="00ED3A3B">
      <w:pPr>
        <w:pStyle w:val="Textbezslovn"/>
        <w:spacing w:after="0"/>
        <w:ind w:left="851"/>
      </w:pPr>
      <w:r w:rsidRPr="00641A3B">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9CE0B44" w14:textId="01E8A21C" w:rsidR="003F0FD2" w:rsidRDefault="006021C7" w:rsidP="00930F78">
      <w:pPr>
        <w:pStyle w:val="Text1-1"/>
      </w:pPr>
      <w:r w:rsidRPr="00035A79">
        <w:t>Ustanovení článk</w:t>
      </w:r>
      <w:r w:rsidR="00C5579C">
        <w:t>u</w:t>
      </w:r>
      <w:r w:rsidRPr="00035A79">
        <w:t xml:space="preserve"> 11. ZÁRUKA ZA PROVEDENÍ DÍLA Obchodních podmínek se pro účely této smlouvy neuplatní</w:t>
      </w:r>
      <w:r w:rsidR="003F0FD2">
        <w:t>.</w:t>
      </w:r>
    </w:p>
    <w:p w14:paraId="7093293C" w14:textId="77777777" w:rsidR="003F0FD2" w:rsidRDefault="003F0FD2" w:rsidP="00930F78">
      <w:pPr>
        <w:pStyle w:val="Text1-1"/>
      </w:pPr>
      <w:r>
        <w:lastRenderedPageBreak/>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3666194" w14:textId="50B06F30" w:rsidR="009B5BAC" w:rsidRPr="00896A63" w:rsidRDefault="009B5BAC" w:rsidP="00167CC8">
      <w:pPr>
        <w:pStyle w:val="Text1-1"/>
      </w:pPr>
      <w:r w:rsidRPr="00167CC8">
        <w:rPr>
          <w:rFonts w:eastAsia="Times New Roman" w:cs="Times New Roman"/>
          <w:color w:val="000000" w:themeColor="text1"/>
        </w:rPr>
        <w:t>Sociálně</w:t>
      </w:r>
      <w:r>
        <w:t xml:space="preserve"> a environmentálně </w:t>
      </w:r>
      <w:r w:rsidRPr="00896A63">
        <w:t>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Teams, Google </w:t>
      </w:r>
      <w:proofErr w:type="gramStart"/>
      <w:r w:rsidRPr="00187A3E">
        <w:rPr>
          <w:rFonts w:eastAsia="Times New Roman" w:cs="Times New Roman"/>
          <w:color w:val="000000" w:themeColor="text1"/>
          <w:sz w:val="18"/>
          <w:szCs w:val="18"/>
        </w:rPr>
        <w:t>meet,</w:t>
      </w:r>
      <w:proofErr w:type="gramEnd"/>
      <w:r w:rsidRPr="00187A3E">
        <w:rPr>
          <w:rFonts w:eastAsia="Times New Roman" w:cs="Times New Roman"/>
          <w:color w:val="000000" w:themeColor="text1"/>
          <w:sz w:val="18"/>
          <w:szCs w:val="18"/>
        </w:rPr>
        <w:t xml:space="preserve"> atp.), pokud nebude nutné, aby byly spojeny s místním šetřením.</w:t>
      </w:r>
    </w:p>
    <w:p w14:paraId="51DDC556" w14:textId="7134C87F"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w:t>
      </w:r>
      <w:r w:rsidRPr="006426E3">
        <w:rPr>
          <w:rFonts w:eastAsia="Times New Roman" w:cs="Times New Roman"/>
          <w:color w:val="000000" w:themeColor="text1"/>
          <w:sz w:val="18"/>
          <w:szCs w:val="18"/>
        </w:rPr>
        <w:t>studentské exkurze</w:t>
      </w:r>
      <w:r w:rsidRPr="00187A3E">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k provedení </w:t>
      </w:r>
      <w:r w:rsidR="00F51BF5" w:rsidRPr="006426E3">
        <w:rPr>
          <w:rFonts w:eastAsia="Times New Roman" w:cs="Times New Roman"/>
          <w:color w:val="000000" w:themeColor="text1"/>
          <w:sz w:val="18"/>
          <w:szCs w:val="18"/>
        </w:rPr>
        <w:t>exkurze</w:t>
      </w:r>
      <w:r w:rsidR="00F51BF5" w:rsidRPr="00187A3E">
        <w:rPr>
          <w:rFonts w:eastAsia="Times New Roman" w:cs="Times New Roman"/>
          <w:color w:val="000000" w:themeColor="text1"/>
          <w:sz w:val="18"/>
          <w:szCs w:val="18"/>
        </w:rPr>
        <w:t xml:space="preserve"> jsou uvedeny v Obchodních podmínkách.</w:t>
      </w:r>
    </w:p>
    <w:p w14:paraId="43E8587F" w14:textId="77777777" w:rsidR="009B5BAC"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22B5A19A" w14:textId="2906EFAE" w:rsidR="000F1446" w:rsidRPr="007E49AD" w:rsidRDefault="000F1446"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7E49AD">
        <w:rPr>
          <w:rFonts w:eastAsia="Times New Roman" w:cs="Times New Roman"/>
          <w:color w:val="000000" w:themeColor="text1"/>
          <w:sz w:val="18"/>
          <w:szCs w:val="18"/>
        </w:rPr>
        <w:t>Zhotovitel bude důsledně požadovat v Projektové dokumentaci recyklaci kameniva vyzískávaného z kolejového lože. Bližší specifikace je uvedena v odst. 5.3.19 přílohy č. 3 b) této Smlouvy.</w:t>
      </w:r>
    </w:p>
    <w:p w14:paraId="33C5DB2A" w14:textId="77777777" w:rsidR="00B15DF8" w:rsidRPr="00187A3E" w:rsidRDefault="00B15DF8" w:rsidP="00B15DF8">
      <w:pPr>
        <w:pStyle w:val="Text1-1"/>
      </w:pPr>
      <w:proofErr w:type="spellStart"/>
      <w:r w:rsidRPr="00187A3E">
        <w:t>Compliance</w:t>
      </w:r>
      <w:proofErr w:type="spellEnd"/>
      <w:r w:rsidRPr="00187A3E">
        <w:t xml:space="preserv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sz w:val="18"/>
          <w:szCs w:val="18"/>
        </w:rPr>
        <w:t>compliance</w:t>
      </w:r>
      <w:proofErr w:type="spellEnd"/>
      <w:r w:rsidRPr="00187A3E">
        <w:rPr>
          <w:rFonts w:eastAsia="Times New Roman" w:cs="Times New Roman"/>
          <w:color w:val="000000" w:themeColor="text1"/>
          <w:sz w:val="18"/>
          <w:szCs w:val="18"/>
        </w:rPr>
        <w:t xml:space="preserv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620DF06B" w14:textId="77777777" w:rsidR="003B1E6E" w:rsidRDefault="000700EE" w:rsidP="00251D54">
      <w:pPr>
        <w:pStyle w:val="Text1-2"/>
        <w:tabs>
          <w:tab w:val="clear" w:pos="2212"/>
        </w:tabs>
        <w:ind w:left="1560"/>
      </w:pPr>
      <w:r>
        <w:t xml:space="preserve">Zhotovitel prohlašuje, že </w:t>
      </w:r>
    </w:p>
    <w:p w14:paraId="3CC7AC5D" w14:textId="5BAEF586" w:rsidR="000700EE" w:rsidRDefault="000700EE" w:rsidP="003B1E6E">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124E24BF" w14:textId="37E24AB0" w:rsidR="003B1E6E" w:rsidRDefault="003B1E6E" w:rsidP="003B1E6E">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w:t>
      </w:r>
      <w:r w:rsidRPr="008A563D">
        <w:lastRenderedPageBreak/>
        <w:t>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54E7F303" w14:textId="626E2AB4" w:rsidR="00251D54" w:rsidRPr="00922189" w:rsidRDefault="00251D54" w:rsidP="003B1E6E">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6A63" w:rsidRPr="000E0846">
        <w:t xml:space="preserve">anebo osobami dle čl. 2 nařízení Rady (ES) uvedeném v odstavci </w:t>
      </w:r>
      <w:r w:rsidR="00896A63">
        <w:t>4.10.4</w:t>
      </w:r>
      <w:r w:rsidR="00896A63" w:rsidRPr="000E0846">
        <w:t xml:space="preserve"> této smlouvy </w:t>
      </w:r>
      <w:r w:rsidRPr="00922189">
        <w:t>(dále jen „Sankční seznamy“),</w:t>
      </w:r>
    </w:p>
    <w:p w14:paraId="6162944D" w14:textId="62859A20" w:rsidR="00251D54" w:rsidRDefault="00251D54" w:rsidP="00251D54">
      <w:pPr>
        <w:pStyle w:val="Text1-2"/>
        <w:tabs>
          <w:tab w:val="clear" w:pos="2212"/>
        </w:tabs>
        <w:ind w:left="1560"/>
      </w:pPr>
      <w:r>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09BC0EC"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0A7D1B">
        <w:t>nařízení Rady (EU) č. 269/2014 ze dne 17. března 2014, ve znění pozdějších předpisů,</w:t>
      </w:r>
      <w:r>
        <w:t xml:space="preserve"> </w:t>
      </w:r>
      <w:bookmarkEnd w:id="2"/>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5F2454D4" w:rsidR="00251D54" w:rsidRDefault="00251D54" w:rsidP="00251D54">
      <w:pPr>
        <w:pStyle w:val="Text1-2"/>
        <w:tabs>
          <w:tab w:val="clear" w:pos="2212"/>
        </w:tabs>
        <w:ind w:left="1560"/>
      </w:pPr>
      <w:proofErr w:type="gramStart"/>
      <w:r>
        <w:t>Ukáží</w:t>
      </w:r>
      <w:proofErr w:type="gramEnd"/>
      <w:r>
        <w:t>-li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192CA2AC" w14:textId="77777777" w:rsidR="00694B75" w:rsidRPr="00B459C0" w:rsidRDefault="00694B75" w:rsidP="00694B75">
      <w:pPr>
        <w:pStyle w:val="Text1-1"/>
      </w:pPr>
      <w:r w:rsidRPr="00B459C0">
        <w:t>Požadavek na Poddodavatele</w:t>
      </w:r>
    </w:p>
    <w:p w14:paraId="60696DE2" w14:textId="77777777" w:rsidR="00694B75" w:rsidRPr="00B459C0" w:rsidRDefault="00694B75" w:rsidP="003B1E6E">
      <w:pPr>
        <w:pStyle w:val="Text1-2"/>
        <w:tabs>
          <w:tab w:val="clear" w:pos="2212"/>
        </w:tabs>
        <w:ind w:left="1560"/>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7A9694B" w14:textId="7F19405E" w:rsidR="00694B75" w:rsidRPr="00B459C0" w:rsidRDefault="00694B75" w:rsidP="003B1E6E">
      <w:pPr>
        <w:pStyle w:val="Text1-2"/>
        <w:tabs>
          <w:tab w:val="clear" w:pos="2212"/>
        </w:tabs>
        <w:ind w:left="1560"/>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49393531" w14:textId="31D52DDE" w:rsidR="00694B75" w:rsidRPr="00B459C0" w:rsidRDefault="00694B75" w:rsidP="003B1E6E">
      <w:pPr>
        <w:pStyle w:val="Text1-2"/>
        <w:tabs>
          <w:tab w:val="clear" w:pos="2212"/>
        </w:tabs>
        <w:ind w:left="1560"/>
      </w:pPr>
      <w:r w:rsidRPr="00B459C0">
        <w:t>Objednatel může požadovat nahrazení Poddodavatele, který přestal splňovat podmínky dle odst. 4.</w:t>
      </w:r>
      <w:r>
        <w:t>8</w:t>
      </w:r>
      <w:r w:rsidRPr="00B459C0">
        <w:t>.1 této Smlouvy.</w:t>
      </w:r>
    </w:p>
    <w:p w14:paraId="0FD72808" w14:textId="11722C68" w:rsidR="00694B75" w:rsidRDefault="00694B75" w:rsidP="003B1E6E">
      <w:pPr>
        <w:pStyle w:val="Text1-2"/>
        <w:tabs>
          <w:tab w:val="clear" w:pos="2212"/>
        </w:tabs>
        <w:ind w:left="1560"/>
      </w:pPr>
      <w:proofErr w:type="gramStart"/>
      <w:r w:rsidRPr="00B459C0">
        <w:t>Ukáží</w:t>
      </w:r>
      <w:proofErr w:type="gramEnd"/>
      <w:r w:rsidRPr="00B459C0">
        <w:t>-li se prohlášení Zhotovitele dle odstavce 4.</w:t>
      </w:r>
      <w:r>
        <w:t>8</w:t>
      </w:r>
      <w:r w:rsidRPr="00B459C0">
        <w:t xml:space="preserve">.1 této Smlouvy jako nepravdivá nebo poruší-li Zhotovitel svou </w:t>
      </w:r>
      <w:r w:rsidRPr="000A7D1B">
        <w:t>oznamovací povinnost dle odstavce 4.8.2, je Objednatel oprávněn odstoupit od této Smlouvy. Zhotovitel je dále povinen zaplatit za každé jednotlivé porušení povinností dle předchozí věty, s výjimkou oznamovací povinnosti dle odstavce 4.8.2 této Smlouvy, smluvní pokutu ve výši 100.000 Kč. Zhotovitel je dále</w:t>
      </w:r>
      <w:r w:rsidRPr="00B459C0">
        <w:t xml:space="preserv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4884324C" w14:textId="07D5D07A" w:rsidR="00DA3C87" w:rsidRPr="008D6BC6" w:rsidRDefault="008D6BC6" w:rsidP="008D6BC6">
      <w:pPr>
        <w:pStyle w:val="Text1-1"/>
        <w:numPr>
          <w:ilvl w:val="1"/>
          <w:numId w:val="5"/>
        </w:numPr>
        <w:rPr>
          <w:i/>
        </w:rPr>
      </w:pPr>
      <w:r w:rsidRPr="008D6BC6">
        <w:rPr>
          <w:i/>
        </w:rPr>
        <w:t>NEOBSAZENO</w:t>
      </w:r>
      <w:r w:rsidRPr="008D6BC6">
        <w:t xml:space="preserve"> </w:t>
      </w:r>
    </w:p>
    <w:p w14:paraId="4E04FEDF" w14:textId="77777777" w:rsidR="003F0FD2" w:rsidRDefault="003F0FD2" w:rsidP="00930F78">
      <w:pPr>
        <w:pStyle w:val="Nadpis1-1"/>
      </w:pPr>
      <w:r>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BCD9E7D"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3A45D556" w14:textId="1D6062C2" w:rsidR="003F0FD2" w:rsidRDefault="003F0FD2" w:rsidP="00930F78">
      <w:pPr>
        <w:pStyle w:val="Text1-1"/>
      </w:pPr>
      <w:r>
        <w:t xml:space="preserve">Smluvní strany se ve smyslu </w:t>
      </w:r>
      <w:proofErr w:type="spellStart"/>
      <w:r>
        <w:t>ust</w:t>
      </w:r>
      <w:proofErr w:type="spellEnd"/>
      <w:r>
        <w:t xml:space="preserve">. § 630 odst. 1 občanského zákoníku dohodly, že promlčení práv plynoucích z </w:t>
      </w:r>
      <w:proofErr w:type="spellStart"/>
      <w:r>
        <w:t>ust</w:t>
      </w:r>
      <w:proofErr w:type="spellEnd"/>
      <w:r>
        <w:t>. odst. 15.6, 16.14 a 17.5 Obchodních podmínek trvá patnáct let. Tato lhůta je počítána ode dne, kdy právo mohlo být uplatněno poprvé.</w:t>
      </w:r>
    </w:p>
    <w:p w14:paraId="2416195D"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lastRenderedPageBreak/>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36BE9D40" w14:textId="5CAD790C"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 xml:space="preserve">Jestliže smluvní strana </w:t>
      </w:r>
      <w:proofErr w:type="gramStart"/>
      <w:r>
        <w:t>označí</w:t>
      </w:r>
      <w:proofErr w:type="gramEnd"/>
      <w:r>
        <w:t xml:space="preserve">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 s</w:t>
      </w:r>
      <w:r w:rsidR="00E1514B">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w:t>
      </w:r>
      <w:r>
        <w:lastRenderedPageBreak/>
        <w:t>písemně sdělit Objednateli skutečnost, že takto označené informace přestaly naplňovat znaky obchodního tajemství.</w:t>
      </w:r>
    </w:p>
    <w:p w14:paraId="1980AB4A"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 xml:space="preserve">Součást Smlouvy </w:t>
      </w:r>
      <w:proofErr w:type="gramStart"/>
      <w:r>
        <w:t>tvoří</w:t>
      </w:r>
      <w:proofErr w:type="gramEnd"/>
      <w:r>
        <w:t xml:space="preserve"> tyto přílohy:</w:t>
      </w:r>
    </w:p>
    <w:p w14:paraId="17D473FF" w14:textId="77777777" w:rsidR="00930F78" w:rsidRDefault="00930F78" w:rsidP="00323427">
      <w:pPr>
        <w:pStyle w:val="Textbezslovn"/>
        <w:tabs>
          <w:tab w:val="left" w:pos="2127"/>
        </w:tabs>
        <w:ind w:left="2297" w:hanging="1559"/>
      </w:pPr>
      <w:r>
        <w:t>Příloha č. 1</w:t>
      </w:r>
      <w:r>
        <w:tab/>
      </w:r>
      <w:r w:rsidRPr="00E1514B">
        <w:rPr>
          <w:b/>
        </w:rPr>
        <w:t>Specifikace Díla</w:t>
      </w:r>
    </w:p>
    <w:p w14:paraId="4C72BEE6" w14:textId="2EAE48B1" w:rsidR="00930F78" w:rsidRDefault="00930F78" w:rsidP="00323427">
      <w:pPr>
        <w:pStyle w:val="Textbezslovn"/>
        <w:tabs>
          <w:tab w:val="left" w:pos="2127"/>
        </w:tabs>
        <w:ind w:left="2297" w:hanging="1559"/>
      </w:pPr>
      <w:r>
        <w:t>Příloha č. 2</w:t>
      </w:r>
      <w:r>
        <w:tab/>
      </w:r>
      <w:r w:rsidRPr="00E1514B">
        <w:rPr>
          <w:b/>
        </w:rPr>
        <w:t>Obchodní podmínky OP/</w:t>
      </w:r>
      <w:r w:rsidR="008D6BC6">
        <w:rPr>
          <w:b/>
        </w:rPr>
        <w:t>DOKUMENTACE/04/24</w:t>
      </w:r>
    </w:p>
    <w:p w14:paraId="69125F69" w14:textId="77777777" w:rsidR="00930F78" w:rsidRDefault="00930F78" w:rsidP="00323427">
      <w:pPr>
        <w:pStyle w:val="Textbezslovn"/>
        <w:tabs>
          <w:tab w:val="left" w:pos="2127"/>
        </w:tabs>
        <w:ind w:left="2297" w:hanging="1559"/>
      </w:pPr>
      <w:r>
        <w:t>Příloha č. 3</w:t>
      </w:r>
      <w:r>
        <w:tab/>
      </w:r>
      <w:r w:rsidRPr="00E1514B">
        <w:rPr>
          <w:b/>
        </w:rPr>
        <w:t>Technické podmínky</w:t>
      </w:r>
    </w:p>
    <w:p w14:paraId="00E32188" w14:textId="77777777" w:rsidR="00930F78" w:rsidRDefault="00930F78" w:rsidP="00323427">
      <w:pPr>
        <w:pStyle w:val="Textbezslovn"/>
        <w:tabs>
          <w:tab w:val="left" w:pos="2127"/>
        </w:tabs>
        <w:ind w:left="3687" w:hanging="1559"/>
      </w:pPr>
      <w:r>
        <w:t>a) Technické kvalitativní podmínky staveb státních drah (TKP Staveb)</w:t>
      </w:r>
    </w:p>
    <w:p w14:paraId="2489FE7A" w14:textId="0E7BFB0E" w:rsidR="00930F78" w:rsidRDefault="00930F78" w:rsidP="00323427">
      <w:pPr>
        <w:pStyle w:val="Textbezslovn"/>
        <w:tabs>
          <w:tab w:val="left" w:pos="2127"/>
        </w:tabs>
        <w:ind w:left="3687" w:hanging="1559"/>
        <w:jc w:val="left"/>
      </w:pPr>
      <w:r>
        <w:t xml:space="preserve">b) Všeobecné technické podmínky </w:t>
      </w:r>
      <w:r w:rsidR="00920F5E">
        <w:t>VTP/</w:t>
      </w:r>
      <w:r w:rsidR="00B4461E">
        <w:t>ZP</w:t>
      </w:r>
      <w:r w:rsidR="00920F5E">
        <w:t>/</w:t>
      </w:r>
      <w:r w:rsidR="008D6BC6" w:rsidRPr="008D6BC6">
        <w:rPr>
          <w:bCs/>
        </w:rPr>
        <w:t>08/23</w:t>
      </w:r>
    </w:p>
    <w:p w14:paraId="5CF45E45" w14:textId="6FC39850" w:rsidR="00930F78" w:rsidRPr="008D6BC6" w:rsidRDefault="00930F78" w:rsidP="008D6BC6">
      <w:pPr>
        <w:pStyle w:val="Textbezslovn"/>
        <w:tabs>
          <w:tab w:val="left" w:pos="2127"/>
        </w:tabs>
        <w:ind w:left="2410" w:hanging="283"/>
        <w:rPr>
          <w:bCs/>
        </w:rPr>
      </w:pPr>
      <w:r>
        <w:t xml:space="preserve">c) Zvláštní technické podmínky </w:t>
      </w:r>
      <w:r w:rsidR="008D6BC6" w:rsidRPr="008D6BC6">
        <w:rPr>
          <w:bCs/>
        </w:rPr>
        <w:t>ze dne 9. 8. 2023 vč. příloh v nich uvedených</w:t>
      </w:r>
    </w:p>
    <w:p w14:paraId="25D15B24" w14:textId="77777777" w:rsidR="00930F78" w:rsidRDefault="00930F78" w:rsidP="00323427">
      <w:pPr>
        <w:pStyle w:val="Textbezslovn"/>
        <w:tabs>
          <w:tab w:val="left" w:pos="2127"/>
        </w:tabs>
        <w:ind w:left="2297" w:hanging="1559"/>
      </w:pPr>
      <w:r>
        <w:t>Příloha č. 4</w:t>
      </w:r>
      <w:r>
        <w:tab/>
      </w:r>
      <w:r w:rsidRPr="00E1514B">
        <w:rPr>
          <w:b/>
        </w:rPr>
        <w:t>Rozpis Ceny Díla</w:t>
      </w:r>
    </w:p>
    <w:p w14:paraId="6BA23C9B" w14:textId="77777777" w:rsidR="00930F78" w:rsidRDefault="00930F78" w:rsidP="00323427">
      <w:pPr>
        <w:pStyle w:val="Textbezslovn"/>
        <w:tabs>
          <w:tab w:val="left" w:pos="2127"/>
        </w:tabs>
        <w:ind w:left="2297" w:hanging="1559"/>
      </w:pPr>
      <w:r>
        <w:t>Příloha č. 5</w:t>
      </w:r>
      <w:r>
        <w:tab/>
      </w:r>
      <w:r w:rsidRPr="00E1514B">
        <w:rPr>
          <w:b/>
        </w:rPr>
        <w:t>Harmonogram plnění</w:t>
      </w:r>
    </w:p>
    <w:p w14:paraId="49FBFFEB" w14:textId="77777777" w:rsidR="00930F78" w:rsidRDefault="00930F78" w:rsidP="00323427">
      <w:pPr>
        <w:pStyle w:val="Textbezslovn"/>
        <w:tabs>
          <w:tab w:val="left" w:pos="2127"/>
        </w:tabs>
        <w:ind w:left="2297" w:hanging="1559"/>
      </w:pPr>
      <w:r>
        <w:t>Příloha č. 6</w:t>
      </w:r>
      <w:r>
        <w:tab/>
      </w:r>
      <w:r w:rsidRPr="00E1514B">
        <w:rPr>
          <w:b/>
        </w:rPr>
        <w:t>Oprávněné osoby</w:t>
      </w:r>
    </w:p>
    <w:p w14:paraId="6395ACB7" w14:textId="77777777" w:rsidR="00930F78" w:rsidRPr="00124751" w:rsidRDefault="00930F78" w:rsidP="00323427">
      <w:pPr>
        <w:pStyle w:val="Textbezslovn"/>
        <w:tabs>
          <w:tab w:val="left" w:pos="2127"/>
        </w:tabs>
        <w:ind w:left="2297" w:hanging="1559"/>
      </w:pPr>
      <w:r w:rsidRPr="00124751">
        <w:t>Příloha č. 7</w:t>
      </w:r>
      <w:r w:rsidRPr="00124751">
        <w:tab/>
      </w:r>
      <w:r w:rsidRPr="00E1514B">
        <w:rPr>
          <w:b/>
        </w:rPr>
        <w:t xml:space="preserve">Seznam požadovaných pojištění </w:t>
      </w:r>
    </w:p>
    <w:p w14:paraId="000FDA3A" w14:textId="77777777" w:rsidR="00930F78" w:rsidRPr="00124751" w:rsidRDefault="00930F78" w:rsidP="00323427">
      <w:pPr>
        <w:pStyle w:val="Textbezslovn"/>
        <w:tabs>
          <w:tab w:val="left" w:pos="2127"/>
        </w:tabs>
        <w:ind w:left="2297" w:hanging="1559"/>
      </w:pPr>
      <w:r w:rsidRPr="00124751">
        <w:t>Příloha č. 8</w:t>
      </w:r>
      <w:r w:rsidRPr="00124751">
        <w:tab/>
      </w:r>
      <w:r w:rsidRPr="00E1514B">
        <w:rPr>
          <w:b/>
        </w:rPr>
        <w:t>Seznam poddodavatelů</w:t>
      </w:r>
    </w:p>
    <w:p w14:paraId="7B338C34" w14:textId="70DCC4BF" w:rsidR="00930F78" w:rsidRDefault="00930F78" w:rsidP="00323427">
      <w:pPr>
        <w:pStyle w:val="Textbezslovn"/>
        <w:tabs>
          <w:tab w:val="left" w:pos="2127"/>
        </w:tabs>
        <w:ind w:left="2297" w:hanging="1559"/>
        <w:rPr>
          <w:b/>
        </w:rPr>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4F58925E" w14:textId="77777777" w:rsidR="00C5579C" w:rsidRPr="002C0AD9" w:rsidRDefault="00C5579C" w:rsidP="000700EE">
            <w:pPr>
              <w:rPr>
                <w:rFonts w:asciiTheme="minorHAnsi" w:hAnsiTheme="minorHAnsi"/>
                <w:sz w:val="18"/>
                <w:szCs w:val="18"/>
              </w:rPr>
            </w:pPr>
          </w:p>
        </w:tc>
        <w:tc>
          <w:tcPr>
            <w:tcW w:w="4491" w:type="dxa"/>
          </w:tcPr>
          <w:p w14:paraId="2A1EDEA6" w14:textId="77777777" w:rsidR="00C5579C" w:rsidRPr="002C0AD9" w:rsidRDefault="00C5579C" w:rsidP="000700EE">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Default="00C5579C" w:rsidP="005D4B7F">
            <w:pPr>
              <w:pStyle w:val="RLdajeosmluvnstran"/>
              <w:spacing w:after="0" w:line="240" w:lineRule="auto"/>
              <w:jc w:val="left"/>
              <w:rPr>
                <w:rFonts w:asciiTheme="minorHAnsi" w:hAnsiTheme="minorHAnsi"/>
                <w:i/>
                <w:sz w:val="18"/>
                <w:szCs w:val="18"/>
              </w:rPr>
            </w:pPr>
          </w:p>
          <w:p w14:paraId="0E1E6C5A" w14:textId="77777777" w:rsidR="00323427" w:rsidRPr="002C0AD9" w:rsidRDefault="00323427"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0700EE">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6CB2153C"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Default="00C5579C" w:rsidP="000700EE">
            <w:pPr>
              <w:pStyle w:val="RLdajeosmluvnstran"/>
              <w:spacing w:after="0" w:line="240" w:lineRule="auto"/>
              <w:jc w:val="left"/>
              <w:rPr>
                <w:rFonts w:asciiTheme="minorHAnsi" w:hAnsiTheme="minorHAnsi"/>
                <w:sz w:val="18"/>
                <w:szCs w:val="18"/>
              </w:rPr>
            </w:pPr>
          </w:p>
          <w:p w14:paraId="3322FEEE" w14:textId="77777777" w:rsidR="00323427" w:rsidRPr="002C0AD9" w:rsidRDefault="00323427" w:rsidP="000700EE">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0700EE">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7C11582B" w14:textId="77777777" w:rsidR="00BD0C4A" w:rsidRDefault="00BD0C4A" w:rsidP="00BD0C4A">
      <w:pPr>
        <w:pStyle w:val="Textbezodsazen"/>
      </w:pPr>
    </w:p>
    <w:p w14:paraId="3C3747FB" w14:textId="229E3A4F" w:rsidR="00B4461E" w:rsidRPr="00363614"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363614">
        <w:rPr>
          <w:rFonts w:eastAsia="Times New Roman" w:cs="Times New Roman"/>
          <w:sz w:val="18"/>
          <w:szCs w:val="18"/>
          <w:lang w:eastAsia="cs-CZ"/>
        </w:rPr>
        <w:t xml:space="preserve">Předmětem plnění je </w:t>
      </w:r>
      <w:r w:rsidRPr="00363614">
        <w:rPr>
          <w:rFonts w:eastAsia="Times New Roman" w:cs="Arial"/>
          <w:sz w:val="18"/>
          <w:szCs w:val="18"/>
          <w:lang w:eastAsia="cs-CZ"/>
        </w:rPr>
        <w:t xml:space="preserve">vypracování Záměru projektu </w:t>
      </w:r>
      <w:r w:rsidR="00E83C28">
        <w:rPr>
          <w:rFonts w:eastAsia="Times New Roman" w:cs="Arial"/>
          <w:sz w:val="18"/>
          <w:szCs w:val="18"/>
          <w:lang w:eastAsia="cs-CZ"/>
        </w:rPr>
        <w:t xml:space="preserve">(ZP) </w:t>
      </w:r>
      <w:r w:rsidRPr="008D6BC6">
        <w:rPr>
          <w:rFonts w:eastAsia="Times New Roman" w:cs="Arial"/>
          <w:sz w:val="18"/>
          <w:szCs w:val="18"/>
          <w:lang w:eastAsia="cs-CZ"/>
        </w:rPr>
        <w:t xml:space="preserve">a doprovodné dokumentace </w:t>
      </w:r>
      <w:r w:rsidR="00E83C28" w:rsidRPr="008D6BC6">
        <w:rPr>
          <w:rFonts w:eastAsia="Times New Roman" w:cs="Arial"/>
          <w:sz w:val="18"/>
          <w:szCs w:val="18"/>
          <w:lang w:eastAsia="cs-CZ"/>
        </w:rPr>
        <w:t>(DD)</w:t>
      </w:r>
      <w:r w:rsidR="00E83C28">
        <w:rPr>
          <w:rFonts w:eastAsia="Times New Roman" w:cs="Arial"/>
          <w:sz w:val="18"/>
          <w:szCs w:val="18"/>
          <w:lang w:eastAsia="cs-CZ"/>
        </w:rPr>
        <w:t xml:space="preserve"> stavby </w:t>
      </w:r>
      <w:r w:rsidRPr="008D6BC6">
        <w:rPr>
          <w:rFonts w:eastAsia="Times New Roman" w:cs="Arial"/>
          <w:sz w:val="18"/>
          <w:szCs w:val="18"/>
          <w:lang w:eastAsia="cs-CZ"/>
        </w:rPr>
        <w:t>„</w:t>
      </w:r>
      <w:r w:rsidR="008D6BC6" w:rsidRPr="008D6BC6">
        <w:rPr>
          <w:rFonts w:eastAsia="Times New Roman" w:cs="Arial"/>
          <w:sz w:val="18"/>
          <w:szCs w:val="18"/>
          <w:lang w:eastAsia="cs-CZ"/>
        </w:rPr>
        <w:t>Elektrizace a modernizace trati Břeclav (mimo) – Znojmo (včetně)</w:t>
      </w:r>
      <w:r w:rsidRPr="008D6BC6">
        <w:rPr>
          <w:rFonts w:eastAsia="Times New Roman" w:cs="Arial"/>
          <w:sz w:val="18"/>
          <w:szCs w:val="18"/>
          <w:lang w:eastAsia="cs-CZ"/>
        </w:rPr>
        <w:t>“</w:t>
      </w:r>
      <w:r w:rsidRPr="00363614">
        <w:rPr>
          <w:rFonts w:eastAsia="Times New Roman" w:cs="Arial"/>
          <w:b/>
          <w:sz w:val="18"/>
          <w:szCs w:val="18"/>
          <w:lang w:eastAsia="cs-CZ"/>
        </w:rPr>
        <w:t xml:space="preserve"> </w:t>
      </w:r>
      <w:r w:rsidRPr="00363614">
        <w:rPr>
          <w:rFonts w:eastAsia="Times New Roman" w:cs="Arial"/>
          <w:sz w:val="18"/>
          <w:szCs w:val="18"/>
          <w:lang w:eastAsia="cs-CZ"/>
        </w:rPr>
        <w:t xml:space="preserve">dle zadávacích podmínek </w:t>
      </w:r>
      <w:r w:rsidRPr="00363614">
        <w:rPr>
          <w:rFonts w:eastAsia="Times New Roman" w:cs="Times New Roman"/>
          <w:sz w:val="18"/>
          <w:szCs w:val="18"/>
          <w:lang w:eastAsia="cs-CZ"/>
        </w:rPr>
        <w:t>včetně projednání dle OP.</w:t>
      </w:r>
    </w:p>
    <w:p w14:paraId="2FD148C4" w14:textId="77777777" w:rsidR="00B4461E" w:rsidRPr="00363614" w:rsidRDefault="00B4461E" w:rsidP="00B4461E">
      <w:pPr>
        <w:pStyle w:val="Odstavecseseznamem"/>
        <w:spacing w:after="0" w:line="240" w:lineRule="auto"/>
        <w:ind w:left="426" w:hanging="426"/>
        <w:jc w:val="both"/>
        <w:rPr>
          <w:rFonts w:eastAsia="Times New Roman" w:cs="Times New Roman"/>
          <w:b/>
          <w:sz w:val="18"/>
          <w:szCs w:val="18"/>
          <w:lang w:eastAsia="cs-CZ"/>
        </w:rPr>
      </w:pPr>
    </w:p>
    <w:p w14:paraId="0AE16637" w14:textId="40FF2C8F" w:rsidR="00B4461E" w:rsidRPr="008D6BC6"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8D6BC6">
        <w:rPr>
          <w:rFonts w:eastAsia="Times New Roman" w:cs="Times New Roman"/>
          <w:sz w:val="18"/>
          <w:szCs w:val="18"/>
          <w:lang w:eastAsia="cs-CZ"/>
        </w:rPr>
        <w:t xml:space="preserve">Součástí předmětu plnění je zpracování </w:t>
      </w:r>
      <w:r w:rsidR="008D6BC6" w:rsidRPr="008D6BC6">
        <w:rPr>
          <w:rFonts w:eastAsia="Times New Roman" w:cs="Times New Roman"/>
          <w:sz w:val="18"/>
          <w:szCs w:val="18"/>
          <w:lang w:eastAsia="cs-CZ"/>
        </w:rPr>
        <w:t xml:space="preserve">aktualizace </w:t>
      </w:r>
      <w:r w:rsidRPr="008D6BC6">
        <w:rPr>
          <w:rFonts w:eastAsia="Times New Roman" w:cs="Times New Roman"/>
          <w:sz w:val="18"/>
          <w:szCs w:val="18"/>
          <w:lang w:eastAsia="cs-CZ"/>
        </w:rPr>
        <w:t xml:space="preserve">hodnocení ekonomické efektivnosti předmětné železniční stavby dle </w:t>
      </w:r>
      <w:r w:rsidR="00210125" w:rsidRPr="008D6BC6">
        <w:rPr>
          <w:rFonts w:eastAsia="Times New Roman" w:cs="Times New Roman"/>
          <w:sz w:val="18"/>
          <w:szCs w:val="18"/>
          <w:lang w:eastAsia="cs-CZ"/>
        </w:rPr>
        <w:t xml:space="preserve">platných </w:t>
      </w:r>
      <w:r w:rsidRPr="008D6BC6">
        <w:rPr>
          <w:rFonts w:eastAsia="Times New Roman" w:cs="Times New Roman"/>
          <w:sz w:val="18"/>
          <w:szCs w:val="18"/>
          <w:lang w:eastAsia="cs-CZ"/>
        </w:rPr>
        <w:t>„Prováděcích pokynů pro hodnocení efektivnosti projektů dopravní infrastruktury“</w:t>
      </w:r>
      <w:r w:rsidR="00210125" w:rsidRPr="008D6BC6">
        <w:rPr>
          <w:rFonts w:eastAsia="Times New Roman" w:cs="Times New Roman"/>
          <w:sz w:val="18"/>
          <w:szCs w:val="18"/>
          <w:lang w:eastAsia="cs-CZ"/>
        </w:rPr>
        <w:t>,</w:t>
      </w:r>
      <w:r w:rsidRPr="008D6BC6">
        <w:rPr>
          <w:rFonts w:eastAsia="Times New Roman" w:cs="Times New Roman"/>
          <w:sz w:val="18"/>
          <w:szCs w:val="18"/>
          <w:lang w:eastAsia="cs-CZ"/>
        </w:rPr>
        <w:t xml:space="preserve"> jejichž součástí je </w:t>
      </w:r>
      <w:r w:rsidR="00210125" w:rsidRPr="008D6BC6">
        <w:rPr>
          <w:rFonts w:eastAsia="Times New Roman" w:cs="Times New Roman"/>
          <w:sz w:val="18"/>
          <w:szCs w:val="18"/>
          <w:lang w:eastAsia="cs-CZ"/>
        </w:rPr>
        <w:t xml:space="preserve">aktuálně platná </w:t>
      </w:r>
      <w:proofErr w:type="gramStart"/>
      <w:r w:rsidRPr="008D6BC6">
        <w:rPr>
          <w:rFonts w:eastAsia="Times New Roman" w:cs="Times New Roman"/>
          <w:sz w:val="18"/>
          <w:szCs w:val="18"/>
          <w:lang w:eastAsia="cs-CZ"/>
        </w:rPr>
        <w:t>Rezortní</w:t>
      </w:r>
      <w:proofErr w:type="gramEnd"/>
      <w:r w:rsidRPr="008D6BC6">
        <w:rPr>
          <w:rFonts w:eastAsia="Times New Roman" w:cs="Times New Roman"/>
          <w:sz w:val="18"/>
          <w:szCs w:val="18"/>
          <w:lang w:eastAsia="cs-CZ"/>
        </w:rPr>
        <w:t xml:space="preserve"> metodika pro hodnocení ekonomické efektivnosti projektů dopravních staveb schválená Ministerstvem dopravy dne 31. 10. 2017. </w:t>
      </w:r>
      <w:r w:rsidR="00210125" w:rsidRPr="008D6BC6">
        <w:rPr>
          <w:rFonts w:eastAsia="Times New Roman" w:cs="Times New Roman"/>
          <w:sz w:val="18"/>
          <w:szCs w:val="18"/>
          <w:lang w:eastAsia="cs-CZ"/>
        </w:rPr>
        <w:t xml:space="preserve">Aktuálně platné znění </w:t>
      </w:r>
      <w:r w:rsidRPr="008D6BC6">
        <w:rPr>
          <w:rFonts w:eastAsia="Times New Roman" w:cs="Times New Roman"/>
          <w:sz w:val="18"/>
          <w:szCs w:val="18"/>
          <w:lang w:eastAsia="cs-CZ"/>
        </w:rPr>
        <w:t>prováděcí</w:t>
      </w:r>
      <w:r w:rsidR="00210125" w:rsidRPr="008D6BC6">
        <w:rPr>
          <w:rFonts w:eastAsia="Times New Roman" w:cs="Times New Roman"/>
          <w:sz w:val="18"/>
          <w:szCs w:val="18"/>
          <w:lang w:eastAsia="cs-CZ"/>
        </w:rPr>
        <w:t>ch</w:t>
      </w:r>
      <w:r w:rsidRPr="008D6BC6">
        <w:rPr>
          <w:rFonts w:eastAsia="Times New Roman" w:cs="Times New Roman"/>
          <w:sz w:val="18"/>
          <w:szCs w:val="18"/>
          <w:lang w:eastAsia="cs-CZ"/>
        </w:rPr>
        <w:t xml:space="preserve"> pokyn</w:t>
      </w:r>
      <w:r w:rsidR="00210125" w:rsidRPr="008D6BC6">
        <w:rPr>
          <w:rFonts w:eastAsia="Times New Roman" w:cs="Times New Roman"/>
          <w:sz w:val="18"/>
          <w:szCs w:val="18"/>
          <w:lang w:eastAsia="cs-CZ"/>
        </w:rPr>
        <w:t>ů</w:t>
      </w:r>
      <w:r w:rsidRPr="008D6BC6">
        <w:rPr>
          <w:rFonts w:eastAsia="Times New Roman" w:cs="Times New Roman"/>
          <w:sz w:val="18"/>
          <w:szCs w:val="18"/>
          <w:lang w:eastAsia="cs-CZ"/>
        </w:rPr>
        <w:t xml:space="preserve"> j</w:t>
      </w:r>
      <w:r w:rsidR="00210125" w:rsidRPr="008D6BC6">
        <w:rPr>
          <w:rFonts w:eastAsia="Times New Roman" w:cs="Times New Roman"/>
          <w:sz w:val="18"/>
          <w:szCs w:val="18"/>
          <w:lang w:eastAsia="cs-CZ"/>
        </w:rPr>
        <w:t>e</w:t>
      </w:r>
      <w:r w:rsidRPr="008D6BC6">
        <w:rPr>
          <w:rFonts w:eastAsia="Times New Roman" w:cs="Times New Roman"/>
          <w:sz w:val="18"/>
          <w:szCs w:val="18"/>
          <w:lang w:eastAsia="cs-CZ"/>
        </w:rPr>
        <w:t xml:space="preserve"> k dispozici na </w:t>
      </w:r>
      <w:hyperlink r:id="rId15" w:history="1">
        <w:r w:rsidRPr="008D6BC6">
          <w:rPr>
            <w:rFonts w:eastAsia="Times New Roman" w:cs="Times New Roman"/>
            <w:color w:val="0000FF"/>
            <w:sz w:val="18"/>
            <w:szCs w:val="18"/>
            <w:u w:val="single"/>
            <w:lang w:eastAsia="cs-CZ"/>
          </w:rPr>
          <w:t>http://www.sfdi.cz/pravidla-metodiky-a-ceniky/metodiky/</w:t>
        </w:r>
      </w:hyperlink>
      <w:r w:rsidRPr="008D6BC6">
        <w:rPr>
          <w:rFonts w:eastAsia="Times New Roman" w:cs="Times New Roman"/>
          <w:sz w:val="18"/>
          <w:szCs w:val="18"/>
          <w:lang w:eastAsia="cs-CZ"/>
        </w:rPr>
        <w:t>.</w:t>
      </w:r>
    </w:p>
    <w:p w14:paraId="041B0BC0" w14:textId="77777777" w:rsidR="00B4461E" w:rsidRPr="00363614" w:rsidRDefault="00B4461E" w:rsidP="00B4461E">
      <w:pPr>
        <w:pStyle w:val="Odstavecseseznamem"/>
        <w:ind w:left="426" w:hanging="426"/>
        <w:rPr>
          <w:rFonts w:eastAsia="Times New Roman" w:cs="Times New Roman"/>
          <w:sz w:val="18"/>
          <w:szCs w:val="18"/>
          <w:lang w:eastAsia="cs-CZ"/>
        </w:rPr>
      </w:pPr>
    </w:p>
    <w:p w14:paraId="1C9E67F8" w14:textId="21FF4A30" w:rsidR="00B4461E" w:rsidRPr="00363614"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363614">
        <w:rPr>
          <w:rFonts w:eastAsia="Times New Roman" w:cs="Times New Roman"/>
          <w:sz w:val="18"/>
          <w:szCs w:val="18"/>
          <w:lang w:eastAsia="cs-CZ"/>
        </w:rPr>
        <w:t xml:space="preserve">Záměr projektu bude </w:t>
      </w:r>
      <w:r w:rsidR="008D6BC6">
        <w:rPr>
          <w:rFonts w:eastAsia="Times New Roman" w:cs="Times New Roman"/>
          <w:sz w:val="18"/>
          <w:szCs w:val="18"/>
          <w:lang w:eastAsia="cs-CZ"/>
        </w:rPr>
        <w:t>z</w:t>
      </w:r>
      <w:r w:rsidRPr="00363614">
        <w:rPr>
          <w:rFonts w:eastAsia="Times New Roman" w:cs="Times New Roman"/>
          <w:sz w:val="18"/>
          <w:szCs w:val="18"/>
          <w:lang w:eastAsia="cs-CZ"/>
        </w:rPr>
        <w:t xml:space="preserve">pracován v rozsahu dle </w:t>
      </w:r>
      <w:r w:rsidR="00210125" w:rsidRPr="00C76574">
        <w:rPr>
          <w:sz w:val="18"/>
          <w:szCs w:val="18"/>
        </w:rPr>
        <w:t>Pravidel pro postupy v průběhu přípravy investičních a neinvestičních akcí dopravní infrastruktury, financovaných bez účasti státního rozpočtu č.j. MD-41709/2023-910/2 vydaných v prosinci 2023</w:t>
      </w:r>
      <w:r w:rsidRPr="00C76574">
        <w:rPr>
          <w:rFonts w:eastAsia="Times New Roman" w:cs="Times New Roman"/>
          <w:sz w:val="18"/>
          <w:szCs w:val="18"/>
          <w:lang w:eastAsia="cs-CZ"/>
        </w:rPr>
        <w:t>, v platném znění.</w:t>
      </w:r>
    </w:p>
    <w:p w14:paraId="040756CF" w14:textId="77777777" w:rsidR="00B4461E" w:rsidRPr="00363614" w:rsidRDefault="00B4461E" w:rsidP="00B4461E">
      <w:pPr>
        <w:pStyle w:val="Odstavecseseznamem"/>
        <w:ind w:left="426" w:hanging="426"/>
        <w:rPr>
          <w:rFonts w:eastAsia="Times New Roman" w:cs="Times New Roman"/>
          <w:sz w:val="18"/>
          <w:szCs w:val="18"/>
          <w:lang w:eastAsia="cs-CZ"/>
        </w:rPr>
      </w:pPr>
    </w:p>
    <w:p w14:paraId="289A0224" w14:textId="77777777" w:rsidR="00B4461E" w:rsidRPr="00C76574"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C76574">
        <w:rPr>
          <w:rFonts w:eastAsia="Times New Roman" w:cs="Times New Roman"/>
          <w:sz w:val="18"/>
          <w:szCs w:val="18"/>
          <w:lang w:eastAsia="cs-CZ"/>
        </w:rPr>
        <w:t xml:space="preserve">Pro záměr bude příslušný orgán ochrany přírody (dle umístění záměru se může jednat o KÚ příslušného kraje, regionální pracoviště AOPK </w:t>
      </w:r>
      <w:proofErr w:type="gramStart"/>
      <w:r w:rsidRPr="00C76574">
        <w:rPr>
          <w:rFonts w:eastAsia="Times New Roman" w:cs="Times New Roman"/>
          <w:sz w:val="18"/>
          <w:szCs w:val="18"/>
          <w:lang w:eastAsia="cs-CZ"/>
        </w:rPr>
        <w:t>ČR - Správu</w:t>
      </w:r>
      <w:proofErr w:type="gramEnd"/>
      <w:r w:rsidRPr="00C76574">
        <w:rPr>
          <w:rFonts w:eastAsia="Times New Roman" w:cs="Times New Roman"/>
          <w:sz w:val="18"/>
          <w:szCs w:val="18"/>
          <w:lang w:eastAsia="cs-CZ"/>
        </w:rPr>
        <w:t xml:space="preserve">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3750E8BC" w14:textId="77777777" w:rsidR="00B4461E" w:rsidRPr="00C76574" w:rsidRDefault="00B4461E" w:rsidP="00B4461E">
      <w:pPr>
        <w:pStyle w:val="Odstavecseseznamem"/>
        <w:ind w:left="426" w:hanging="426"/>
        <w:rPr>
          <w:rFonts w:eastAsia="Times New Roman" w:cs="Times New Roman"/>
          <w:sz w:val="18"/>
          <w:szCs w:val="18"/>
          <w:lang w:eastAsia="cs-CZ"/>
        </w:rPr>
      </w:pPr>
    </w:p>
    <w:p w14:paraId="35FD3CFA" w14:textId="77777777" w:rsidR="00B4461E" w:rsidRDefault="00B4461E" w:rsidP="00B4461E">
      <w:pPr>
        <w:pStyle w:val="Odstavecseseznamem"/>
        <w:spacing w:after="0" w:line="240" w:lineRule="auto"/>
        <w:ind w:left="426"/>
        <w:jc w:val="both"/>
        <w:rPr>
          <w:rFonts w:eastAsia="Times New Roman" w:cs="Times New Roman"/>
          <w:sz w:val="18"/>
          <w:szCs w:val="18"/>
          <w:lang w:eastAsia="cs-CZ"/>
        </w:rPr>
      </w:pPr>
      <w:r w:rsidRPr="00C76574">
        <w:rPr>
          <w:rFonts w:eastAsia="Times New Roman" w:cs="Times New Roman"/>
          <w:sz w:val="18"/>
          <w:szCs w:val="18"/>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F192400" w14:textId="77777777" w:rsidR="00B4461E" w:rsidRDefault="00B4461E" w:rsidP="00B4461E">
      <w:pPr>
        <w:pStyle w:val="Odstavecseseznamem"/>
        <w:spacing w:after="0" w:line="240" w:lineRule="auto"/>
        <w:ind w:left="786"/>
        <w:jc w:val="both"/>
        <w:rPr>
          <w:rFonts w:eastAsia="Times New Roman" w:cs="Times New Roman"/>
          <w:sz w:val="18"/>
          <w:szCs w:val="18"/>
          <w:lang w:eastAsia="cs-CZ"/>
        </w:rPr>
      </w:pPr>
    </w:p>
    <w:p w14:paraId="12870465" w14:textId="77777777" w:rsidR="00B4461E" w:rsidRDefault="00B4461E" w:rsidP="00B4461E">
      <w:pPr>
        <w:pStyle w:val="Odstavecseseznamem"/>
        <w:spacing w:after="0" w:line="240" w:lineRule="auto"/>
        <w:ind w:left="786"/>
        <w:jc w:val="both"/>
        <w:rPr>
          <w:rFonts w:eastAsia="Times New Roman" w:cs="Times New Roman"/>
          <w:sz w:val="18"/>
          <w:szCs w:val="18"/>
          <w:lang w:eastAsia="cs-CZ"/>
        </w:rPr>
      </w:pPr>
    </w:p>
    <w:p w14:paraId="60C05BD9" w14:textId="77777777" w:rsidR="00B4461E" w:rsidRPr="001B3FEA" w:rsidRDefault="00B4461E" w:rsidP="00B4461E">
      <w:pPr>
        <w:spacing w:after="0" w:line="240" w:lineRule="auto"/>
        <w:rPr>
          <w:rFonts w:eastAsia="Times New Roman" w:cs="Arial"/>
          <w:sz w:val="18"/>
          <w:szCs w:val="18"/>
          <w:lang w:eastAsia="cs-CZ"/>
        </w:rPr>
      </w:pPr>
      <w:r w:rsidRPr="001B3FEA">
        <w:rPr>
          <w:rFonts w:eastAsia="Times New Roman" w:cs="Arial"/>
          <w:sz w:val="18"/>
          <w:szCs w:val="18"/>
          <w:u w:val="single"/>
          <w:lang w:eastAsia="cs-CZ"/>
        </w:rPr>
        <w:t>Součástí plnění je dále</w:t>
      </w:r>
      <w:r w:rsidRPr="001B3FEA">
        <w:rPr>
          <w:rFonts w:eastAsia="Times New Roman" w:cs="Arial"/>
          <w:sz w:val="18"/>
          <w:szCs w:val="18"/>
          <w:lang w:eastAsia="cs-CZ"/>
        </w:rPr>
        <w:t>:</w:t>
      </w:r>
    </w:p>
    <w:p w14:paraId="4E9086C5" w14:textId="6474D0C5"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cs="Arial"/>
          <w:sz w:val="18"/>
          <w:szCs w:val="18"/>
        </w:rPr>
        <w:t>Zajištění všech kompletních podkladů pro zadání dalšího stupně PD</w:t>
      </w:r>
    </w:p>
    <w:p w14:paraId="198F25D6" w14:textId="77777777"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cs="Arial"/>
          <w:sz w:val="18"/>
          <w:szCs w:val="18"/>
        </w:rPr>
        <w:t>Geodetické práce a mapové podklady pro ZP+DD</w:t>
      </w:r>
    </w:p>
    <w:p w14:paraId="23AB364B" w14:textId="77777777"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eastAsia="Times New Roman" w:cs="Arial"/>
          <w:sz w:val="18"/>
          <w:szCs w:val="18"/>
          <w:lang w:eastAsia="cs-CZ"/>
        </w:rPr>
        <w:t xml:space="preserve">Součinnost při vypořádání </w:t>
      </w:r>
      <w:proofErr w:type="spellStart"/>
      <w:r w:rsidRPr="001B3FEA">
        <w:rPr>
          <w:rFonts w:eastAsia="Times New Roman" w:cs="Arial"/>
          <w:sz w:val="18"/>
          <w:szCs w:val="18"/>
          <w:lang w:eastAsia="cs-CZ"/>
        </w:rPr>
        <w:t>vícekolového</w:t>
      </w:r>
      <w:proofErr w:type="spellEnd"/>
      <w:r w:rsidRPr="001B3FEA">
        <w:rPr>
          <w:rFonts w:eastAsia="Times New Roman" w:cs="Arial"/>
          <w:sz w:val="18"/>
          <w:szCs w:val="18"/>
          <w:lang w:eastAsia="cs-CZ"/>
        </w:rPr>
        <w:t xml:space="preserve"> připomínkového řízení investora a MD.</w:t>
      </w:r>
    </w:p>
    <w:p w14:paraId="7A4EB3E2" w14:textId="77777777" w:rsidR="00B4461E" w:rsidRPr="00C76574" w:rsidRDefault="00B4461E" w:rsidP="00B4461E">
      <w:pPr>
        <w:pStyle w:val="Odstavecseseznamem"/>
        <w:numPr>
          <w:ilvl w:val="0"/>
          <w:numId w:val="39"/>
        </w:numPr>
        <w:autoSpaceDE w:val="0"/>
        <w:autoSpaceDN w:val="0"/>
        <w:spacing w:after="0" w:line="240" w:lineRule="auto"/>
        <w:rPr>
          <w:rFonts w:eastAsia="Times New Roman" w:cs="Arial"/>
          <w:sz w:val="18"/>
          <w:szCs w:val="18"/>
          <w:lang w:eastAsia="cs-CZ"/>
        </w:rPr>
      </w:pPr>
      <w:r w:rsidRPr="00C76574">
        <w:rPr>
          <w:rFonts w:eastAsia="Times New Roman" w:cs="Arial"/>
          <w:sz w:val="18"/>
          <w:szCs w:val="18"/>
          <w:lang w:eastAsia="cs-CZ"/>
        </w:rPr>
        <w:t>Zpracování doprovodné dokumentace v rozsahu definovaném ZTP.</w:t>
      </w:r>
    </w:p>
    <w:p w14:paraId="5FB3AF8E" w14:textId="77777777" w:rsidR="00C76574" w:rsidRPr="00C76574" w:rsidRDefault="00C76574" w:rsidP="00C76574">
      <w:pPr>
        <w:pStyle w:val="Odstavecseseznamem"/>
        <w:numPr>
          <w:ilvl w:val="0"/>
          <w:numId w:val="39"/>
        </w:numPr>
        <w:spacing w:before="120" w:after="0" w:line="240" w:lineRule="auto"/>
        <w:jc w:val="both"/>
        <w:rPr>
          <w:rFonts w:eastAsia="Times New Roman" w:cs="Arial"/>
          <w:sz w:val="18"/>
          <w:szCs w:val="18"/>
          <w:lang w:eastAsia="cs-CZ"/>
        </w:rPr>
      </w:pPr>
      <w:r w:rsidRPr="00C76574">
        <w:rPr>
          <w:rFonts w:eastAsia="Times New Roman" w:cs="Arial"/>
          <w:sz w:val="18"/>
          <w:szCs w:val="18"/>
          <w:lang w:eastAsia="cs-CZ"/>
        </w:rPr>
        <w:t xml:space="preserve">Zpracování </w:t>
      </w:r>
      <w:r w:rsidRPr="00C76574">
        <w:rPr>
          <w:rFonts w:eastAsia="Times New Roman" w:cs="Arial"/>
          <w:i/>
          <w:iCs/>
          <w:sz w:val="18"/>
          <w:szCs w:val="18"/>
          <w:lang w:eastAsia="cs-CZ"/>
        </w:rPr>
        <w:t>Projektu pro podrobný inženýrsko-geologický průzkum</w:t>
      </w:r>
      <w:r w:rsidRPr="00C76574">
        <w:rPr>
          <w:rFonts w:eastAsia="Times New Roman" w:cs="Arial"/>
          <w:sz w:val="18"/>
          <w:szCs w:val="18"/>
          <w:lang w:eastAsia="cs-CZ"/>
        </w:rPr>
        <w:t xml:space="preserve"> v rozsahu dle předpisu SŽ S4</w:t>
      </w:r>
    </w:p>
    <w:p w14:paraId="3857E0BC" w14:textId="77777777" w:rsidR="00B4461E" w:rsidRPr="00CE5894" w:rsidRDefault="00B4461E" w:rsidP="00B4461E">
      <w:pPr>
        <w:spacing w:after="0" w:line="240" w:lineRule="auto"/>
        <w:jc w:val="both"/>
        <w:rPr>
          <w:rFonts w:eastAsia="Times New Roman" w:cs="Times New Roman"/>
          <w:b/>
          <w:sz w:val="18"/>
          <w:szCs w:val="18"/>
          <w:lang w:eastAsia="cs-CZ"/>
        </w:rPr>
      </w:pPr>
    </w:p>
    <w:p w14:paraId="1E555B0D" w14:textId="29C93060" w:rsidR="00B4461E" w:rsidRPr="001D7FBA" w:rsidRDefault="00B4461E" w:rsidP="00C76574">
      <w:pPr>
        <w:pStyle w:val="Odstavecseseznamem"/>
        <w:spacing w:after="0" w:line="240" w:lineRule="auto"/>
        <w:ind w:left="426"/>
        <w:jc w:val="both"/>
        <w:rPr>
          <w:rFonts w:eastAsia="Times New Roman" w:cs="Times New Roman"/>
          <w:sz w:val="18"/>
          <w:szCs w:val="18"/>
          <w:lang w:eastAsia="cs-CZ"/>
        </w:rPr>
      </w:pPr>
      <w:r w:rsidRPr="001D7FBA">
        <w:rPr>
          <w:rFonts w:eastAsia="Times New Roman" w:cs="Times New Roman"/>
          <w:sz w:val="18"/>
          <w:szCs w:val="18"/>
          <w:lang w:eastAsia="cs-CZ"/>
        </w:rPr>
        <w:t>Bližší specifikace rozsahu předmětu plnění je obsažena ve Všeobecných technických podmínkách</w:t>
      </w:r>
      <w:r w:rsidR="00E83C28">
        <w:rPr>
          <w:rFonts w:eastAsia="Times New Roman" w:cs="Times New Roman"/>
          <w:sz w:val="18"/>
          <w:szCs w:val="18"/>
          <w:lang w:eastAsia="cs-CZ"/>
        </w:rPr>
        <w:t xml:space="preserve"> a zvláštních technických podmínkách</w:t>
      </w:r>
      <w:r w:rsidRPr="001D7FBA">
        <w:rPr>
          <w:rFonts w:eastAsia="Times New Roman" w:cs="Times New Roman"/>
          <w:sz w:val="18"/>
          <w:szCs w:val="18"/>
          <w:lang w:eastAsia="cs-CZ"/>
        </w:rPr>
        <w:t xml:space="preserve">, které </w:t>
      </w:r>
      <w:proofErr w:type="gramStart"/>
      <w:r w:rsidR="00E83C28">
        <w:rPr>
          <w:rFonts w:eastAsia="Times New Roman" w:cs="Times New Roman"/>
          <w:sz w:val="18"/>
          <w:szCs w:val="18"/>
          <w:lang w:eastAsia="cs-CZ"/>
        </w:rPr>
        <w:t>tvoří</w:t>
      </w:r>
      <w:proofErr w:type="gramEnd"/>
      <w:r w:rsidR="00E83C28">
        <w:rPr>
          <w:rFonts w:eastAsia="Times New Roman" w:cs="Times New Roman"/>
          <w:sz w:val="18"/>
          <w:szCs w:val="18"/>
          <w:lang w:eastAsia="cs-CZ"/>
        </w:rPr>
        <w:t xml:space="preserve"> </w:t>
      </w:r>
      <w:r w:rsidRPr="001D7FBA">
        <w:rPr>
          <w:rFonts w:eastAsia="Times New Roman" w:cs="Times New Roman"/>
          <w:sz w:val="18"/>
          <w:szCs w:val="18"/>
          <w:lang w:eastAsia="cs-CZ"/>
        </w:rPr>
        <w:t>část obsahu Smlouvy a které jsou Přílohou č. 3 Smlouvy.</w:t>
      </w:r>
    </w:p>
    <w:p w14:paraId="40706DB8" w14:textId="77777777" w:rsidR="00BD0C4A" w:rsidRDefault="00BD0C4A" w:rsidP="00BD0C4A">
      <w:pPr>
        <w:pStyle w:val="Textbezodsazen"/>
      </w:pPr>
    </w:p>
    <w:p w14:paraId="4E261959" w14:textId="77777777" w:rsidR="00F95A29" w:rsidRPr="00F37D94" w:rsidRDefault="00F95A29" w:rsidP="00F95A29">
      <w:pPr>
        <w:pStyle w:val="Nadpisbezsl1-2"/>
      </w:pPr>
      <w:r w:rsidRPr="00F37D94">
        <w:t>Způsob provedení Díla (způsob plnění):</w:t>
      </w:r>
    </w:p>
    <w:p w14:paraId="26A74E64" w14:textId="77777777" w:rsidR="00F95A29" w:rsidRDefault="00F95A29" w:rsidP="00F95A29">
      <w:pPr>
        <w:pStyle w:val="Odstavecseseznamem"/>
        <w:spacing w:after="0" w:line="240" w:lineRule="auto"/>
        <w:ind w:left="426"/>
        <w:jc w:val="both"/>
        <w:rPr>
          <w:rFonts w:eastAsia="Times New Roman" w:cs="Arial"/>
          <w:sz w:val="18"/>
          <w:szCs w:val="18"/>
          <w:u w:val="single"/>
          <w:lang w:eastAsia="cs-CZ"/>
        </w:rPr>
      </w:pPr>
    </w:p>
    <w:p w14:paraId="20E438F9" w14:textId="2874DE8D" w:rsidR="00F95A29" w:rsidRPr="00C76574" w:rsidRDefault="00C76574" w:rsidP="00F95A29">
      <w:pPr>
        <w:pStyle w:val="Odstavecseseznamem"/>
        <w:spacing w:after="0" w:line="240" w:lineRule="auto"/>
        <w:ind w:left="426"/>
        <w:jc w:val="both"/>
        <w:rPr>
          <w:rFonts w:eastAsia="Times New Roman" w:cs="Arial"/>
          <w:sz w:val="18"/>
          <w:szCs w:val="18"/>
          <w:lang w:eastAsia="cs-CZ"/>
        </w:rPr>
      </w:pPr>
      <w:r w:rsidRPr="00C76574">
        <w:rPr>
          <w:rFonts w:eastAsia="Times New Roman" w:cs="Times New Roman"/>
          <w:sz w:val="18"/>
          <w:szCs w:val="18"/>
          <w:lang w:eastAsia="cs-CZ"/>
        </w:rPr>
        <w:t>Způsob plnění je upraven v čl. 3.4 všeobecných technických podmínek.</w:t>
      </w:r>
    </w:p>
    <w:p w14:paraId="65F5CCBA" w14:textId="77777777" w:rsidR="00BD0C4A" w:rsidRDefault="00BD0C4A" w:rsidP="00BD0C4A">
      <w:pPr>
        <w:pStyle w:val="Textbezodsazen"/>
      </w:pPr>
    </w:p>
    <w:p w14:paraId="340518CA" w14:textId="77777777" w:rsidR="00BD0C4A" w:rsidRDefault="00BD0C4A" w:rsidP="00BD0C4A">
      <w:pPr>
        <w:pStyle w:val="Textbezodsazen"/>
      </w:pPr>
    </w:p>
    <w:p w14:paraId="4294D8DF"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0101EC76" w:rsidR="004F0093" w:rsidRDefault="0008069A" w:rsidP="004F0093">
      <w:pPr>
        <w:pStyle w:val="Nadpisbezsl1-2"/>
      </w:pPr>
      <w:r>
        <w:t>OP/</w:t>
      </w:r>
      <w:r w:rsidR="00C76574">
        <w:t>DOKUMENTACE/04/24</w:t>
      </w:r>
      <w:r w:rsidR="004F0093">
        <w:t xml:space="preserve"> </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 xml:space="preserve">podmínky </w:t>
      </w:r>
      <w:proofErr w:type="gramStart"/>
      <w:r w:rsidRPr="006036D9">
        <w:t>tvoří</w:t>
      </w:r>
      <w:proofErr w:type="gramEnd"/>
      <w:r w:rsidRPr="006036D9">
        <w:t xml:space="preserve">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592EB135"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17347CC"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40B61D41" w14:textId="1B7C30D0" w:rsidR="004F0093" w:rsidRDefault="00C96697" w:rsidP="004F0093">
      <w:pPr>
        <w:pStyle w:val="Textbezslovn"/>
      </w:pPr>
      <w:r>
        <w:t>VTP/</w:t>
      </w:r>
      <w:r w:rsidR="00B4461E">
        <w:t>ZP</w:t>
      </w:r>
      <w:r>
        <w:t>/</w:t>
      </w:r>
      <w:r w:rsidR="00C76574">
        <w:t>08/23</w:t>
      </w:r>
    </w:p>
    <w:p w14:paraId="258D2C85"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 xml:space="preserve">echnické podmínky </w:t>
      </w:r>
      <w:proofErr w:type="gramStart"/>
      <w:r w:rsidRPr="006036D9">
        <w:t>tvoří</w:t>
      </w:r>
      <w:proofErr w:type="gramEnd"/>
      <w:r w:rsidRPr="006036D9">
        <w:t xml:space="preserve"> část obsahu Smlouvy</w:t>
      </w:r>
      <w:r>
        <w:t>.</w:t>
      </w:r>
    </w:p>
    <w:p w14:paraId="33F19EFE" w14:textId="77777777" w:rsidR="004F0093" w:rsidRDefault="004F0093" w:rsidP="004F0093">
      <w:pPr>
        <w:pStyle w:val="Nadpisbezsl1-2"/>
      </w:pPr>
      <w:r>
        <w:t>c)</w:t>
      </w:r>
      <w:r>
        <w:tab/>
        <w:t xml:space="preserve">Zvláštní technické podmínky </w:t>
      </w:r>
    </w:p>
    <w:p w14:paraId="576D4459" w14:textId="57CA7C81" w:rsidR="0008069A" w:rsidRDefault="00C76574" w:rsidP="0008069A">
      <w:pPr>
        <w:pStyle w:val="Textbezslovn"/>
        <w:jc w:val="left"/>
      </w:pPr>
      <w:r w:rsidRPr="00C76574">
        <w:rPr>
          <w:bCs/>
        </w:rPr>
        <w:t>„Elektrizace a modernizace trati Břeclav (mimo) – Znojmo (včetně)“</w:t>
      </w:r>
      <w:r>
        <w:rPr>
          <w:b/>
        </w:rPr>
        <w:t xml:space="preserve"> </w:t>
      </w:r>
      <w:r w:rsidR="0008069A">
        <w:t xml:space="preserve">ze dne </w:t>
      </w:r>
      <w:r>
        <w:t>9. 8. 2023 vč. příloh v nich uvedených</w:t>
      </w:r>
    </w:p>
    <w:p w14:paraId="15E3EE84"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 xml:space="preserve">echnické podmínky </w:t>
      </w:r>
      <w:proofErr w:type="gramStart"/>
      <w:r w:rsidRPr="006036D9">
        <w:t>tvoří</w:t>
      </w:r>
      <w:proofErr w:type="gramEnd"/>
      <w:r w:rsidRPr="006036D9">
        <w:t xml:space="preserve">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77777777" w:rsidR="004F0093" w:rsidRDefault="004F0093" w:rsidP="004F0093">
      <w:pPr>
        <w:pStyle w:val="Nadpisbezsl1-2"/>
      </w:pPr>
      <w:r>
        <w:t>Rozpis Ceny Díla</w:t>
      </w:r>
    </w:p>
    <w:p w14:paraId="117EB068" w14:textId="1036E5AB" w:rsidR="0008069A" w:rsidRDefault="0008069A" w:rsidP="0008069A">
      <w:pPr>
        <w:pStyle w:val="Textbezodsazen"/>
      </w:pPr>
      <w:r>
        <w:t>Cena za zpracování ZP a D</w:t>
      </w:r>
      <w:r w:rsidR="00B4461E">
        <w:t>D</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r>
      <w:tr w:rsidR="0008069A" w:rsidRPr="00236DCC" w14:paraId="28DBB057" w14:textId="77777777" w:rsidTr="0008069A">
        <w:tc>
          <w:tcPr>
            <w:tcW w:w="8730" w:type="dxa"/>
            <w:gridSpan w:val="3"/>
          </w:tcPr>
          <w:p w14:paraId="37A75103" w14:textId="77777777" w:rsidR="0008069A" w:rsidRPr="00236DCC" w:rsidRDefault="0008069A" w:rsidP="006A7AF8">
            <w:pPr>
              <w:pStyle w:val="Textbezodsazen"/>
              <w:rPr>
                <w:b/>
              </w:rPr>
            </w:pPr>
          </w:p>
        </w:tc>
      </w:tr>
      <w:tr w:rsidR="0008069A" w:rsidRPr="00236DCC" w14:paraId="5DFB4CBC" w14:textId="77777777" w:rsidTr="0008069A">
        <w:tc>
          <w:tcPr>
            <w:tcW w:w="8730" w:type="dxa"/>
            <w:gridSpan w:val="3"/>
          </w:tcPr>
          <w:p w14:paraId="0F08C1B1" w14:textId="77777777" w:rsidR="0008069A" w:rsidRPr="00D61F50" w:rsidRDefault="0008069A" w:rsidP="006A7AF8">
            <w:pPr>
              <w:pStyle w:val="Textbezodsazen"/>
            </w:pPr>
            <w:r w:rsidRPr="00236DCC">
              <w:t>z toho:</w:t>
            </w:r>
          </w:p>
        </w:tc>
      </w:tr>
      <w:tr w:rsidR="0008069A" w:rsidRPr="00F1246E" w14:paraId="17DA2CC6" w14:textId="77777777" w:rsidTr="0008069A">
        <w:tc>
          <w:tcPr>
            <w:tcW w:w="8730" w:type="dxa"/>
            <w:gridSpan w:val="3"/>
          </w:tcPr>
          <w:p w14:paraId="0CBBB34C" w14:textId="77777777" w:rsidR="0008069A" w:rsidRPr="00236DCC" w:rsidRDefault="0008069A" w:rsidP="0008069A">
            <w:pPr>
              <w:pStyle w:val="Textbezodsazen"/>
              <w:rPr>
                <w:b/>
              </w:rPr>
            </w:pPr>
            <w:r>
              <w:rPr>
                <w:b/>
              </w:rPr>
              <w:t xml:space="preserve">A) </w:t>
            </w:r>
            <w:r w:rsidRPr="00236DCC">
              <w:rPr>
                <w:b/>
              </w:rPr>
              <w:t xml:space="preserve">Cena za </w:t>
            </w:r>
            <w:r w:rsidRPr="00D61F50">
              <w:rPr>
                <w:b/>
              </w:rPr>
              <w:t xml:space="preserve">zpracování </w:t>
            </w:r>
            <w:r>
              <w:rPr>
                <w:b/>
              </w:rPr>
              <w:t>ZP:</w:t>
            </w:r>
            <w:r w:rsidRPr="00236DCC">
              <w:rPr>
                <w:b/>
              </w:rPr>
              <w:t xml:space="preserve"> </w:t>
            </w:r>
          </w:p>
        </w:tc>
      </w:tr>
      <w:tr w:rsidR="0008069A" w:rsidRPr="00236DCC" w14:paraId="4C669CFB" w14:textId="77777777" w:rsidTr="0008069A">
        <w:tc>
          <w:tcPr>
            <w:tcW w:w="2909" w:type="dxa"/>
          </w:tcPr>
          <w:p w14:paraId="27F46A51"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910" w:type="dxa"/>
          </w:tcPr>
          <w:p w14:paraId="669F7CB7"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911" w:type="dxa"/>
          </w:tcPr>
          <w:p w14:paraId="0F8069C6"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r>
      <w:tr w:rsidR="0008069A" w:rsidRPr="00F1246E" w14:paraId="1DE2F6AC" w14:textId="77777777" w:rsidTr="0008069A">
        <w:tc>
          <w:tcPr>
            <w:tcW w:w="8730" w:type="dxa"/>
            <w:gridSpan w:val="3"/>
          </w:tcPr>
          <w:p w14:paraId="17A13109" w14:textId="12EA8867" w:rsidR="0008069A" w:rsidRPr="00236DCC" w:rsidRDefault="0008069A" w:rsidP="0008069A">
            <w:pPr>
              <w:pStyle w:val="Textbezodsazen"/>
              <w:rPr>
                <w:b/>
              </w:rPr>
            </w:pPr>
            <w:r>
              <w:rPr>
                <w:b/>
              </w:rPr>
              <w:t xml:space="preserve">B) </w:t>
            </w:r>
            <w:r w:rsidRPr="00236DCC">
              <w:rPr>
                <w:b/>
              </w:rPr>
              <w:t xml:space="preserve">Cena </w:t>
            </w:r>
            <w:r w:rsidRPr="00D61F50">
              <w:rPr>
                <w:b/>
              </w:rPr>
              <w:t xml:space="preserve">za </w:t>
            </w:r>
            <w:r>
              <w:rPr>
                <w:b/>
              </w:rPr>
              <w:t>zpracování D</w:t>
            </w:r>
            <w:r w:rsidR="00E83C28">
              <w:rPr>
                <w:b/>
              </w:rPr>
              <w:t>D</w:t>
            </w:r>
            <w:r>
              <w:rPr>
                <w:b/>
              </w:rPr>
              <w:t>:</w:t>
            </w:r>
          </w:p>
        </w:tc>
      </w:tr>
      <w:tr w:rsidR="0008069A" w:rsidRPr="00236DCC" w14:paraId="4A08A910" w14:textId="77777777" w:rsidTr="0008069A">
        <w:tc>
          <w:tcPr>
            <w:tcW w:w="2909" w:type="dxa"/>
          </w:tcPr>
          <w:p w14:paraId="271DD424"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910" w:type="dxa"/>
          </w:tcPr>
          <w:p w14:paraId="3E6030A3"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911" w:type="dxa"/>
          </w:tcPr>
          <w:p w14:paraId="0B36A29A" w14:textId="77777777" w:rsidR="0008069A" w:rsidRPr="00236DCC" w:rsidRDefault="0008069A" w:rsidP="006A7AF8">
            <w:pPr>
              <w:pStyle w:val="Textbezodsazen"/>
              <w:rPr>
                <w:b/>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r>
    </w:tbl>
    <w:p w14:paraId="494AB0B7" w14:textId="1C0B0089" w:rsidR="0008069A" w:rsidRDefault="0008069A" w:rsidP="0008069A">
      <w:pPr>
        <w:pStyle w:val="Textbezodsazen"/>
      </w:pPr>
    </w:p>
    <w:p w14:paraId="49DAFBCE" w14:textId="77777777" w:rsidR="00F95A29" w:rsidRDefault="00F95A29" w:rsidP="0008069A">
      <w:pPr>
        <w:pStyle w:val="Textbezodsazen"/>
      </w:pPr>
    </w:p>
    <w:p w14:paraId="4D033E13" w14:textId="77777777" w:rsidR="00E83C28" w:rsidRDefault="00E83C28" w:rsidP="0008069A">
      <w:pPr>
        <w:pStyle w:val="Textbezodsazen"/>
      </w:pPr>
    </w:p>
    <w:p w14:paraId="14CC7D21" w14:textId="77777777" w:rsidR="004F0093" w:rsidRDefault="004F0093" w:rsidP="00740EE9">
      <w:pPr>
        <w:pStyle w:val="Textbezodsazen"/>
      </w:pPr>
    </w:p>
    <w:p w14:paraId="03E9052D" w14:textId="77777777"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2B2C78DE" w14:textId="2B2B8B24" w:rsidR="00740EE9" w:rsidRDefault="00740EE9" w:rsidP="00740EE9">
      <w:pPr>
        <w:pStyle w:val="Nadpisbezsl1-2"/>
      </w:pPr>
      <w:r>
        <w:t>Harmonogram plnění</w:t>
      </w:r>
      <w:r w:rsidR="0008069A">
        <w:t xml:space="preserve"> </w:t>
      </w:r>
    </w:p>
    <w:p w14:paraId="03DD6F2C" w14:textId="77777777" w:rsidR="00740EE9" w:rsidRDefault="00740EE9" w:rsidP="002344F6">
      <w:pPr>
        <w:pStyle w:val="Textbezodsazen"/>
      </w:pPr>
    </w:p>
    <w:p w14:paraId="34ACDD29" w14:textId="77777777" w:rsidR="00B4461E" w:rsidRPr="00E53B0F" w:rsidRDefault="00B4461E" w:rsidP="00B4461E">
      <w:pPr>
        <w:spacing w:after="0" w:line="240" w:lineRule="auto"/>
        <w:ind w:left="426"/>
        <w:rPr>
          <w:rFonts w:eastAsia="Times New Roman" w:cs="Times New Roman"/>
          <w:sz w:val="18"/>
          <w:szCs w:val="18"/>
          <w:lang w:eastAsia="cs-CZ"/>
        </w:rPr>
      </w:pPr>
      <w:r w:rsidRPr="00E53B0F">
        <w:rPr>
          <w:rFonts w:eastAsia="Times New Roman" w:cs="Times New Roman"/>
          <w:b/>
          <w:sz w:val="18"/>
          <w:szCs w:val="18"/>
          <w:u w:val="single"/>
          <w:lang w:eastAsia="cs-CZ"/>
        </w:rPr>
        <w:t>Zahájení plnění:</w:t>
      </w:r>
      <w:r w:rsidRPr="00E53B0F">
        <w:rPr>
          <w:rFonts w:eastAsia="Times New Roman" w:cs="Times New Roman"/>
          <w:sz w:val="18"/>
          <w:szCs w:val="18"/>
          <w:lang w:eastAsia="cs-CZ"/>
        </w:rPr>
        <w:t xml:space="preserve"> dnem nabytí účinnosti smlouvy.</w:t>
      </w:r>
    </w:p>
    <w:p w14:paraId="66AD2DCE" w14:textId="77777777" w:rsidR="00B4461E" w:rsidRPr="00E53B0F" w:rsidRDefault="00B4461E" w:rsidP="00B4461E">
      <w:pPr>
        <w:spacing w:after="0" w:line="240" w:lineRule="auto"/>
        <w:ind w:left="426"/>
        <w:rPr>
          <w:rFonts w:eastAsia="Times New Roman" w:cs="Times New Roman"/>
          <w:b/>
          <w:sz w:val="18"/>
          <w:szCs w:val="18"/>
          <w:lang w:eastAsia="cs-CZ"/>
        </w:rPr>
      </w:pPr>
    </w:p>
    <w:p w14:paraId="1CC335B8" w14:textId="77777777" w:rsidR="00B4461E" w:rsidRPr="00E53B0F" w:rsidRDefault="00B4461E" w:rsidP="00B4461E">
      <w:pPr>
        <w:spacing w:after="0" w:line="240" w:lineRule="auto"/>
        <w:ind w:left="426"/>
        <w:rPr>
          <w:rFonts w:eastAsia="Times New Roman" w:cs="Times New Roman"/>
          <w:b/>
          <w:sz w:val="18"/>
          <w:szCs w:val="18"/>
          <w:u w:val="single"/>
          <w:lang w:eastAsia="cs-CZ"/>
        </w:rPr>
      </w:pPr>
      <w:r w:rsidRPr="00E53B0F">
        <w:rPr>
          <w:rFonts w:eastAsia="Times New Roman" w:cs="Times New Roman"/>
          <w:b/>
          <w:sz w:val="18"/>
          <w:szCs w:val="18"/>
          <w:u w:val="single"/>
          <w:lang w:eastAsia="cs-CZ"/>
        </w:rPr>
        <w:t>Dokončení plnění:</w:t>
      </w:r>
    </w:p>
    <w:p w14:paraId="5D22FD5C" w14:textId="77777777" w:rsidR="00F95A29" w:rsidRDefault="00F95A29" w:rsidP="00B4461E">
      <w:pPr>
        <w:spacing w:after="0" w:line="240" w:lineRule="auto"/>
        <w:ind w:left="426"/>
        <w:jc w:val="both"/>
        <w:rPr>
          <w:rFonts w:eastAsia="Times New Roman" w:cs="Times New Roman"/>
          <w:sz w:val="18"/>
          <w:szCs w:val="18"/>
          <w:lang w:eastAsia="cs-CZ"/>
        </w:rPr>
      </w:pPr>
    </w:p>
    <w:p w14:paraId="7400DBF7" w14:textId="783CAD25" w:rsidR="00C76574" w:rsidRPr="0094707D" w:rsidRDefault="0094707D" w:rsidP="0094707D">
      <w:pPr>
        <w:spacing w:after="0" w:line="240" w:lineRule="auto"/>
        <w:ind w:left="426"/>
        <w:rPr>
          <w:rFonts w:eastAsia="Times New Roman" w:cs="Times New Roman"/>
          <w:bCs/>
          <w:i/>
          <w:sz w:val="18"/>
          <w:szCs w:val="18"/>
          <w:u w:val="single"/>
          <w:lang w:eastAsia="cs-CZ"/>
        </w:rPr>
      </w:pPr>
      <w:r w:rsidRPr="0094707D">
        <w:rPr>
          <w:rFonts w:eastAsia="Times New Roman" w:cs="Times New Roman"/>
          <w:bCs/>
          <w:i/>
          <w:sz w:val="18"/>
          <w:szCs w:val="18"/>
          <w:u w:val="single"/>
          <w:lang w:eastAsia="cs-CZ"/>
        </w:rPr>
        <w:t xml:space="preserve">1. </w:t>
      </w:r>
      <w:r w:rsidR="00C76574" w:rsidRPr="0094707D">
        <w:rPr>
          <w:rFonts w:eastAsia="Times New Roman" w:cs="Times New Roman"/>
          <w:bCs/>
          <w:i/>
          <w:sz w:val="18"/>
          <w:szCs w:val="18"/>
          <w:u w:val="single"/>
          <w:lang w:eastAsia="cs-CZ"/>
        </w:rPr>
        <w:t>dílčí etapa:</w:t>
      </w:r>
    </w:p>
    <w:p w14:paraId="60038C90" w14:textId="77777777" w:rsidR="00C76574" w:rsidRPr="00C76574" w:rsidRDefault="00C76574" w:rsidP="00C76574">
      <w:pPr>
        <w:spacing w:before="120" w:after="0" w:line="240" w:lineRule="auto"/>
        <w:ind w:left="425"/>
        <w:jc w:val="both"/>
        <w:rPr>
          <w:rFonts w:eastAsia="Times New Roman" w:cs="Times New Roman"/>
          <w:sz w:val="18"/>
          <w:szCs w:val="18"/>
          <w:lang w:eastAsia="cs-CZ"/>
        </w:rPr>
      </w:pPr>
      <w:r w:rsidRPr="00C76574">
        <w:rPr>
          <w:rFonts w:eastAsia="Times New Roman" w:cs="Times New Roman"/>
          <w:sz w:val="18"/>
          <w:szCs w:val="18"/>
          <w:lang w:eastAsia="cs-CZ"/>
        </w:rPr>
        <w:t>Předmět díla v rozsahu – předložení návrhu technického řešení včetně DD </w:t>
      </w:r>
    </w:p>
    <w:p w14:paraId="033457A5" w14:textId="77777777" w:rsidR="00C76574" w:rsidRPr="00C76574" w:rsidRDefault="00C76574" w:rsidP="00C76574">
      <w:pPr>
        <w:pStyle w:val="Odstavecseseznamem"/>
        <w:numPr>
          <w:ilvl w:val="0"/>
          <w:numId w:val="44"/>
        </w:numPr>
        <w:spacing w:after="0" w:line="240" w:lineRule="auto"/>
        <w:ind w:left="462" w:hanging="36"/>
        <w:jc w:val="both"/>
        <w:rPr>
          <w:rFonts w:eastAsia="Times New Roman" w:cs="Times New Roman"/>
          <w:b/>
          <w:sz w:val="18"/>
          <w:szCs w:val="18"/>
          <w:lang w:eastAsia="cs-CZ"/>
        </w:rPr>
      </w:pPr>
      <w:r w:rsidRPr="00C76574">
        <w:rPr>
          <w:rFonts w:eastAsia="Times New Roman" w:cs="Times New Roman"/>
          <w:sz w:val="18"/>
          <w:szCs w:val="18"/>
          <w:lang w:eastAsia="cs-CZ"/>
        </w:rPr>
        <w:t xml:space="preserve">bude dokončeno a předáno </w:t>
      </w:r>
      <w:r w:rsidRPr="00C76574">
        <w:rPr>
          <w:rFonts w:eastAsia="Times New Roman" w:cs="Times New Roman"/>
          <w:b/>
          <w:sz w:val="18"/>
          <w:szCs w:val="18"/>
          <w:lang w:eastAsia="cs-CZ"/>
        </w:rPr>
        <w:t>do 5 měsíců od zahájení plnění</w:t>
      </w:r>
    </w:p>
    <w:p w14:paraId="0A12F491" w14:textId="77777777" w:rsidR="00C76574" w:rsidRPr="00C76574" w:rsidRDefault="00C76574" w:rsidP="00C76574">
      <w:pPr>
        <w:spacing w:after="0" w:line="240" w:lineRule="auto"/>
        <w:ind w:left="426"/>
        <w:jc w:val="both"/>
        <w:rPr>
          <w:rFonts w:eastAsia="Times New Roman" w:cs="Times New Roman"/>
          <w:b/>
          <w:sz w:val="18"/>
          <w:szCs w:val="18"/>
          <w:lang w:eastAsia="cs-CZ"/>
        </w:rPr>
      </w:pPr>
    </w:p>
    <w:p w14:paraId="143D04D2" w14:textId="77777777" w:rsidR="00C76574" w:rsidRPr="00C76574" w:rsidRDefault="00C76574" w:rsidP="00C76574">
      <w:pPr>
        <w:spacing w:after="0" w:line="240" w:lineRule="auto"/>
        <w:ind w:left="426"/>
        <w:jc w:val="both"/>
        <w:rPr>
          <w:rFonts w:eastAsia="Times New Roman" w:cs="Times New Roman"/>
          <w:sz w:val="18"/>
          <w:szCs w:val="18"/>
          <w:lang w:eastAsia="cs-CZ"/>
        </w:rPr>
      </w:pPr>
      <w:r w:rsidRPr="00C76574">
        <w:rPr>
          <w:rFonts w:eastAsia="Times New Roman" w:cs="Times New Roman"/>
          <w:b/>
          <w:sz w:val="18"/>
          <w:szCs w:val="18"/>
          <w:lang w:eastAsia="cs-CZ"/>
        </w:rPr>
        <w:t>Fakturováno</w:t>
      </w:r>
      <w:r w:rsidRPr="00C76574">
        <w:rPr>
          <w:rFonts w:eastAsia="Times New Roman" w:cs="Times New Roman"/>
          <w:sz w:val="18"/>
          <w:szCs w:val="18"/>
          <w:lang w:eastAsia="cs-CZ"/>
        </w:rPr>
        <w:t xml:space="preserve"> bude </w:t>
      </w:r>
      <w:r w:rsidRPr="00C76574">
        <w:rPr>
          <w:rFonts w:eastAsia="Times New Roman" w:cs="Times New Roman"/>
          <w:b/>
          <w:sz w:val="18"/>
          <w:szCs w:val="18"/>
          <w:lang w:eastAsia="cs-CZ"/>
        </w:rPr>
        <w:t xml:space="preserve">30 </w:t>
      </w:r>
      <w:r w:rsidRPr="00C76574">
        <w:rPr>
          <w:rFonts w:eastAsia="Times New Roman" w:cs="Times New Roman"/>
          <w:sz w:val="18"/>
          <w:szCs w:val="18"/>
          <w:lang w:eastAsia="cs-CZ"/>
        </w:rPr>
        <w:t>% ceny díla za zpracování Záměru projektu a DD.</w:t>
      </w:r>
    </w:p>
    <w:p w14:paraId="03EEA1DC" w14:textId="77777777" w:rsidR="00C76574" w:rsidRPr="00C76574" w:rsidRDefault="00C76574" w:rsidP="00C76574">
      <w:pPr>
        <w:spacing w:after="0" w:line="240" w:lineRule="auto"/>
        <w:ind w:left="426"/>
        <w:jc w:val="both"/>
        <w:rPr>
          <w:rFonts w:eastAsia="Times New Roman" w:cs="Times New Roman"/>
          <w:b/>
          <w:sz w:val="18"/>
          <w:szCs w:val="18"/>
          <w:highlight w:val="green"/>
          <w:lang w:eastAsia="cs-CZ"/>
        </w:rPr>
      </w:pPr>
    </w:p>
    <w:p w14:paraId="74C41447" w14:textId="68189495" w:rsidR="00C76574" w:rsidRPr="0094707D" w:rsidRDefault="0094707D" w:rsidP="0094707D">
      <w:pPr>
        <w:spacing w:after="0" w:line="240" w:lineRule="auto"/>
        <w:ind w:left="426"/>
        <w:rPr>
          <w:rFonts w:eastAsia="Times New Roman" w:cs="Times New Roman"/>
          <w:bCs/>
          <w:i/>
          <w:sz w:val="18"/>
          <w:szCs w:val="18"/>
          <w:u w:val="single"/>
          <w:lang w:eastAsia="cs-CZ"/>
        </w:rPr>
      </w:pPr>
      <w:r w:rsidRPr="0094707D">
        <w:rPr>
          <w:rFonts w:eastAsia="Times New Roman" w:cs="Times New Roman"/>
          <w:bCs/>
          <w:i/>
          <w:sz w:val="18"/>
          <w:szCs w:val="18"/>
          <w:u w:val="single"/>
          <w:lang w:eastAsia="cs-CZ"/>
        </w:rPr>
        <w:t xml:space="preserve">2. </w:t>
      </w:r>
      <w:r w:rsidR="00C76574" w:rsidRPr="0094707D">
        <w:rPr>
          <w:rFonts w:eastAsia="Times New Roman" w:cs="Times New Roman"/>
          <w:bCs/>
          <w:i/>
          <w:sz w:val="18"/>
          <w:szCs w:val="18"/>
          <w:u w:val="single"/>
          <w:lang w:eastAsia="cs-CZ"/>
        </w:rPr>
        <w:t>dílčí etapa:</w:t>
      </w:r>
    </w:p>
    <w:p w14:paraId="214AD574" w14:textId="77777777" w:rsidR="00C76574" w:rsidRPr="00C76574" w:rsidRDefault="00C76574" w:rsidP="00C76574">
      <w:pPr>
        <w:spacing w:before="120" w:after="0" w:line="240" w:lineRule="auto"/>
        <w:ind w:left="425"/>
        <w:jc w:val="both"/>
        <w:rPr>
          <w:rFonts w:eastAsia="Times New Roman" w:cs="Times New Roman"/>
          <w:sz w:val="18"/>
          <w:szCs w:val="18"/>
          <w:lang w:eastAsia="cs-CZ"/>
        </w:rPr>
      </w:pPr>
      <w:r w:rsidRPr="00C76574">
        <w:rPr>
          <w:rFonts w:eastAsia="Times New Roman" w:cs="Times New Roman"/>
          <w:sz w:val="18"/>
          <w:szCs w:val="18"/>
          <w:lang w:eastAsia="cs-CZ"/>
        </w:rPr>
        <w:t>Předmět díla v rozsahu – odevzdání Záměru projektu a DD k připomínkám</w:t>
      </w:r>
    </w:p>
    <w:p w14:paraId="4EEB835B" w14:textId="77777777" w:rsidR="00C76574" w:rsidRPr="00C76574" w:rsidRDefault="00C76574" w:rsidP="00C76574">
      <w:pPr>
        <w:spacing w:after="0" w:line="240" w:lineRule="auto"/>
        <w:ind w:left="426"/>
        <w:jc w:val="both"/>
        <w:rPr>
          <w:rFonts w:eastAsia="Times New Roman" w:cs="Times New Roman"/>
          <w:b/>
          <w:sz w:val="18"/>
          <w:szCs w:val="18"/>
          <w:lang w:eastAsia="cs-CZ"/>
        </w:rPr>
      </w:pPr>
      <w:r w:rsidRPr="00C76574">
        <w:rPr>
          <w:rFonts w:eastAsia="Times New Roman" w:cs="Times New Roman"/>
          <w:sz w:val="18"/>
          <w:szCs w:val="18"/>
          <w:lang w:eastAsia="cs-CZ"/>
        </w:rPr>
        <w:t xml:space="preserve">- bude dokončeno a předáno </w:t>
      </w:r>
      <w:r w:rsidRPr="00C76574">
        <w:rPr>
          <w:rFonts w:eastAsia="Times New Roman" w:cs="Times New Roman"/>
          <w:b/>
          <w:sz w:val="18"/>
          <w:szCs w:val="18"/>
          <w:lang w:eastAsia="cs-CZ"/>
        </w:rPr>
        <w:t>do 10 měsíců od zahájení plnění</w:t>
      </w:r>
    </w:p>
    <w:p w14:paraId="3C1B0716" w14:textId="77777777" w:rsidR="00C76574" w:rsidRPr="00C76574" w:rsidRDefault="00C76574" w:rsidP="00C76574">
      <w:pPr>
        <w:spacing w:after="0" w:line="240" w:lineRule="auto"/>
        <w:ind w:left="426"/>
        <w:jc w:val="both"/>
        <w:rPr>
          <w:rFonts w:eastAsia="Times New Roman" w:cs="Times New Roman"/>
          <w:b/>
          <w:sz w:val="18"/>
          <w:szCs w:val="18"/>
          <w:lang w:eastAsia="cs-CZ"/>
        </w:rPr>
      </w:pPr>
    </w:p>
    <w:p w14:paraId="73EBA657" w14:textId="77777777" w:rsidR="00C76574" w:rsidRPr="00C76574" w:rsidRDefault="00C76574" w:rsidP="00C76574">
      <w:pPr>
        <w:spacing w:after="0" w:line="240" w:lineRule="auto"/>
        <w:ind w:left="426"/>
        <w:jc w:val="both"/>
        <w:rPr>
          <w:rFonts w:eastAsia="Times New Roman" w:cs="Times New Roman"/>
          <w:b/>
          <w:sz w:val="18"/>
          <w:szCs w:val="18"/>
          <w:lang w:eastAsia="cs-CZ"/>
        </w:rPr>
      </w:pPr>
      <w:r w:rsidRPr="00C76574">
        <w:rPr>
          <w:rFonts w:eastAsia="Times New Roman" w:cs="Times New Roman"/>
          <w:b/>
          <w:sz w:val="18"/>
          <w:szCs w:val="18"/>
          <w:lang w:eastAsia="cs-CZ"/>
        </w:rPr>
        <w:t>Fakturováno</w:t>
      </w:r>
      <w:r w:rsidRPr="00C76574">
        <w:rPr>
          <w:rFonts w:eastAsia="Times New Roman" w:cs="Times New Roman"/>
          <w:sz w:val="18"/>
          <w:szCs w:val="18"/>
          <w:lang w:eastAsia="cs-CZ"/>
        </w:rPr>
        <w:t xml:space="preserve"> bude </w:t>
      </w:r>
      <w:r w:rsidRPr="00C76574">
        <w:rPr>
          <w:rFonts w:eastAsia="Times New Roman" w:cs="Times New Roman"/>
          <w:b/>
          <w:sz w:val="18"/>
          <w:szCs w:val="18"/>
          <w:lang w:eastAsia="cs-CZ"/>
        </w:rPr>
        <w:t xml:space="preserve">40 </w:t>
      </w:r>
      <w:r w:rsidRPr="00C76574">
        <w:rPr>
          <w:rFonts w:eastAsia="Times New Roman" w:cs="Times New Roman"/>
          <w:sz w:val="18"/>
          <w:szCs w:val="18"/>
          <w:lang w:eastAsia="cs-CZ"/>
        </w:rPr>
        <w:t>% ceny díla za zpracování Záměru projektu a DD.</w:t>
      </w:r>
    </w:p>
    <w:p w14:paraId="32593F28" w14:textId="77777777" w:rsidR="00C76574" w:rsidRPr="00C76574" w:rsidRDefault="00C76574" w:rsidP="00C76574">
      <w:pPr>
        <w:spacing w:after="0" w:line="240" w:lineRule="auto"/>
        <w:ind w:left="425"/>
        <w:jc w:val="both"/>
        <w:rPr>
          <w:rFonts w:eastAsia="Times New Roman" w:cs="Times New Roman"/>
          <w:sz w:val="18"/>
          <w:szCs w:val="18"/>
          <w:highlight w:val="green"/>
          <w:lang w:eastAsia="cs-CZ"/>
        </w:rPr>
      </w:pPr>
    </w:p>
    <w:p w14:paraId="24D8BC92" w14:textId="77777777" w:rsidR="00C76574" w:rsidRPr="00C61710" w:rsidRDefault="00C76574" w:rsidP="00C76574">
      <w:pPr>
        <w:spacing w:after="0" w:line="240" w:lineRule="auto"/>
        <w:ind w:left="425"/>
        <w:jc w:val="both"/>
        <w:rPr>
          <w:rFonts w:eastAsia="Times New Roman" w:cs="Times New Roman"/>
          <w:bCs/>
          <w:sz w:val="18"/>
          <w:szCs w:val="18"/>
          <w:highlight w:val="green"/>
          <w:lang w:eastAsia="cs-CZ"/>
        </w:rPr>
      </w:pPr>
      <w:r w:rsidRPr="00C61710">
        <w:rPr>
          <w:rFonts w:eastAsia="Times New Roman" w:cs="Arial"/>
          <w:bCs/>
          <w:i/>
          <w:sz w:val="18"/>
          <w:szCs w:val="18"/>
          <w:u w:val="single"/>
          <w:lang w:eastAsia="cs-CZ"/>
        </w:rPr>
        <w:t>3. dílčí etapa</w:t>
      </w:r>
      <w:r w:rsidRPr="00C61710">
        <w:rPr>
          <w:rFonts w:eastAsia="Times New Roman" w:cs="Times New Roman"/>
          <w:bCs/>
          <w:i/>
          <w:sz w:val="18"/>
          <w:szCs w:val="18"/>
          <w:u w:val="single"/>
          <w:lang w:eastAsia="cs-CZ"/>
        </w:rPr>
        <w:t>, konečný termín odevzdání Záměru projektu a DD</w:t>
      </w:r>
      <w:r w:rsidRPr="00C61710">
        <w:rPr>
          <w:rFonts w:eastAsia="Times New Roman" w:cs="Arial"/>
          <w:bCs/>
          <w:i/>
          <w:sz w:val="18"/>
          <w:szCs w:val="18"/>
          <w:u w:val="single"/>
          <w:lang w:eastAsia="cs-CZ"/>
        </w:rPr>
        <w:t>:</w:t>
      </w:r>
    </w:p>
    <w:p w14:paraId="29C6FB1E" w14:textId="77777777" w:rsidR="00C76574" w:rsidRPr="00C76574" w:rsidRDefault="00C76574" w:rsidP="00C76574">
      <w:pPr>
        <w:spacing w:before="120" w:after="0" w:line="240" w:lineRule="auto"/>
        <w:ind w:left="425"/>
        <w:jc w:val="both"/>
        <w:rPr>
          <w:rFonts w:eastAsia="Times New Roman" w:cs="Times New Roman"/>
          <w:sz w:val="18"/>
          <w:szCs w:val="18"/>
          <w:lang w:eastAsia="cs-CZ"/>
        </w:rPr>
      </w:pPr>
      <w:r w:rsidRPr="00C76574">
        <w:rPr>
          <w:rFonts w:eastAsia="Times New Roman" w:cs="Times New Roman"/>
          <w:sz w:val="18"/>
          <w:szCs w:val="18"/>
          <w:lang w:eastAsia="cs-CZ"/>
        </w:rPr>
        <w:t>Předmět díla v rozsahu – odevzdání Záměru projektu a DD se zapracovanými a projednanými připomínkami</w:t>
      </w:r>
    </w:p>
    <w:p w14:paraId="519C6BB7" w14:textId="77777777" w:rsidR="00C76574" w:rsidRPr="00C76574" w:rsidRDefault="00C76574" w:rsidP="00C76574">
      <w:pPr>
        <w:spacing w:after="0" w:line="240" w:lineRule="auto"/>
        <w:ind w:left="426"/>
        <w:jc w:val="both"/>
        <w:rPr>
          <w:rFonts w:eastAsia="Times New Roman" w:cs="Times New Roman"/>
          <w:b/>
          <w:sz w:val="18"/>
          <w:szCs w:val="18"/>
          <w:lang w:eastAsia="cs-CZ"/>
        </w:rPr>
      </w:pPr>
      <w:r w:rsidRPr="00C76574">
        <w:rPr>
          <w:rFonts w:eastAsia="Times New Roman" w:cs="Times New Roman"/>
          <w:sz w:val="18"/>
          <w:szCs w:val="18"/>
          <w:lang w:eastAsia="cs-CZ"/>
        </w:rPr>
        <w:t xml:space="preserve">– bude dokončeno a předáno </w:t>
      </w:r>
      <w:r w:rsidRPr="00C76574">
        <w:rPr>
          <w:rFonts w:eastAsia="Times New Roman" w:cs="Times New Roman"/>
          <w:b/>
          <w:sz w:val="18"/>
          <w:szCs w:val="18"/>
          <w:lang w:eastAsia="cs-CZ"/>
        </w:rPr>
        <w:t>do 14 měsíců od zahájení plnění</w:t>
      </w:r>
    </w:p>
    <w:p w14:paraId="78DD1FB2" w14:textId="77777777" w:rsidR="00C76574" w:rsidRPr="00C76574" w:rsidRDefault="00C76574" w:rsidP="00C76574">
      <w:pPr>
        <w:spacing w:after="0" w:line="240" w:lineRule="auto"/>
        <w:ind w:left="426"/>
        <w:jc w:val="both"/>
        <w:rPr>
          <w:rFonts w:eastAsia="Times New Roman" w:cs="Times New Roman"/>
          <w:b/>
          <w:sz w:val="18"/>
          <w:szCs w:val="18"/>
          <w:lang w:eastAsia="cs-CZ"/>
        </w:rPr>
      </w:pPr>
    </w:p>
    <w:p w14:paraId="6532D063" w14:textId="3B9AC40F" w:rsidR="00C76574" w:rsidRPr="00C76574" w:rsidRDefault="00C76574" w:rsidP="00C76574">
      <w:pPr>
        <w:spacing w:after="0" w:line="240" w:lineRule="auto"/>
        <w:ind w:left="426"/>
        <w:jc w:val="both"/>
        <w:rPr>
          <w:rFonts w:eastAsia="Times New Roman" w:cs="Times New Roman"/>
          <w:sz w:val="18"/>
          <w:szCs w:val="18"/>
          <w:lang w:eastAsia="cs-CZ"/>
        </w:rPr>
      </w:pPr>
      <w:r w:rsidRPr="00C76574">
        <w:rPr>
          <w:rFonts w:eastAsia="Times New Roman" w:cs="Times New Roman"/>
          <w:b/>
          <w:sz w:val="18"/>
          <w:szCs w:val="18"/>
          <w:lang w:eastAsia="cs-CZ"/>
        </w:rPr>
        <w:t>Fakturováno</w:t>
      </w:r>
      <w:r w:rsidRPr="00C76574">
        <w:rPr>
          <w:rFonts w:eastAsia="Times New Roman" w:cs="Times New Roman"/>
          <w:sz w:val="18"/>
          <w:szCs w:val="18"/>
          <w:lang w:eastAsia="cs-CZ"/>
        </w:rPr>
        <w:t xml:space="preserve"> bude </w:t>
      </w:r>
      <w:r w:rsidRPr="00C76574">
        <w:rPr>
          <w:rFonts w:eastAsia="Times New Roman" w:cs="Times New Roman"/>
          <w:b/>
          <w:sz w:val="18"/>
          <w:szCs w:val="18"/>
          <w:lang w:eastAsia="cs-CZ"/>
        </w:rPr>
        <w:t xml:space="preserve">30 </w:t>
      </w:r>
      <w:r w:rsidRPr="00C76574">
        <w:rPr>
          <w:rFonts w:eastAsia="Times New Roman" w:cs="Times New Roman"/>
          <w:sz w:val="18"/>
          <w:szCs w:val="18"/>
          <w:lang w:eastAsia="cs-CZ"/>
        </w:rPr>
        <w:t>% ceny díla za zpracování Záměru projektu a DD</w:t>
      </w:r>
      <w:r>
        <w:rPr>
          <w:rFonts w:eastAsia="Times New Roman" w:cs="Times New Roman"/>
          <w:sz w:val="18"/>
          <w:szCs w:val="18"/>
          <w:lang w:eastAsia="cs-CZ"/>
        </w:rPr>
        <w:t>.</w:t>
      </w:r>
    </w:p>
    <w:p w14:paraId="58D16D32" w14:textId="77777777" w:rsidR="002344F6" w:rsidRDefault="002344F6" w:rsidP="002344F6">
      <w:pPr>
        <w:pStyle w:val="Textbezodsazen"/>
      </w:pPr>
    </w:p>
    <w:p w14:paraId="7556EDB4" w14:textId="77777777"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2BE3AF71" w14:textId="77777777" w:rsidR="002344F6" w:rsidRDefault="002344F6" w:rsidP="002344F6">
      <w:pPr>
        <w:pStyle w:val="Nadpisbezsl1-2"/>
      </w:pPr>
      <w:r>
        <w:t>Za Objednatele</w:t>
      </w:r>
    </w:p>
    <w:p w14:paraId="58CE470F"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61710" w:rsidRPr="00F95FBD" w14:paraId="220C0EC3" w14:textId="77777777" w:rsidTr="00C6171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8EF73" w14:textId="77777777" w:rsidR="00C61710" w:rsidRPr="00F95FBD" w:rsidRDefault="00C61710" w:rsidP="00C61710">
            <w:pPr>
              <w:pStyle w:val="Tabulka"/>
              <w:rPr>
                <w:rStyle w:val="Nadpisvtabulce"/>
              </w:rPr>
            </w:pPr>
            <w:r w:rsidRPr="00F95FBD">
              <w:rPr>
                <w:rStyle w:val="Nadpisvtabulce"/>
              </w:rPr>
              <w:t>Jméno a příjmení</w:t>
            </w:r>
          </w:p>
        </w:tc>
        <w:tc>
          <w:tcPr>
            <w:tcW w:w="5812" w:type="dxa"/>
            <w:shd w:val="clear" w:color="auto" w:fill="auto"/>
            <w:vAlign w:val="top"/>
          </w:tcPr>
          <w:p w14:paraId="06602EF6" w14:textId="56299AC9" w:rsidR="00C61710" w:rsidRPr="00131DBB" w:rsidRDefault="00C61710" w:rsidP="00C6171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F0795">
              <w:rPr>
                <w:b/>
                <w:bCs/>
              </w:rPr>
              <w:t>Ing. Miroslav Bocák, ředitel Stavební správy východ</w:t>
            </w:r>
          </w:p>
        </w:tc>
      </w:tr>
      <w:tr w:rsidR="00C61710" w:rsidRPr="00F95FBD" w14:paraId="4ADAE6C6" w14:textId="77777777" w:rsidTr="00C6171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F0F21" w14:textId="77777777" w:rsidR="00C61710" w:rsidRPr="00F95FBD" w:rsidRDefault="00C61710" w:rsidP="00C61710">
            <w:pPr>
              <w:pStyle w:val="Tabulka"/>
            </w:pPr>
            <w:r w:rsidRPr="00F95FBD">
              <w:t>Adresa</w:t>
            </w:r>
          </w:p>
        </w:tc>
        <w:tc>
          <w:tcPr>
            <w:tcW w:w="5812" w:type="dxa"/>
            <w:shd w:val="clear" w:color="auto" w:fill="auto"/>
            <w:vAlign w:val="top"/>
          </w:tcPr>
          <w:p w14:paraId="2E47AFC9" w14:textId="1523F547" w:rsidR="00C61710" w:rsidRPr="00131DBB" w:rsidRDefault="00C61710" w:rsidP="00C617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0795">
              <w:t>Nerudova 773/1, 779 00 Olomouc</w:t>
            </w:r>
          </w:p>
        </w:tc>
      </w:tr>
      <w:tr w:rsidR="00C61710" w:rsidRPr="00F95FBD" w14:paraId="3DA146FF" w14:textId="77777777" w:rsidTr="00C6171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421DB" w14:textId="77777777" w:rsidR="00C61710" w:rsidRPr="00F95FBD" w:rsidRDefault="00C61710" w:rsidP="00C61710">
            <w:pPr>
              <w:pStyle w:val="Tabulka"/>
            </w:pPr>
            <w:r w:rsidRPr="00F95FBD">
              <w:t>E-mail</w:t>
            </w:r>
          </w:p>
        </w:tc>
        <w:tc>
          <w:tcPr>
            <w:tcW w:w="5812" w:type="dxa"/>
            <w:shd w:val="clear" w:color="auto" w:fill="auto"/>
            <w:vAlign w:val="top"/>
          </w:tcPr>
          <w:p w14:paraId="2E742454" w14:textId="1F856802" w:rsidR="00C61710" w:rsidRPr="00131DBB" w:rsidRDefault="007E49AD" w:rsidP="00C6171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C61710" w:rsidRPr="000F1446">
                <w:rPr>
                  <w:rFonts w:eastAsia="Times New Roman" w:cs="Arial"/>
                </w:rPr>
                <w:t>Bocak@spravazeleznic.cz</w:t>
              </w:r>
            </w:hyperlink>
            <w:r w:rsidR="00C61710" w:rsidRPr="006F0795">
              <w:t xml:space="preserve"> </w:t>
            </w:r>
          </w:p>
        </w:tc>
      </w:tr>
      <w:tr w:rsidR="00C61710" w:rsidRPr="00F95FBD" w14:paraId="023610E0" w14:textId="77777777" w:rsidTr="00C6171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D6C91" w14:textId="77777777" w:rsidR="00C61710" w:rsidRPr="00F95FBD" w:rsidRDefault="00C61710" w:rsidP="00C61710">
            <w:pPr>
              <w:pStyle w:val="Tabulka"/>
            </w:pPr>
            <w:r w:rsidRPr="00F95FBD">
              <w:t>Telefon</w:t>
            </w:r>
          </w:p>
        </w:tc>
        <w:tc>
          <w:tcPr>
            <w:tcW w:w="5812" w:type="dxa"/>
            <w:shd w:val="clear" w:color="auto" w:fill="auto"/>
            <w:vAlign w:val="top"/>
          </w:tcPr>
          <w:p w14:paraId="4A892D97" w14:textId="5BF3C594" w:rsidR="00C61710" w:rsidRPr="00131DBB" w:rsidRDefault="00C61710" w:rsidP="00C6171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F0795">
              <w:t>+420 606 780 184</w:t>
            </w:r>
          </w:p>
        </w:tc>
      </w:tr>
    </w:tbl>
    <w:p w14:paraId="6F320364" w14:textId="77777777" w:rsidR="002344F6" w:rsidRDefault="002344F6" w:rsidP="002344F6">
      <w:pPr>
        <w:pStyle w:val="Textbezodsazen"/>
      </w:pPr>
    </w:p>
    <w:p w14:paraId="70ABF67B" w14:textId="77777777" w:rsidR="008B1055" w:rsidRPr="00B44922" w:rsidRDefault="008B1055" w:rsidP="008B1055">
      <w:pPr>
        <w:pStyle w:val="Nadpistabulky"/>
        <w:rPr>
          <w:rFonts w:asciiTheme="minorHAnsi" w:hAnsiTheme="minorHAnsi"/>
          <w:sz w:val="18"/>
          <w:szCs w:val="18"/>
        </w:rPr>
      </w:pPr>
      <w:r w:rsidRPr="00B44922">
        <w:rPr>
          <w:rFonts w:asciiTheme="minorHAnsi" w:hAnsiTheme="minorHAnsi"/>
          <w:sz w:val="18"/>
          <w:szCs w:val="18"/>
        </w:rPr>
        <w:t xml:space="preserve">Ve věcech </w:t>
      </w:r>
      <w:r w:rsidRPr="00B44922">
        <w:rPr>
          <w:sz w:val="18"/>
          <w:szCs w:val="18"/>
        </w:rPr>
        <w:t>smluvních</w:t>
      </w:r>
      <w:r w:rsidRPr="00B44922">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8B1055" w:rsidRPr="00B44922" w14:paraId="2CBF99D2" w14:textId="77777777" w:rsidTr="007E7A7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BCFBD" w14:textId="77777777" w:rsidR="008B1055" w:rsidRPr="00B44922" w:rsidRDefault="008B1055" w:rsidP="007E7A7E">
            <w:pPr>
              <w:pStyle w:val="Tabulka"/>
              <w:rPr>
                <w:rStyle w:val="Nadpisvtabulce"/>
              </w:rPr>
            </w:pPr>
            <w:r w:rsidRPr="00B44922">
              <w:rPr>
                <w:rStyle w:val="Nadpisvtabulce"/>
              </w:rPr>
              <w:t>Jméno a příjmení</w:t>
            </w:r>
          </w:p>
        </w:tc>
        <w:tc>
          <w:tcPr>
            <w:tcW w:w="5812" w:type="dxa"/>
            <w:shd w:val="clear" w:color="auto" w:fill="auto"/>
          </w:tcPr>
          <w:p w14:paraId="15FD2D4D" w14:textId="77777777" w:rsidR="008B1055" w:rsidRPr="006F0795" w:rsidRDefault="008B1055" w:rsidP="007E7A7E">
            <w:pPr>
              <w:pStyle w:val="Tabulka"/>
              <w:cnfStyle w:val="100000000000" w:firstRow="1" w:lastRow="0" w:firstColumn="0" w:lastColumn="0" w:oddVBand="0" w:evenVBand="0" w:oddHBand="0" w:evenHBand="0" w:firstRowFirstColumn="0" w:firstRowLastColumn="0" w:lastRowFirstColumn="0" w:lastRowLastColumn="0"/>
              <w:rPr>
                <w:b/>
                <w:bCs/>
              </w:rPr>
            </w:pPr>
            <w:r w:rsidRPr="006F0795">
              <w:rPr>
                <w:b/>
                <w:bCs/>
              </w:rPr>
              <w:t>Mgr. Markéta Volfová, právník Stavební správy východ</w:t>
            </w:r>
          </w:p>
        </w:tc>
      </w:tr>
      <w:tr w:rsidR="008B1055" w:rsidRPr="00B44922" w14:paraId="5CA81CF8" w14:textId="77777777" w:rsidTr="007E7A7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7CE5A1" w14:textId="77777777" w:rsidR="008B1055" w:rsidRPr="00B44922" w:rsidRDefault="008B1055" w:rsidP="007E7A7E">
            <w:pPr>
              <w:pStyle w:val="Tabulka"/>
            </w:pPr>
            <w:r w:rsidRPr="00B44922">
              <w:t>Adresa</w:t>
            </w:r>
          </w:p>
        </w:tc>
        <w:tc>
          <w:tcPr>
            <w:tcW w:w="5812" w:type="dxa"/>
            <w:shd w:val="clear" w:color="auto" w:fill="auto"/>
            <w:vAlign w:val="top"/>
          </w:tcPr>
          <w:p w14:paraId="4B82313F" w14:textId="77777777" w:rsidR="008B1055" w:rsidRPr="00B44922" w:rsidRDefault="008B1055" w:rsidP="007E7A7E">
            <w:pPr>
              <w:pStyle w:val="Tabulka"/>
              <w:cnfStyle w:val="000000000000" w:firstRow="0" w:lastRow="0" w:firstColumn="0" w:lastColumn="0" w:oddVBand="0" w:evenVBand="0" w:oddHBand="0" w:evenHBand="0" w:firstRowFirstColumn="0" w:firstRowLastColumn="0" w:lastRowFirstColumn="0" w:lastRowLastColumn="0"/>
            </w:pPr>
            <w:r>
              <w:t>Nerudova 773/1, 779 00 Olomouc</w:t>
            </w:r>
          </w:p>
        </w:tc>
      </w:tr>
      <w:tr w:rsidR="008B1055" w:rsidRPr="00B44922" w14:paraId="252AF06E" w14:textId="77777777" w:rsidTr="007E7A7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6C4331" w14:textId="77777777" w:rsidR="008B1055" w:rsidRPr="00B44922" w:rsidRDefault="008B1055" w:rsidP="007E7A7E">
            <w:pPr>
              <w:pStyle w:val="Tabulka"/>
            </w:pPr>
            <w:r w:rsidRPr="00B44922">
              <w:t>E-mail</w:t>
            </w:r>
          </w:p>
        </w:tc>
        <w:tc>
          <w:tcPr>
            <w:tcW w:w="5812" w:type="dxa"/>
            <w:shd w:val="clear" w:color="auto" w:fill="auto"/>
            <w:vAlign w:val="top"/>
          </w:tcPr>
          <w:p w14:paraId="2C5A7443" w14:textId="77777777" w:rsidR="008B1055" w:rsidRPr="00B44922" w:rsidRDefault="008B1055" w:rsidP="007E7A7E">
            <w:pPr>
              <w:pStyle w:val="Tabulka"/>
              <w:cnfStyle w:val="000000000000" w:firstRow="0" w:lastRow="0" w:firstColumn="0" w:lastColumn="0" w:oddVBand="0" w:evenVBand="0" w:oddHBand="0" w:evenHBand="0" w:firstRowFirstColumn="0" w:firstRowLastColumn="0" w:lastRowFirstColumn="0" w:lastRowLastColumn="0"/>
            </w:pPr>
            <w:r w:rsidRPr="000F1446">
              <w:rPr>
                <w:rFonts w:eastAsia="Times New Roman" w:cs="Arial"/>
              </w:rPr>
              <w:t>Volfova@spravazeleznic.cz</w:t>
            </w:r>
          </w:p>
        </w:tc>
      </w:tr>
      <w:tr w:rsidR="008B1055" w:rsidRPr="00B44922" w14:paraId="7ED30438" w14:textId="77777777" w:rsidTr="007E7A7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66760" w14:textId="77777777" w:rsidR="008B1055" w:rsidRPr="00B44922" w:rsidRDefault="008B1055" w:rsidP="007E7A7E">
            <w:pPr>
              <w:pStyle w:val="Tabulka"/>
            </w:pPr>
            <w:r w:rsidRPr="00B44922">
              <w:t>Telefon</w:t>
            </w:r>
          </w:p>
        </w:tc>
        <w:tc>
          <w:tcPr>
            <w:tcW w:w="5812" w:type="dxa"/>
            <w:shd w:val="clear" w:color="auto" w:fill="auto"/>
            <w:vAlign w:val="top"/>
          </w:tcPr>
          <w:p w14:paraId="3CC8CFA7" w14:textId="77777777" w:rsidR="008B1055" w:rsidRPr="00B44922" w:rsidRDefault="008B1055" w:rsidP="007E7A7E">
            <w:pPr>
              <w:pStyle w:val="Tabulka"/>
              <w:cnfStyle w:val="000000000000" w:firstRow="0" w:lastRow="0" w:firstColumn="0" w:lastColumn="0" w:oddVBand="0" w:evenVBand="0" w:oddHBand="0" w:evenHBand="0" w:firstRowFirstColumn="0" w:firstRowLastColumn="0" w:lastRowFirstColumn="0" w:lastRowLastColumn="0"/>
            </w:pPr>
            <w:r>
              <w:t>+420 725 915 943</w:t>
            </w:r>
          </w:p>
        </w:tc>
      </w:tr>
    </w:tbl>
    <w:p w14:paraId="48171B03" w14:textId="77777777" w:rsidR="008B1055" w:rsidRDefault="008B1055" w:rsidP="002344F6">
      <w:pPr>
        <w:pStyle w:val="Textbezodsazen"/>
      </w:pPr>
    </w:p>
    <w:p w14:paraId="6CB8FF00"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CEAE20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B948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D1D6CFD" w14:textId="1823F8EE" w:rsidR="002344F6" w:rsidRPr="008B1055" w:rsidRDefault="00C61710" w:rsidP="002344F6">
            <w:pPr>
              <w:pStyle w:val="Tabulka"/>
              <w:cnfStyle w:val="100000000000" w:firstRow="1" w:lastRow="0" w:firstColumn="0" w:lastColumn="0" w:oddVBand="0" w:evenVBand="0" w:oddHBand="0" w:evenHBand="0" w:firstRowFirstColumn="0" w:firstRowLastColumn="0" w:lastRowFirstColumn="0" w:lastRowLastColumn="0"/>
              <w:rPr>
                <w:b/>
                <w:bCs/>
              </w:rPr>
            </w:pPr>
            <w:r w:rsidRPr="008B1055">
              <w:rPr>
                <w:b/>
                <w:bCs/>
              </w:rPr>
              <w:t>Ing. Jiří Dittmer</w:t>
            </w:r>
          </w:p>
        </w:tc>
      </w:tr>
      <w:tr w:rsidR="002344F6" w:rsidRPr="00F95FBD" w14:paraId="4C79D9D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D0DC4" w14:textId="77777777" w:rsidR="002344F6" w:rsidRPr="00F95FBD" w:rsidRDefault="002344F6" w:rsidP="002344F6">
            <w:pPr>
              <w:pStyle w:val="Tabulka"/>
            </w:pPr>
            <w:r w:rsidRPr="00F95FBD">
              <w:t>Adresa</w:t>
            </w:r>
          </w:p>
        </w:tc>
        <w:tc>
          <w:tcPr>
            <w:tcW w:w="5812" w:type="dxa"/>
            <w:shd w:val="clear" w:color="auto" w:fill="auto"/>
          </w:tcPr>
          <w:p w14:paraId="3635E408" w14:textId="4D347B74" w:rsidR="002344F6" w:rsidRPr="00FB4272" w:rsidRDefault="00C61710"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5EDD">
              <w:t>Nerudova 773/1, 779 00 Olomouc</w:t>
            </w:r>
          </w:p>
        </w:tc>
      </w:tr>
      <w:tr w:rsidR="002344F6" w:rsidRPr="00F95FBD" w14:paraId="0E2404C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75CF4" w14:textId="77777777" w:rsidR="002344F6" w:rsidRPr="00F95FBD" w:rsidRDefault="002344F6" w:rsidP="002344F6">
            <w:pPr>
              <w:pStyle w:val="Tabulka"/>
            </w:pPr>
            <w:r w:rsidRPr="00F95FBD">
              <w:t>E-mail</w:t>
            </w:r>
          </w:p>
        </w:tc>
        <w:tc>
          <w:tcPr>
            <w:tcW w:w="5812" w:type="dxa"/>
            <w:shd w:val="clear" w:color="auto" w:fill="auto"/>
          </w:tcPr>
          <w:p w14:paraId="24A5F7E6" w14:textId="7BD79883" w:rsidR="002344F6" w:rsidRPr="00FB4272" w:rsidRDefault="000F144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eastAsia="Times New Roman" w:cs="Arial"/>
              </w:rPr>
              <w:t>D</w:t>
            </w:r>
            <w:r w:rsidR="00C61710">
              <w:rPr>
                <w:rFonts w:eastAsia="Times New Roman" w:cs="Arial"/>
              </w:rPr>
              <w:t>ittmer@spravazeleznic.cz</w:t>
            </w:r>
          </w:p>
        </w:tc>
      </w:tr>
      <w:tr w:rsidR="002344F6" w:rsidRPr="00F95FBD" w14:paraId="69676C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71D8F" w14:textId="77777777" w:rsidR="002344F6" w:rsidRPr="00C61710" w:rsidRDefault="002344F6" w:rsidP="002344F6">
            <w:pPr>
              <w:pStyle w:val="Tabulka"/>
            </w:pPr>
            <w:r w:rsidRPr="00C61710">
              <w:t>Telefon</w:t>
            </w:r>
          </w:p>
        </w:tc>
        <w:tc>
          <w:tcPr>
            <w:tcW w:w="5812" w:type="dxa"/>
            <w:shd w:val="clear" w:color="auto" w:fill="auto"/>
          </w:tcPr>
          <w:p w14:paraId="5595A853" w14:textId="31357BDB" w:rsidR="002344F6" w:rsidRPr="00C61710" w:rsidRDefault="00C61710" w:rsidP="002344F6">
            <w:pPr>
              <w:pStyle w:val="Tabulka"/>
              <w:cnfStyle w:val="000000000000" w:firstRow="0" w:lastRow="0" w:firstColumn="0" w:lastColumn="0" w:oddVBand="0" w:evenVBand="0" w:oddHBand="0" w:evenHBand="0" w:firstRowFirstColumn="0" w:firstRowLastColumn="0" w:lastRowFirstColumn="0" w:lastRowLastColumn="0"/>
            </w:pPr>
            <w:r w:rsidRPr="00C61710">
              <w:t xml:space="preserve">+420 </w:t>
            </w:r>
            <w:r w:rsidRPr="00C61710">
              <w:rPr>
                <w:rFonts w:eastAsia="Times New Roman" w:cs="Arial"/>
              </w:rPr>
              <w:t>724 932 287</w:t>
            </w:r>
          </w:p>
        </w:tc>
      </w:tr>
    </w:tbl>
    <w:p w14:paraId="3FC94085" w14:textId="77777777" w:rsidR="002344F6" w:rsidRPr="00F95FBD" w:rsidRDefault="002344F6" w:rsidP="002344F6">
      <w:pPr>
        <w:pStyle w:val="Textbezodsazen"/>
      </w:pPr>
    </w:p>
    <w:p w14:paraId="26BCF20E" w14:textId="65AEC43E" w:rsidR="002344F6" w:rsidRPr="00F95FBD" w:rsidRDefault="00896A63" w:rsidP="002344F6">
      <w:pPr>
        <w:pStyle w:val="Nadpistabulky"/>
        <w:rPr>
          <w:rFonts w:asciiTheme="minorHAnsi" w:hAnsiTheme="minorHAnsi"/>
          <w:sz w:val="18"/>
          <w:szCs w:val="18"/>
        </w:rPr>
      </w:pPr>
      <w:r>
        <w:rPr>
          <w:rFonts w:asciiTheme="minorHAnsi" w:hAnsiTheme="minorHAnsi"/>
          <w:sz w:val="18"/>
          <w:szCs w:val="18"/>
        </w:rPr>
        <w:t xml:space="preserve">Autorizovaný </w:t>
      </w:r>
      <w:r w:rsidR="002344F6" w:rsidRPr="00EC707C">
        <w:rPr>
          <w:rFonts w:asciiTheme="minorHAnsi" w:hAnsiTheme="minorHAnsi"/>
          <w:sz w:val="18"/>
          <w:szCs w:val="18"/>
        </w:rPr>
        <w:t>zeměměřický inženýr</w:t>
      </w:r>
      <w:r w:rsidR="009564A2">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564A2" w:rsidRPr="00F95FBD" w14:paraId="1245389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EBE5B"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19F97689"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52C7E69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97E181" w14:textId="77777777" w:rsidR="009564A2" w:rsidRPr="00F95FBD" w:rsidRDefault="009564A2" w:rsidP="009564A2">
            <w:pPr>
              <w:pStyle w:val="Tabulka"/>
            </w:pPr>
            <w:r w:rsidRPr="00F95FBD">
              <w:t>Adresa</w:t>
            </w:r>
          </w:p>
        </w:tc>
        <w:tc>
          <w:tcPr>
            <w:tcW w:w="5812" w:type="dxa"/>
            <w:shd w:val="clear" w:color="auto" w:fill="auto"/>
          </w:tcPr>
          <w:p w14:paraId="51B2C8A3"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62B26FF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5EC5F" w14:textId="77777777" w:rsidR="009564A2" w:rsidRPr="00F95FBD" w:rsidRDefault="009564A2" w:rsidP="009564A2">
            <w:pPr>
              <w:pStyle w:val="Tabulka"/>
            </w:pPr>
            <w:r w:rsidRPr="00F95FBD">
              <w:t>E-mail</w:t>
            </w:r>
          </w:p>
        </w:tc>
        <w:tc>
          <w:tcPr>
            <w:tcW w:w="5812" w:type="dxa"/>
            <w:shd w:val="clear" w:color="auto" w:fill="auto"/>
          </w:tcPr>
          <w:p w14:paraId="64A9D73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39B1EF3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E0A6E" w14:textId="77777777" w:rsidR="009564A2" w:rsidRPr="00F95FBD" w:rsidRDefault="009564A2" w:rsidP="009564A2">
            <w:pPr>
              <w:pStyle w:val="Tabulka"/>
            </w:pPr>
            <w:r w:rsidRPr="00F95FBD">
              <w:t>Telefon</w:t>
            </w:r>
          </w:p>
        </w:tc>
        <w:tc>
          <w:tcPr>
            <w:tcW w:w="5812" w:type="dxa"/>
            <w:shd w:val="clear" w:color="auto" w:fill="auto"/>
          </w:tcPr>
          <w:p w14:paraId="68630489"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A33A71C" w14:textId="77777777" w:rsidR="009564A2" w:rsidRPr="009564A2" w:rsidRDefault="009564A2" w:rsidP="009564A2">
      <w:pPr>
        <w:pStyle w:val="Textbezodsazen"/>
      </w:pPr>
    </w:p>
    <w:p w14:paraId="2A9EE6F7" w14:textId="40A1A5D8"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9564A2" w:rsidRPr="000C2B01" w14:paraId="52C9125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F6D12"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43D80F20"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3EDAFD4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D0A983" w14:textId="77777777" w:rsidR="009564A2" w:rsidRPr="00F95FBD" w:rsidRDefault="009564A2" w:rsidP="009564A2">
            <w:pPr>
              <w:pStyle w:val="Tabulka"/>
            </w:pPr>
            <w:r w:rsidRPr="00F95FBD">
              <w:t>Adresa</w:t>
            </w:r>
          </w:p>
        </w:tc>
        <w:tc>
          <w:tcPr>
            <w:tcW w:w="5812" w:type="dxa"/>
            <w:shd w:val="clear" w:color="auto" w:fill="auto"/>
          </w:tcPr>
          <w:p w14:paraId="0E03B247"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42848F3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42C97" w14:textId="77777777" w:rsidR="009564A2" w:rsidRPr="00F95FBD" w:rsidRDefault="009564A2" w:rsidP="009564A2">
            <w:pPr>
              <w:pStyle w:val="Tabulka"/>
            </w:pPr>
            <w:r w:rsidRPr="00F95FBD">
              <w:t>E-mail</w:t>
            </w:r>
          </w:p>
        </w:tc>
        <w:tc>
          <w:tcPr>
            <w:tcW w:w="5812" w:type="dxa"/>
            <w:shd w:val="clear" w:color="auto" w:fill="auto"/>
          </w:tcPr>
          <w:p w14:paraId="569F90D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69CB6FD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68478" w14:textId="77777777" w:rsidR="009564A2" w:rsidRPr="00F95FBD" w:rsidRDefault="009564A2" w:rsidP="009564A2">
            <w:pPr>
              <w:pStyle w:val="Tabulka"/>
            </w:pPr>
            <w:r w:rsidRPr="00F95FBD">
              <w:t>Telefon</w:t>
            </w:r>
          </w:p>
        </w:tc>
        <w:tc>
          <w:tcPr>
            <w:tcW w:w="5812" w:type="dxa"/>
            <w:shd w:val="clear" w:color="auto" w:fill="auto"/>
          </w:tcPr>
          <w:p w14:paraId="47C4F3D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C8FA603" w14:textId="77777777" w:rsidR="00380C0F" w:rsidRDefault="00380C0F" w:rsidP="00380C0F">
      <w:pPr>
        <w:pStyle w:val="Textbezodsazen"/>
      </w:pPr>
    </w:p>
    <w:p w14:paraId="6DE09F6C" w14:textId="215C16EF" w:rsidR="002344F6" w:rsidRDefault="002344F6" w:rsidP="002344F6">
      <w:pPr>
        <w:pStyle w:val="Nadpisbezsl1-2"/>
        <w:tabs>
          <w:tab w:val="left" w:pos="2292"/>
        </w:tabs>
      </w:pPr>
      <w:r>
        <w:lastRenderedPageBreak/>
        <w:t>Za Zhotovitele</w:t>
      </w:r>
      <w:r w:rsidR="009564A2">
        <w:t xml:space="preserve"> </w:t>
      </w:r>
    </w:p>
    <w:p w14:paraId="5D50E65F" w14:textId="570C40E2"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7D52E06" w14:textId="77777777" w:rsidR="00C74950" w:rsidRDefault="00C74950" w:rsidP="002344F6">
      <w:pPr>
        <w:pStyle w:val="Tabulka"/>
      </w:pPr>
    </w:p>
    <w:p w14:paraId="3648F8A2" w14:textId="39E2D798" w:rsidR="00C74950" w:rsidRPr="00F95FBD" w:rsidRDefault="00C76574" w:rsidP="00C74950">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C74950" w:rsidRPr="00F95FBD" w14:paraId="0D2327F7"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77261C"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7DFDD00B"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74950" w:rsidRPr="00F95FBD" w14:paraId="25E105F7"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C0ECD9" w14:textId="77777777" w:rsidR="00C74950" w:rsidRPr="00F95FBD" w:rsidRDefault="00C74950" w:rsidP="00A80851">
            <w:pPr>
              <w:pStyle w:val="Tabulka"/>
            </w:pPr>
            <w:r w:rsidRPr="00F95FBD">
              <w:t>Adresa</w:t>
            </w:r>
          </w:p>
        </w:tc>
        <w:tc>
          <w:tcPr>
            <w:tcW w:w="5812" w:type="dxa"/>
            <w:shd w:val="clear" w:color="auto" w:fill="auto"/>
          </w:tcPr>
          <w:p w14:paraId="3C4B0A90"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74950" w:rsidRPr="00F95FBD" w14:paraId="4BCB68C9"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AE8B6E" w14:textId="77777777" w:rsidR="00C74950" w:rsidRPr="00F95FBD" w:rsidRDefault="00C74950" w:rsidP="00A80851">
            <w:pPr>
              <w:pStyle w:val="Tabulka"/>
            </w:pPr>
            <w:r w:rsidRPr="00F95FBD">
              <w:t>E-mail</w:t>
            </w:r>
          </w:p>
        </w:tc>
        <w:tc>
          <w:tcPr>
            <w:tcW w:w="5812" w:type="dxa"/>
            <w:shd w:val="clear" w:color="auto" w:fill="auto"/>
          </w:tcPr>
          <w:p w14:paraId="7727C55D"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74950" w:rsidRPr="00F95FBD" w14:paraId="512A370C"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7FC55A" w14:textId="77777777" w:rsidR="00C74950" w:rsidRPr="00F95FBD" w:rsidRDefault="00C74950" w:rsidP="00A80851">
            <w:pPr>
              <w:pStyle w:val="Tabulka"/>
            </w:pPr>
            <w:r w:rsidRPr="00F95FBD">
              <w:t>Telefon</w:t>
            </w:r>
          </w:p>
        </w:tc>
        <w:tc>
          <w:tcPr>
            <w:tcW w:w="5812" w:type="dxa"/>
            <w:shd w:val="clear" w:color="auto" w:fill="auto"/>
          </w:tcPr>
          <w:p w14:paraId="21C301D6"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B8EAC10" w14:textId="77777777" w:rsidR="00C74950" w:rsidRDefault="00C74950" w:rsidP="00C74950">
      <w:pPr>
        <w:pStyle w:val="Tabulka"/>
      </w:pPr>
    </w:p>
    <w:p w14:paraId="1BDCE428" w14:textId="0A1D8B13" w:rsidR="00C76574" w:rsidRPr="00F95FBD" w:rsidRDefault="00C76574" w:rsidP="00C76574">
      <w:pPr>
        <w:pStyle w:val="Nadpistabulky"/>
        <w:rPr>
          <w:sz w:val="18"/>
          <w:szCs w:val="18"/>
        </w:rPr>
      </w:pPr>
      <w:r>
        <w:rPr>
          <w:sz w:val="18"/>
          <w:szCs w:val="18"/>
        </w:rPr>
        <w:t>Zástupce hlavního projektanta</w:t>
      </w:r>
    </w:p>
    <w:tbl>
      <w:tblPr>
        <w:tblStyle w:val="Tabulka10"/>
        <w:tblW w:w="8868" w:type="dxa"/>
        <w:tblLook w:val="04A0" w:firstRow="1" w:lastRow="0" w:firstColumn="1" w:lastColumn="0" w:noHBand="0" w:noVBand="1"/>
      </w:tblPr>
      <w:tblGrid>
        <w:gridCol w:w="3056"/>
        <w:gridCol w:w="5812"/>
      </w:tblGrid>
      <w:tr w:rsidR="00C76574" w:rsidRPr="00F95FBD" w14:paraId="1E570EB7" w14:textId="77777777" w:rsidTr="007E7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298CAE" w14:textId="77777777" w:rsidR="00C76574" w:rsidRPr="00F95FBD" w:rsidRDefault="00C76574" w:rsidP="007E7A7E">
            <w:pPr>
              <w:pStyle w:val="Tabulka"/>
              <w:rPr>
                <w:rStyle w:val="Nadpisvtabulce"/>
              </w:rPr>
            </w:pPr>
            <w:r w:rsidRPr="00F95FBD">
              <w:rPr>
                <w:rStyle w:val="Nadpisvtabulce"/>
              </w:rPr>
              <w:t>Jméno a příjmení</w:t>
            </w:r>
          </w:p>
        </w:tc>
        <w:tc>
          <w:tcPr>
            <w:tcW w:w="5812" w:type="dxa"/>
            <w:shd w:val="clear" w:color="auto" w:fill="auto"/>
          </w:tcPr>
          <w:p w14:paraId="4906A0E3" w14:textId="77777777" w:rsidR="00C76574" w:rsidRPr="00F95FBD" w:rsidRDefault="00C76574" w:rsidP="007E7A7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76574" w:rsidRPr="00F95FBD" w14:paraId="791FBF87"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DC4BB0" w14:textId="77777777" w:rsidR="00C76574" w:rsidRPr="00F95FBD" w:rsidRDefault="00C76574" w:rsidP="007E7A7E">
            <w:pPr>
              <w:pStyle w:val="Tabulka"/>
            </w:pPr>
            <w:r w:rsidRPr="00F95FBD">
              <w:t>Adresa</w:t>
            </w:r>
          </w:p>
        </w:tc>
        <w:tc>
          <w:tcPr>
            <w:tcW w:w="5812" w:type="dxa"/>
            <w:shd w:val="clear" w:color="auto" w:fill="auto"/>
          </w:tcPr>
          <w:p w14:paraId="7A50642B" w14:textId="77777777" w:rsidR="00C76574" w:rsidRPr="00F95FBD" w:rsidRDefault="00C76574" w:rsidP="007E7A7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76574" w:rsidRPr="00F95FBD" w14:paraId="5080E973"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038C43" w14:textId="77777777" w:rsidR="00C76574" w:rsidRPr="00F95FBD" w:rsidRDefault="00C76574" w:rsidP="007E7A7E">
            <w:pPr>
              <w:pStyle w:val="Tabulka"/>
            </w:pPr>
            <w:r w:rsidRPr="00F95FBD">
              <w:t>E-mail</w:t>
            </w:r>
          </w:p>
        </w:tc>
        <w:tc>
          <w:tcPr>
            <w:tcW w:w="5812" w:type="dxa"/>
            <w:shd w:val="clear" w:color="auto" w:fill="auto"/>
          </w:tcPr>
          <w:p w14:paraId="6D28C7AB" w14:textId="77777777" w:rsidR="00C76574" w:rsidRPr="00F95FBD" w:rsidRDefault="00C76574" w:rsidP="007E7A7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76574" w:rsidRPr="00F95FBD" w14:paraId="040CAB16"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8C434" w14:textId="77777777" w:rsidR="00C76574" w:rsidRPr="00F95FBD" w:rsidRDefault="00C76574" w:rsidP="007E7A7E">
            <w:pPr>
              <w:pStyle w:val="Tabulka"/>
            </w:pPr>
            <w:r w:rsidRPr="00F95FBD">
              <w:t>Telefon</w:t>
            </w:r>
          </w:p>
        </w:tc>
        <w:tc>
          <w:tcPr>
            <w:tcW w:w="5812" w:type="dxa"/>
            <w:shd w:val="clear" w:color="auto" w:fill="auto"/>
          </w:tcPr>
          <w:p w14:paraId="25DC0085" w14:textId="77777777" w:rsidR="00C76574" w:rsidRPr="00F95FBD" w:rsidRDefault="00C76574" w:rsidP="007E7A7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BCBDF0" w14:textId="77777777" w:rsidR="00C76574" w:rsidRDefault="00C76574" w:rsidP="00C74950">
      <w:pPr>
        <w:pStyle w:val="Tabulka"/>
      </w:pPr>
    </w:p>
    <w:p w14:paraId="0B6BC073" w14:textId="5C53960E" w:rsidR="00C74950" w:rsidRPr="00F95FBD" w:rsidRDefault="00C74950" w:rsidP="00C74950">
      <w:pPr>
        <w:pStyle w:val="Nadpistabulky"/>
        <w:rPr>
          <w:sz w:val="18"/>
          <w:szCs w:val="18"/>
        </w:rPr>
      </w:pPr>
      <w:r>
        <w:rPr>
          <w:sz w:val="18"/>
          <w:szCs w:val="18"/>
        </w:rPr>
        <w:t>S</w:t>
      </w:r>
      <w:r w:rsidRPr="00EC707C">
        <w:rPr>
          <w:sz w:val="18"/>
          <w:szCs w:val="18"/>
        </w:rPr>
        <w:t>pecialista na železniční svršek a spodek</w:t>
      </w:r>
    </w:p>
    <w:tbl>
      <w:tblPr>
        <w:tblStyle w:val="Tabulka10"/>
        <w:tblW w:w="8868" w:type="dxa"/>
        <w:tblLook w:val="04A0" w:firstRow="1" w:lastRow="0" w:firstColumn="1" w:lastColumn="0" w:noHBand="0" w:noVBand="1"/>
      </w:tblPr>
      <w:tblGrid>
        <w:gridCol w:w="3056"/>
        <w:gridCol w:w="5812"/>
      </w:tblGrid>
      <w:tr w:rsidR="00C74950" w:rsidRPr="00F95FBD" w14:paraId="0B9B6AD8"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C2BF10"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2D28A700"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74950" w:rsidRPr="00F95FBD" w14:paraId="28C31571"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E8AA7" w14:textId="77777777" w:rsidR="00C74950" w:rsidRPr="00F95FBD" w:rsidRDefault="00C74950" w:rsidP="00A80851">
            <w:pPr>
              <w:pStyle w:val="Tabulka"/>
            </w:pPr>
            <w:r w:rsidRPr="00F95FBD">
              <w:t>Adresa</w:t>
            </w:r>
          </w:p>
        </w:tc>
        <w:tc>
          <w:tcPr>
            <w:tcW w:w="5812" w:type="dxa"/>
            <w:shd w:val="clear" w:color="auto" w:fill="auto"/>
          </w:tcPr>
          <w:p w14:paraId="19FA0CA0"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74950" w:rsidRPr="00F95FBD" w14:paraId="2C843BA6"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A562F" w14:textId="77777777" w:rsidR="00C74950" w:rsidRPr="00F95FBD" w:rsidRDefault="00C74950" w:rsidP="00A80851">
            <w:pPr>
              <w:pStyle w:val="Tabulka"/>
            </w:pPr>
            <w:r w:rsidRPr="00F95FBD">
              <w:t>E-mail</w:t>
            </w:r>
          </w:p>
        </w:tc>
        <w:tc>
          <w:tcPr>
            <w:tcW w:w="5812" w:type="dxa"/>
            <w:shd w:val="clear" w:color="auto" w:fill="auto"/>
          </w:tcPr>
          <w:p w14:paraId="10692384"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74950" w:rsidRPr="00F95FBD" w14:paraId="4A7CB0B0"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F107B9" w14:textId="77777777" w:rsidR="00C74950" w:rsidRPr="00F95FBD" w:rsidRDefault="00C74950" w:rsidP="00A80851">
            <w:pPr>
              <w:pStyle w:val="Tabulka"/>
            </w:pPr>
            <w:r w:rsidRPr="00F95FBD">
              <w:t>Telefon</w:t>
            </w:r>
          </w:p>
        </w:tc>
        <w:tc>
          <w:tcPr>
            <w:tcW w:w="5812" w:type="dxa"/>
            <w:shd w:val="clear" w:color="auto" w:fill="auto"/>
          </w:tcPr>
          <w:p w14:paraId="24C23BCB"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C9336E4" w14:textId="77777777" w:rsidR="00C74950" w:rsidRDefault="00C74950" w:rsidP="00C74950">
      <w:pPr>
        <w:pStyle w:val="Tabulka"/>
      </w:pPr>
    </w:p>
    <w:p w14:paraId="162A27EA" w14:textId="77777777" w:rsidR="00AB75BF" w:rsidRPr="00F95FBD" w:rsidRDefault="00AB75BF" w:rsidP="00C74950">
      <w:pPr>
        <w:pStyle w:val="Tabulka"/>
      </w:pPr>
    </w:p>
    <w:p w14:paraId="26AD9256" w14:textId="693805B2" w:rsidR="00C74950" w:rsidRPr="00F95FBD" w:rsidRDefault="00C74950" w:rsidP="00C74950">
      <w:pPr>
        <w:pStyle w:val="Nadpistabulky"/>
        <w:rPr>
          <w:sz w:val="18"/>
          <w:szCs w:val="18"/>
        </w:rPr>
      </w:pPr>
      <w:r w:rsidRPr="00F95FBD">
        <w:rPr>
          <w:sz w:val="18"/>
          <w:szCs w:val="18"/>
        </w:rPr>
        <w:lastRenderedPageBreak/>
        <w:t xml:space="preserve">Specialista </w:t>
      </w:r>
      <w:r>
        <w:rPr>
          <w:sz w:val="18"/>
          <w:szCs w:val="18"/>
        </w:rPr>
        <w:t xml:space="preserve">na </w:t>
      </w:r>
      <w:r w:rsidR="00AB75BF">
        <w:rPr>
          <w:sz w:val="18"/>
          <w:szCs w:val="18"/>
        </w:rPr>
        <w:t>mostní a inženýrské konstrukce</w:t>
      </w:r>
    </w:p>
    <w:tbl>
      <w:tblPr>
        <w:tblStyle w:val="Tabulka10"/>
        <w:tblW w:w="8868" w:type="dxa"/>
        <w:tblLook w:val="04A0" w:firstRow="1" w:lastRow="0" w:firstColumn="1" w:lastColumn="0" w:noHBand="0" w:noVBand="1"/>
      </w:tblPr>
      <w:tblGrid>
        <w:gridCol w:w="3056"/>
        <w:gridCol w:w="5812"/>
      </w:tblGrid>
      <w:tr w:rsidR="00C74950" w:rsidRPr="00F95FBD" w14:paraId="069BB4D1"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D3A7FC" w14:textId="77777777" w:rsidR="00C74950" w:rsidRPr="00F95FBD" w:rsidRDefault="00C74950" w:rsidP="00A80851">
            <w:pPr>
              <w:pStyle w:val="Tabulka"/>
              <w:keepNext/>
              <w:rPr>
                <w:rStyle w:val="Nadpisvtabulce"/>
              </w:rPr>
            </w:pPr>
            <w:r w:rsidRPr="00F95FBD">
              <w:rPr>
                <w:rStyle w:val="Nadpisvtabulce"/>
              </w:rPr>
              <w:t>Jméno a příjmení</w:t>
            </w:r>
          </w:p>
        </w:tc>
        <w:tc>
          <w:tcPr>
            <w:tcW w:w="5812" w:type="dxa"/>
            <w:shd w:val="clear" w:color="auto" w:fill="auto"/>
          </w:tcPr>
          <w:p w14:paraId="31E057F9" w14:textId="77777777" w:rsidR="00C74950" w:rsidRPr="00F95FBD" w:rsidRDefault="00C74950" w:rsidP="00A8085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74950" w:rsidRPr="00F95FBD" w14:paraId="016A897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7462BC" w14:textId="77777777" w:rsidR="00C74950" w:rsidRPr="00F95FBD" w:rsidRDefault="00C74950" w:rsidP="00A80851">
            <w:pPr>
              <w:pStyle w:val="Tabulka"/>
              <w:keepNext/>
            </w:pPr>
            <w:r w:rsidRPr="00F95FBD">
              <w:t>Adresa</w:t>
            </w:r>
          </w:p>
        </w:tc>
        <w:tc>
          <w:tcPr>
            <w:tcW w:w="5812" w:type="dxa"/>
            <w:shd w:val="clear" w:color="auto" w:fill="auto"/>
          </w:tcPr>
          <w:p w14:paraId="71FC9199" w14:textId="77777777" w:rsidR="00C74950" w:rsidRPr="00F95FBD" w:rsidRDefault="00C74950" w:rsidP="00A808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74950" w:rsidRPr="00F95FBD" w14:paraId="2BFDF63A"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8E090" w14:textId="77777777" w:rsidR="00C74950" w:rsidRPr="00F95FBD" w:rsidRDefault="00C74950" w:rsidP="00A80851">
            <w:pPr>
              <w:pStyle w:val="Tabulka"/>
              <w:keepNext/>
            </w:pPr>
            <w:r w:rsidRPr="00F95FBD">
              <w:t>E-mail</w:t>
            </w:r>
          </w:p>
        </w:tc>
        <w:tc>
          <w:tcPr>
            <w:tcW w:w="5812" w:type="dxa"/>
            <w:shd w:val="clear" w:color="auto" w:fill="auto"/>
          </w:tcPr>
          <w:p w14:paraId="0E3BECF4" w14:textId="77777777" w:rsidR="00C74950" w:rsidRPr="00F95FBD" w:rsidRDefault="00C74950" w:rsidP="00A808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74950" w:rsidRPr="00F95FBD" w14:paraId="6F9B516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DBE1A4" w14:textId="77777777" w:rsidR="00C74950" w:rsidRPr="00F95FBD" w:rsidRDefault="00C74950" w:rsidP="00A80851">
            <w:pPr>
              <w:pStyle w:val="Tabulka"/>
            </w:pPr>
            <w:r w:rsidRPr="00F95FBD">
              <w:t>Telefon</w:t>
            </w:r>
          </w:p>
        </w:tc>
        <w:tc>
          <w:tcPr>
            <w:tcW w:w="5812" w:type="dxa"/>
            <w:shd w:val="clear" w:color="auto" w:fill="auto"/>
          </w:tcPr>
          <w:p w14:paraId="366C30DD"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48F6C7C" w14:textId="77777777" w:rsidR="00C74950" w:rsidRDefault="00C74950" w:rsidP="00C74950">
      <w:pPr>
        <w:pStyle w:val="Tabulka"/>
      </w:pPr>
    </w:p>
    <w:p w14:paraId="0B6FBFF8" w14:textId="4E89C5D0" w:rsidR="00AB75BF" w:rsidRPr="00F95FBD" w:rsidRDefault="00AB75BF" w:rsidP="00AB75BF">
      <w:pPr>
        <w:pStyle w:val="Nadpistabulky"/>
        <w:rPr>
          <w:sz w:val="18"/>
          <w:szCs w:val="18"/>
        </w:rPr>
      </w:pPr>
      <w:r w:rsidRPr="00F95FBD">
        <w:rPr>
          <w:sz w:val="18"/>
          <w:szCs w:val="18"/>
        </w:rPr>
        <w:t xml:space="preserve">Specialista </w:t>
      </w:r>
      <w:r>
        <w:rPr>
          <w:sz w:val="18"/>
          <w:szCs w:val="18"/>
        </w:rPr>
        <w:t>na pozemní stavby</w:t>
      </w:r>
    </w:p>
    <w:tbl>
      <w:tblPr>
        <w:tblStyle w:val="Tabulka10"/>
        <w:tblW w:w="8868" w:type="dxa"/>
        <w:tblLook w:val="04A0" w:firstRow="1" w:lastRow="0" w:firstColumn="1" w:lastColumn="0" w:noHBand="0" w:noVBand="1"/>
      </w:tblPr>
      <w:tblGrid>
        <w:gridCol w:w="3056"/>
        <w:gridCol w:w="5812"/>
      </w:tblGrid>
      <w:tr w:rsidR="00AB75BF" w:rsidRPr="00F95FBD" w14:paraId="3D8A6D99" w14:textId="77777777" w:rsidTr="007E7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243B06" w14:textId="77777777" w:rsidR="00AB75BF" w:rsidRPr="00F95FBD" w:rsidRDefault="00AB75BF" w:rsidP="007E7A7E">
            <w:pPr>
              <w:pStyle w:val="Tabulka"/>
              <w:keepNext/>
              <w:rPr>
                <w:rStyle w:val="Nadpisvtabulce"/>
              </w:rPr>
            </w:pPr>
            <w:r w:rsidRPr="00F95FBD">
              <w:rPr>
                <w:rStyle w:val="Nadpisvtabulce"/>
              </w:rPr>
              <w:t>Jméno a příjmení</w:t>
            </w:r>
          </w:p>
        </w:tc>
        <w:tc>
          <w:tcPr>
            <w:tcW w:w="5812" w:type="dxa"/>
            <w:shd w:val="clear" w:color="auto" w:fill="auto"/>
          </w:tcPr>
          <w:p w14:paraId="5DF93C48" w14:textId="77777777" w:rsidR="00AB75BF" w:rsidRPr="00F95FBD" w:rsidRDefault="00AB75BF" w:rsidP="007E7A7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B75BF" w:rsidRPr="00F95FBD" w14:paraId="0B039D19"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9B5F73" w14:textId="77777777" w:rsidR="00AB75BF" w:rsidRPr="00F95FBD" w:rsidRDefault="00AB75BF" w:rsidP="007E7A7E">
            <w:pPr>
              <w:pStyle w:val="Tabulka"/>
              <w:keepNext/>
            </w:pPr>
            <w:r w:rsidRPr="00F95FBD">
              <w:t>Adresa</w:t>
            </w:r>
          </w:p>
        </w:tc>
        <w:tc>
          <w:tcPr>
            <w:tcW w:w="5812" w:type="dxa"/>
            <w:shd w:val="clear" w:color="auto" w:fill="auto"/>
          </w:tcPr>
          <w:p w14:paraId="1DA98297"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68AB1FA3"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AE8214" w14:textId="77777777" w:rsidR="00AB75BF" w:rsidRPr="00F95FBD" w:rsidRDefault="00AB75BF" w:rsidP="007E7A7E">
            <w:pPr>
              <w:pStyle w:val="Tabulka"/>
              <w:keepNext/>
            </w:pPr>
            <w:r w:rsidRPr="00F95FBD">
              <w:t>E-mail</w:t>
            </w:r>
          </w:p>
        </w:tc>
        <w:tc>
          <w:tcPr>
            <w:tcW w:w="5812" w:type="dxa"/>
            <w:shd w:val="clear" w:color="auto" w:fill="auto"/>
          </w:tcPr>
          <w:p w14:paraId="55C1035E"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5A941940"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E99F0A" w14:textId="77777777" w:rsidR="00AB75BF" w:rsidRPr="00F95FBD" w:rsidRDefault="00AB75BF" w:rsidP="007E7A7E">
            <w:pPr>
              <w:pStyle w:val="Tabulka"/>
            </w:pPr>
            <w:r w:rsidRPr="00F95FBD">
              <w:t>Telefon</w:t>
            </w:r>
          </w:p>
        </w:tc>
        <w:tc>
          <w:tcPr>
            <w:tcW w:w="5812" w:type="dxa"/>
            <w:shd w:val="clear" w:color="auto" w:fill="auto"/>
          </w:tcPr>
          <w:p w14:paraId="2886E88C" w14:textId="77777777" w:rsidR="00AB75BF" w:rsidRPr="00F95FBD" w:rsidRDefault="00AB75BF" w:rsidP="007E7A7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C223B9A" w14:textId="77777777" w:rsidR="00AB75BF" w:rsidRDefault="00AB75BF" w:rsidP="00C74950">
      <w:pPr>
        <w:pStyle w:val="Tabulka"/>
      </w:pPr>
    </w:p>
    <w:p w14:paraId="14462CC4" w14:textId="63BC00C8" w:rsidR="00AB75BF" w:rsidRPr="00F95FBD" w:rsidRDefault="00AB75BF" w:rsidP="00AB75BF">
      <w:pPr>
        <w:pStyle w:val="Nadpistabulky"/>
        <w:rPr>
          <w:sz w:val="18"/>
          <w:szCs w:val="18"/>
        </w:rPr>
      </w:pPr>
      <w:r w:rsidRPr="00F95FBD">
        <w:rPr>
          <w:sz w:val="18"/>
          <w:szCs w:val="18"/>
        </w:rPr>
        <w:t xml:space="preserve">Specialista </w:t>
      </w:r>
      <w:r>
        <w:rPr>
          <w:sz w:val="18"/>
          <w:szCs w:val="18"/>
        </w:rPr>
        <w:t>na zabezpečovací zařízení</w:t>
      </w:r>
    </w:p>
    <w:tbl>
      <w:tblPr>
        <w:tblStyle w:val="Tabulka10"/>
        <w:tblW w:w="8868" w:type="dxa"/>
        <w:tblLook w:val="04A0" w:firstRow="1" w:lastRow="0" w:firstColumn="1" w:lastColumn="0" w:noHBand="0" w:noVBand="1"/>
      </w:tblPr>
      <w:tblGrid>
        <w:gridCol w:w="3056"/>
        <w:gridCol w:w="5812"/>
      </w:tblGrid>
      <w:tr w:rsidR="00AB75BF" w:rsidRPr="00F95FBD" w14:paraId="67A6402A" w14:textId="77777777" w:rsidTr="007E7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3013B2" w14:textId="77777777" w:rsidR="00AB75BF" w:rsidRPr="00F95FBD" w:rsidRDefault="00AB75BF" w:rsidP="007E7A7E">
            <w:pPr>
              <w:pStyle w:val="Tabulka"/>
              <w:keepNext/>
              <w:rPr>
                <w:rStyle w:val="Nadpisvtabulce"/>
              </w:rPr>
            </w:pPr>
            <w:r w:rsidRPr="00F95FBD">
              <w:rPr>
                <w:rStyle w:val="Nadpisvtabulce"/>
              </w:rPr>
              <w:t>Jméno a příjmení</w:t>
            </w:r>
          </w:p>
        </w:tc>
        <w:tc>
          <w:tcPr>
            <w:tcW w:w="5812" w:type="dxa"/>
            <w:shd w:val="clear" w:color="auto" w:fill="auto"/>
          </w:tcPr>
          <w:p w14:paraId="46709238" w14:textId="77777777" w:rsidR="00AB75BF" w:rsidRPr="00F95FBD" w:rsidRDefault="00AB75BF" w:rsidP="007E7A7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B75BF" w:rsidRPr="00F95FBD" w14:paraId="16A8D6FA"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F87295" w14:textId="77777777" w:rsidR="00AB75BF" w:rsidRPr="00F95FBD" w:rsidRDefault="00AB75BF" w:rsidP="007E7A7E">
            <w:pPr>
              <w:pStyle w:val="Tabulka"/>
              <w:keepNext/>
            </w:pPr>
            <w:r w:rsidRPr="00F95FBD">
              <w:t>Adresa</w:t>
            </w:r>
          </w:p>
        </w:tc>
        <w:tc>
          <w:tcPr>
            <w:tcW w:w="5812" w:type="dxa"/>
            <w:shd w:val="clear" w:color="auto" w:fill="auto"/>
          </w:tcPr>
          <w:p w14:paraId="2950AA7A"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6F0D94B6"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4BE153" w14:textId="77777777" w:rsidR="00AB75BF" w:rsidRPr="00F95FBD" w:rsidRDefault="00AB75BF" w:rsidP="007E7A7E">
            <w:pPr>
              <w:pStyle w:val="Tabulka"/>
              <w:keepNext/>
            </w:pPr>
            <w:r w:rsidRPr="00F95FBD">
              <w:t>E-mail</w:t>
            </w:r>
          </w:p>
        </w:tc>
        <w:tc>
          <w:tcPr>
            <w:tcW w:w="5812" w:type="dxa"/>
            <w:shd w:val="clear" w:color="auto" w:fill="auto"/>
          </w:tcPr>
          <w:p w14:paraId="08102950"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32BE6503"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0F0239" w14:textId="77777777" w:rsidR="00AB75BF" w:rsidRPr="00F95FBD" w:rsidRDefault="00AB75BF" w:rsidP="007E7A7E">
            <w:pPr>
              <w:pStyle w:val="Tabulka"/>
            </w:pPr>
            <w:r w:rsidRPr="00F95FBD">
              <w:t>Telefon</w:t>
            </w:r>
          </w:p>
        </w:tc>
        <w:tc>
          <w:tcPr>
            <w:tcW w:w="5812" w:type="dxa"/>
            <w:shd w:val="clear" w:color="auto" w:fill="auto"/>
          </w:tcPr>
          <w:p w14:paraId="15D54B82" w14:textId="77777777" w:rsidR="00AB75BF" w:rsidRPr="00F95FBD" w:rsidRDefault="00AB75BF" w:rsidP="007E7A7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A3FF971" w14:textId="77777777" w:rsidR="00AB75BF" w:rsidRDefault="00AB75BF" w:rsidP="00C74950">
      <w:pPr>
        <w:pStyle w:val="Tabulka"/>
      </w:pPr>
    </w:p>
    <w:p w14:paraId="2E9B11D5" w14:textId="4196DF6E" w:rsidR="00AB75BF" w:rsidRPr="00F95FBD" w:rsidRDefault="00AB75BF" w:rsidP="00AB75BF">
      <w:pPr>
        <w:pStyle w:val="Nadpistabulky"/>
        <w:rPr>
          <w:sz w:val="18"/>
          <w:szCs w:val="18"/>
        </w:rPr>
      </w:pPr>
      <w:r w:rsidRPr="00F95FBD">
        <w:rPr>
          <w:sz w:val="18"/>
          <w:szCs w:val="18"/>
        </w:rPr>
        <w:t xml:space="preserve">Specialista </w:t>
      </w:r>
      <w:r>
        <w:rPr>
          <w:sz w:val="18"/>
          <w:szCs w:val="18"/>
        </w:rPr>
        <w:t>na sdělovací zařízení</w:t>
      </w:r>
    </w:p>
    <w:tbl>
      <w:tblPr>
        <w:tblStyle w:val="Tabulka10"/>
        <w:tblW w:w="8868" w:type="dxa"/>
        <w:tblLook w:val="04A0" w:firstRow="1" w:lastRow="0" w:firstColumn="1" w:lastColumn="0" w:noHBand="0" w:noVBand="1"/>
      </w:tblPr>
      <w:tblGrid>
        <w:gridCol w:w="3056"/>
        <w:gridCol w:w="5812"/>
      </w:tblGrid>
      <w:tr w:rsidR="00AB75BF" w:rsidRPr="00F95FBD" w14:paraId="33B4B82C" w14:textId="77777777" w:rsidTr="007E7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07D5E6" w14:textId="77777777" w:rsidR="00AB75BF" w:rsidRPr="00F95FBD" w:rsidRDefault="00AB75BF" w:rsidP="007E7A7E">
            <w:pPr>
              <w:pStyle w:val="Tabulka"/>
              <w:keepNext/>
              <w:rPr>
                <w:rStyle w:val="Nadpisvtabulce"/>
              </w:rPr>
            </w:pPr>
            <w:r w:rsidRPr="00F95FBD">
              <w:rPr>
                <w:rStyle w:val="Nadpisvtabulce"/>
              </w:rPr>
              <w:t>Jméno a příjmení</w:t>
            </w:r>
          </w:p>
        </w:tc>
        <w:tc>
          <w:tcPr>
            <w:tcW w:w="5812" w:type="dxa"/>
            <w:shd w:val="clear" w:color="auto" w:fill="auto"/>
          </w:tcPr>
          <w:p w14:paraId="5DA590E6" w14:textId="77777777" w:rsidR="00AB75BF" w:rsidRPr="00F95FBD" w:rsidRDefault="00AB75BF" w:rsidP="007E7A7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B75BF" w:rsidRPr="00F95FBD" w14:paraId="23A98837"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0A4A0D" w14:textId="77777777" w:rsidR="00AB75BF" w:rsidRPr="00F95FBD" w:rsidRDefault="00AB75BF" w:rsidP="007E7A7E">
            <w:pPr>
              <w:pStyle w:val="Tabulka"/>
              <w:keepNext/>
            </w:pPr>
            <w:r w:rsidRPr="00F95FBD">
              <w:t>Adresa</w:t>
            </w:r>
          </w:p>
        </w:tc>
        <w:tc>
          <w:tcPr>
            <w:tcW w:w="5812" w:type="dxa"/>
            <w:shd w:val="clear" w:color="auto" w:fill="auto"/>
          </w:tcPr>
          <w:p w14:paraId="20C794F0"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79B60A10"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DB7555" w14:textId="77777777" w:rsidR="00AB75BF" w:rsidRPr="00F95FBD" w:rsidRDefault="00AB75BF" w:rsidP="007E7A7E">
            <w:pPr>
              <w:pStyle w:val="Tabulka"/>
              <w:keepNext/>
            </w:pPr>
            <w:r w:rsidRPr="00F95FBD">
              <w:t>E-mail</w:t>
            </w:r>
          </w:p>
        </w:tc>
        <w:tc>
          <w:tcPr>
            <w:tcW w:w="5812" w:type="dxa"/>
            <w:shd w:val="clear" w:color="auto" w:fill="auto"/>
          </w:tcPr>
          <w:p w14:paraId="3330FF11"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3A3EEB85"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ACEE50" w14:textId="77777777" w:rsidR="00AB75BF" w:rsidRPr="00F95FBD" w:rsidRDefault="00AB75BF" w:rsidP="007E7A7E">
            <w:pPr>
              <w:pStyle w:val="Tabulka"/>
            </w:pPr>
            <w:r w:rsidRPr="00F95FBD">
              <w:t>Telefon</w:t>
            </w:r>
          </w:p>
        </w:tc>
        <w:tc>
          <w:tcPr>
            <w:tcW w:w="5812" w:type="dxa"/>
            <w:shd w:val="clear" w:color="auto" w:fill="auto"/>
          </w:tcPr>
          <w:p w14:paraId="203F5F7C" w14:textId="77777777" w:rsidR="00AB75BF" w:rsidRPr="00F95FBD" w:rsidRDefault="00AB75BF" w:rsidP="007E7A7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E1AFC76" w14:textId="77777777" w:rsidR="00AB75BF" w:rsidRDefault="00AB75BF" w:rsidP="00C74950">
      <w:pPr>
        <w:pStyle w:val="Tabulka"/>
      </w:pPr>
    </w:p>
    <w:p w14:paraId="1CE2A16B" w14:textId="6339480F" w:rsidR="00AB75BF" w:rsidRPr="00F95FBD" w:rsidRDefault="00AB75BF" w:rsidP="00AB75BF">
      <w:pPr>
        <w:pStyle w:val="Nadpistabulky"/>
        <w:rPr>
          <w:sz w:val="18"/>
          <w:szCs w:val="18"/>
        </w:rPr>
      </w:pPr>
      <w:r w:rsidRPr="00F95FBD">
        <w:rPr>
          <w:sz w:val="18"/>
          <w:szCs w:val="18"/>
        </w:rPr>
        <w:t xml:space="preserve">Specialista </w:t>
      </w:r>
      <w:r>
        <w:rPr>
          <w:sz w:val="18"/>
          <w:szCs w:val="18"/>
        </w:rPr>
        <w:t>na trakční vedení</w:t>
      </w:r>
    </w:p>
    <w:tbl>
      <w:tblPr>
        <w:tblStyle w:val="Tabulka10"/>
        <w:tblW w:w="8868" w:type="dxa"/>
        <w:tblLook w:val="04A0" w:firstRow="1" w:lastRow="0" w:firstColumn="1" w:lastColumn="0" w:noHBand="0" w:noVBand="1"/>
      </w:tblPr>
      <w:tblGrid>
        <w:gridCol w:w="3056"/>
        <w:gridCol w:w="5812"/>
      </w:tblGrid>
      <w:tr w:rsidR="00AB75BF" w:rsidRPr="00F95FBD" w14:paraId="04C0C671" w14:textId="77777777" w:rsidTr="007E7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573573" w14:textId="77777777" w:rsidR="00AB75BF" w:rsidRPr="00F95FBD" w:rsidRDefault="00AB75BF" w:rsidP="007E7A7E">
            <w:pPr>
              <w:pStyle w:val="Tabulka"/>
              <w:keepNext/>
              <w:rPr>
                <w:rStyle w:val="Nadpisvtabulce"/>
              </w:rPr>
            </w:pPr>
            <w:r w:rsidRPr="00F95FBD">
              <w:rPr>
                <w:rStyle w:val="Nadpisvtabulce"/>
              </w:rPr>
              <w:t>Jméno a příjmení</w:t>
            </w:r>
          </w:p>
        </w:tc>
        <w:tc>
          <w:tcPr>
            <w:tcW w:w="5812" w:type="dxa"/>
            <w:shd w:val="clear" w:color="auto" w:fill="auto"/>
          </w:tcPr>
          <w:p w14:paraId="55AA63BA" w14:textId="77777777" w:rsidR="00AB75BF" w:rsidRPr="00F95FBD" w:rsidRDefault="00AB75BF" w:rsidP="007E7A7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B75BF" w:rsidRPr="00F95FBD" w14:paraId="13F1D158"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8997CB" w14:textId="77777777" w:rsidR="00AB75BF" w:rsidRPr="00F95FBD" w:rsidRDefault="00AB75BF" w:rsidP="007E7A7E">
            <w:pPr>
              <w:pStyle w:val="Tabulka"/>
              <w:keepNext/>
            </w:pPr>
            <w:r w:rsidRPr="00F95FBD">
              <w:t>Adresa</w:t>
            </w:r>
          </w:p>
        </w:tc>
        <w:tc>
          <w:tcPr>
            <w:tcW w:w="5812" w:type="dxa"/>
            <w:shd w:val="clear" w:color="auto" w:fill="auto"/>
          </w:tcPr>
          <w:p w14:paraId="2391302C"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61A7901C"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8C9C7" w14:textId="77777777" w:rsidR="00AB75BF" w:rsidRPr="00F95FBD" w:rsidRDefault="00AB75BF" w:rsidP="007E7A7E">
            <w:pPr>
              <w:pStyle w:val="Tabulka"/>
              <w:keepNext/>
            </w:pPr>
            <w:r w:rsidRPr="00F95FBD">
              <w:t>E-mail</w:t>
            </w:r>
          </w:p>
        </w:tc>
        <w:tc>
          <w:tcPr>
            <w:tcW w:w="5812" w:type="dxa"/>
            <w:shd w:val="clear" w:color="auto" w:fill="auto"/>
          </w:tcPr>
          <w:p w14:paraId="6961A298"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56B76405"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507BC7" w14:textId="77777777" w:rsidR="00AB75BF" w:rsidRPr="00F95FBD" w:rsidRDefault="00AB75BF" w:rsidP="007E7A7E">
            <w:pPr>
              <w:pStyle w:val="Tabulka"/>
            </w:pPr>
            <w:r w:rsidRPr="00F95FBD">
              <w:t>Telefon</w:t>
            </w:r>
          </w:p>
        </w:tc>
        <w:tc>
          <w:tcPr>
            <w:tcW w:w="5812" w:type="dxa"/>
            <w:shd w:val="clear" w:color="auto" w:fill="auto"/>
          </w:tcPr>
          <w:p w14:paraId="4EA979ED" w14:textId="77777777" w:rsidR="00AB75BF" w:rsidRPr="00F95FBD" w:rsidRDefault="00AB75BF" w:rsidP="007E7A7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CAC9F75" w14:textId="77777777" w:rsidR="00C76574" w:rsidRDefault="00C76574" w:rsidP="00C74950">
      <w:pPr>
        <w:pStyle w:val="Tabulka"/>
      </w:pPr>
    </w:p>
    <w:p w14:paraId="3B937F0A" w14:textId="0BEC5902" w:rsidR="00AB75BF" w:rsidRPr="00F95FBD" w:rsidRDefault="00AB75BF" w:rsidP="00AB75BF">
      <w:pPr>
        <w:pStyle w:val="Nadpistabulky"/>
        <w:rPr>
          <w:sz w:val="18"/>
          <w:szCs w:val="18"/>
        </w:rPr>
      </w:pPr>
      <w:r w:rsidRPr="00F95FBD">
        <w:rPr>
          <w:sz w:val="18"/>
          <w:szCs w:val="18"/>
        </w:rPr>
        <w:t xml:space="preserve">Specialista </w:t>
      </w:r>
      <w:r>
        <w:rPr>
          <w:sz w:val="18"/>
          <w:szCs w:val="18"/>
        </w:rPr>
        <w:t>na silnoproudou technologii</w:t>
      </w:r>
    </w:p>
    <w:tbl>
      <w:tblPr>
        <w:tblStyle w:val="Tabulka10"/>
        <w:tblW w:w="8868" w:type="dxa"/>
        <w:tblLook w:val="04A0" w:firstRow="1" w:lastRow="0" w:firstColumn="1" w:lastColumn="0" w:noHBand="0" w:noVBand="1"/>
      </w:tblPr>
      <w:tblGrid>
        <w:gridCol w:w="3056"/>
        <w:gridCol w:w="5812"/>
      </w:tblGrid>
      <w:tr w:rsidR="00AB75BF" w:rsidRPr="00F95FBD" w14:paraId="03A9741F" w14:textId="77777777" w:rsidTr="007E7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7D8697" w14:textId="77777777" w:rsidR="00AB75BF" w:rsidRPr="00F95FBD" w:rsidRDefault="00AB75BF" w:rsidP="007E7A7E">
            <w:pPr>
              <w:pStyle w:val="Tabulka"/>
              <w:keepNext/>
              <w:rPr>
                <w:rStyle w:val="Nadpisvtabulce"/>
              </w:rPr>
            </w:pPr>
            <w:r w:rsidRPr="00F95FBD">
              <w:rPr>
                <w:rStyle w:val="Nadpisvtabulce"/>
              </w:rPr>
              <w:t>Jméno a příjmení</w:t>
            </w:r>
          </w:p>
        </w:tc>
        <w:tc>
          <w:tcPr>
            <w:tcW w:w="5812" w:type="dxa"/>
            <w:shd w:val="clear" w:color="auto" w:fill="auto"/>
          </w:tcPr>
          <w:p w14:paraId="7EA10E2B" w14:textId="77777777" w:rsidR="00AB75BF" w:rsidRPr="00F95FBD" w:rsidRDefault="00AB75BF" w:rsidP="007E7A7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B75BF" w:rsidRPr="00F95FBD" w14:paraId="4E1C5565"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87D57" w14:textId="77777777" w:rsidR="00AB75BF" w:rsidRPr="00F95FBD" w:rsidRDefault="00AB75BF" w:rsidP="007E7A7E">
            <w:pPr>
              <w:pStyle w:val="Tabulka"/>
              <w:keepNext/>
            </w:pPr>
            <w:r w:rsidRPr="00F95FBD">
              <w:t>Adresa</w:t>
            </w:r>
          </w:p>
        </w:tc>
        <w:tc>
          <w:tcPr>
            <w:tcW w:w="5812" w:type="dxa"/>
            <w:shd w:val="clear" w:color="auto" w:fill="auto"/>
          </w:tcPr>
          <w:p w14:paraId="0A4D2F4D"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080A533C"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04D4EA" w14:textId="77777777" w:rsidR="00AB75BF" w:rsidRPr="00F95FBD" w:rsidRDefault="00AB75BF" w:rsidP="007E7A7E">
            <w:pPr>
              <w:pStyle w:val="Tabulka"/>
              <w:keepNext/>
            </w:pPr>
            <w:r w:rsidRPr="00F95FBD">
              <w:t>E-mail</w:t>
            </w:r>
          </w:p>
        </w:tc>
        <w:tc>
          <w:tcPr>
            <w:tcW w:w="5812" w:type="dxa"/>
            <w:shd w:val="clear" w:color="auto" w:fill="auto"/>
          </w:tcPr>
          <w:p w14:paraId="4468EAF3"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790CDDAB"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27C7F1" w14:textId="77777777" w:rsidR="00AB75BF" w:rsidRPr="00F95FBD" w:rsidRDefault="00AB75BF" w:rsidP="007E7A7E">
            <w:pPr>
              <w:pStyle w:val="Tabulka"/>
            </w:pPr>
            <w:r w:rsidRPr="00F95FBD">
              <w:t>Telefon</w:t>
            </w:r>
          </w:p>
        </w:tc>
        <w:tc>
          <w:tcPr>
            <w:tcW w:w="5812" w:type="dxa"/>
            <w:shd w:val="clear" w:color="auto" w:fill="auto"/>
          </w:tcPr>
          <w:p w14:paraId="042E234C" w14:textId="77777777" w:rsidR="00AB75BF" w:rsidRPr="00F95FBD" w:rsidRDefault="00AB75BF" w:rsidP="007E7A7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D24E767" w14:textId="77777777" w:rsidR="00AB75BF" w:rsidRDefault="00AB75BF" w:rsidP="00C74950">
      <w:pPr>
        <w:pStyle w:val="Tabulka"/>
      </w:pPr>
    </w:p>
    <w:p w14:paraId="2CE4F074" w14:textId="77777777" w:rsidR="00AB75BF" w:rsidRDefault="00AB75BF" w:rsidP="00C74950">
      <w:pPr>
        <w:pStyle w:val="Tabulka"/>
      </w:pPr>
    </w:p>
    <w:p w14:paraId="3468284E" w14:textId="3BDC06F5" w:rsidR="00AB75BF" w:rsidRPr="00F95FBD" w:rsidRDefault="00AB75BF" w:rsidP="00AB75BF">
      <w:pPr>
        <w:pStyle w:val="Nadpistabulky"/>
        <w:rPr>
          <w:sz w:val="18"/>
          <w:szCs w:val="18"/>
        </w:rPr>
      </w:pPr>
      <w:r w:rsidRPr="00F95FBD">
        <w:rPr>
          <w:sz w:val="18"/>
          <w:szCs w:val="18"/>
        </w:rPr>
        <w:lastRenderedPageBreak/>
        <w:t xml:space="preserve">Specialista </w:t>
      </w:r>
      <w:r>
        <w:rPr>
          <w:sz w:val="18"/>
          <w:szCs w:val="18"/>
        </w:rPr>
        <w:t>na životní prostředí</w:t>
      </w:r>
    </w:p>
    <w:tbl>
      <w:tblPr>
        <w:tblStyle w:val="Tabulka10"/>
        <w:tblW w:w="8868" w:type="dxa"/>
        <w:tblLook w:val="04A0" w:firstRow="1" w:lastRow="0" w:firstColumn="1" w:lastColumn="0" w:noHBand="0" w:noVBand="1"/>
      </w:tblPr>
      <w:tblGrid>
        <w:gridCol w:w="3056"/>
        <w:gridCol w:w="5812"/>
      </w:tblGrid>
      <w:tr w:rsidR="00AB75BF" w:rsidRPr="00F95FBD" w14:paraId="087B9810" w14:textId="77777777" w:rsidTr="007E7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DF0284" w14:textId="77777777" w:rsidR="00AB75BF" w:rsidRPr="00F95FBD" w:rsidRDefault="00AB75BF" w:rsidP="007E7A7E">
            <w:pPr>
              <w:pStyle w:val="Tabulka"/>
              <w:keepNext/>
              <w:rPr>
                <w:rStyle w:val="Nadpisvtabulce"/>
              </w:rPr>
            </w:pPr>
            <w:r w:rsidRPr="00F95FBD">
              <w:rPr>
                <w:rStyle w:val="Nadpisvtabulce"/>
              </w:rPr>
              <w:t>Jméno a příjmení</w:t>
            </w:r>
          </w:p>
        </w:tc>
        <w:tc>
          <w:tcPr>
            <w:tcW w:w="5812" w:type="dxa"/>
            <w:shd w:val="clear" w:color="auto" w:fill="auto"/>
          </w:tcPr>
          <w:p w14:paraId="7870550C" w14:textId="77777777" w:rsidR="00AB75BF" w:rsidRPr="00F95FBD" w:rsidRDefault="00AB75BF" w:rsidP="007E7A7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B75BF" w:rsidRPr="00F95FBD" w14:paraId="3B523538"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85441B" w14:textId="77777777" w:rsidR="00AB75BF" w:rsidRPr="00F95FBD" w:rsidRDefault="00AB75BF" w:rsidP="007E7A7E">
            <w:pPr>
              <w:pStyle w:val="Tabulka"/>
              <w:keepNext/>
            </w:pPr>
            <w:r w:rsidRPr="00F95FBD">
              <w:t>Adresa</w:t>
            </w:r>
          </w:p>
        </w:tc>
        <w:tc>
          <w:tcPr>
            <w:tcW w:w="5812" w:type="dxa"/>
            <w:shd w:val="clear" w:color="auto" w:fill="auto"/>
          </w:tcPr>
          <w:p w14:paraId="7B926C50"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5ABEF8DE"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D07E6F" w14:textId="77777777" w:rsidR="00AB75BF" w:rsidRPr="00F95FBD" w:rsidRDefault="00AB75BF" w:rsidP="007E7A7E">
            <w:pPr>
              <w:pStyle w:val="Tabulka"/>
              <w:keepNext/>
            </w:pPr>
            <w:r w:rsidRPr="00F95FBD">
              <w:t>E-mail</w:t>
            </w:r>
          </w:p>
        </w:tc>
        <w:tc>
          <w:tcPr>
            <w:tcW w:w="5812" w:type="dxa"/>
            <w:shd w:val="clear" w:color="auto" w:fill="auto"/>
          </w:tcPr>
          <w:p w14:paraId="688F410A"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07BB9A88"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5E4D7D" w14:textId="77777777" w:rsidR="00AB75BF" w:rsidRPr="00F95FBD" w:rsidRDefault="00AB75BF" w:rsidP="007E7A7E">
            <w:pPr>
              <w:pStyle w:val="Tabulka"/>
            </w:pPr>
            <w:r w:rsidRPr="00F95FBD">
              <w:t>Telefon</w:t>
            </w:r>
          </w:p>
        </w:tc>
        <w:tc>
          <w:tcPr>
            <w:tcW w:w="5812" w:type="dxa"/>
            <w:shd w:val="clear" w:color="auto" w:fill="auto"/>
          </w:tcPr>
          <w:p w14:paraId="1BCFA362" w14:textId="77777777" w:rsidR="00AB75BF" w:rsidRPr="00F95FBD" w:rsidRDefault="00AB75BF" w:rsidP="007E7A7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894EC27" w14:textId="77777777" w:rsidR="00AB75BF" w:rsidRDefault="00AB75BF" w:rsidP="00C74950">
      <w:pPr>
        <w:pStyle w:val="Tabulka"/>
      </w:pPr>
    </w:p>
    <w:p w14:paraId="35DEC372" w14:textId="38E39FE9" w:rsidR="00AB75BF" w:rsidRPr="00F95FBD" w:rsidRDefault="00AB75BF" w:rsidP="00AB75BF">
      <w:pPr>
        <w:pStyle w:val="Nadpistabulky"/>
        <w:rPr>
          <w:sz w:val="18"/>
          <w:szCs w:val="18"/>
        </w:rPr>
      </w:pPr>
      <w:r>
        <w:rPr>
          <w:sz w:val="18"/>
          <w:szCs w:val="18"/>
        </w:rPr>
        <w:t>Autorizovaný zeměměřický inženýr</w:t>
      </w:r>
    </w:p>
    <w:tbl>
      <w:tblPr>
        <w:tblStyle w:val="Tabulka10"/>
        <w:tblW w:w="8868" w:type="dxa"/>
        <w:tblLook w:val="04A0" w:firstRow="1" w:lastRow="0" w:firstColumn="1" w:lastColumn="0" w:noHBand="0" w:noVBand="1"/>
      </w:tblPr>
      <w:tblGrid>
        <w:gridCol w:w="3056"/>
        <w:gridCol w:w="5812"/>
      </w:tblGrid>
      <w:tr w:rsidR="00AB75BF" w:rsidRPr="00F95FBD" w14:paraId="576054B3" w14:textId="77777777" w:rsidTr="007E7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FCB8B1" w14:textId="77777777" w:rsidR="00AB75BF" w:rsidRPr="00F95FBD" w:rsidRDefault="00AB75BF" w:rsidP="007E7A7E">
            <w:pPr>
              <w:pStyle w:val="Tabulka"/>
              <w:keepNext/>
              <w:rPr>
                <w:rStyle w:val="Nadpisvtabulce"/>
              </w:rPr>
            </w:pPr>
            <w:r w:rsidRPr="00F95FBD">
              <w:rPr>
                <w:rStyle w:val="Nadpisvtabulce"/>
              </w:rPr>
              <w:t>Jméno a příjmení</w:t>
            </w:r>
          </w:p>
        </w:tc>
        <w:tc>
          <w:tcPr>
            <w:tcW w:w="5812" w:type="dxa"/>
            <w:shd w:val="clear" w:color="auto" w:fill="auto"/>
          </w:tcPr>
          <w:p w14:paraId="234634B2" w14:textId="77777777" w:rsidR="00AB75BF" w:rsidRPr="00F95FBD" w:rsidRDefault="00AB75BF" w:rsidP="007E7A7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B75BF" w:rsidRPr="00F95FBD" w14:paraId="72D7ED1D"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9E2E2C" w14:textId="77777777" w:rsidR="00AB75BF" w:rsidRPr="00F95FBD" w:rsidRDefault="00AB75BF" w:rsidP="007E7A7E">
            <w:pPr>
              <w:pStyle w:val="Tabulka"/>
              <w:keepNext/>
            </w:pPr>
            <w:r w:rsidRPr="00F95FBD">
              <w:t>Adresa</w:t>
            </w:r>
          </w:p>
        </w:tc>
        <w:tc>
          <w:tcPr>
            <w:tcW w:w="5812" w:type="dxa"/>
            <w:shd w:val="clear" w:color="auto" w:fill="auto"/>
          </w:tcPr>
          <w:p w14:paraId="405E0AFA"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4334D1E5"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B058A3" w14:textId="77777777" w:rsidR="00AB75BF" w:rsidRPr="00F95FBD" w:rsidRDefault="00AB75BF" w:rsidP="007E7A7E">
            <w:pPr>
              <w:pStyle w:val="Tabulka"/>
              <w:keepNext/>
            </w:pPr>
            <w:r w:rsidRPr="00F95FBD">
              <w:t>E-mail</w:t>
            </w:r>
          </w:p>
        </w:tc>
        <w:tc>
          <w:tcPr>
            <w:tcW w:w="5812" w:type="dxa"/>
            <w:shd w:val="clear" w:color="auto" w:fill="auto"/>
          </w:tcPr>
          <w:p w14:paraId="68453CA7"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01E07F53"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65285D" w14:textId="77777777" w:rsidR="00AB75BF" w:rsidRPr="00F95FBD" w:rsidRDefault="00AB75BF" w:rsidP="007E7A7E">
            <w:pPr>
              <w:pStyle w:val="Tabulka"/>
            </w:pPr>
            <w:r w:rsidRPr="00F95FBD">
              <w:t>Telefon</w:t>
            </w:r>
          </w:p>
        </w:tc>
        <w:tc>
          <w:tcPr>
            <w:tcW w:w="5812" w:type="dxa"/>
            <w:shd w:val="clear" w:color="auto" w:fill="auto"/>
          </w:tcPr>
          <w:p w14:paraId="2FCA6063" w14:textId="77777777" w:rsidR="00AB75BF" w:rsidRPr="00F95FBD" w:rsidRDefault="00AB75BF" w:rsidP="007E7A7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F1E0839" w14:textId="77777777" w:rsidR="00AB75BF" w:rsidRDefault="00AB75BF" w:rsidP="00C74950">
      <w:pPr>
        <w:pStyle w:val="Tabulka"/>
      </w:pPr>
    </w:p>
    <w:p w14:paraId="6B7447D9" w14:textId="1911B5AB" w:rsidR="00AB75BF" w:rsidRPr="00F95FBD" w:rsidRDefault="00AB75BF" w:rsidP="00AB75BF">
      <w:pPr>
        <w:pStyle w:val="Nadpistabulky"/>
        <w:rPr>
          <w:sz w:val="18"/>
          <w:szCs w:val="18"/>
        </w:rPr>
      </w:pPr>
      <w:r w:rsidRPr="00F95FBD">
        <w:rPr>
          <w:sz w:val="18"/>
          <w:szCs w:val="18"/>
        </w:rPr>
        <w:t xml:space="preserve">Specialista </w:t>
      </w:r>
      <w:r>
        <w:rPr>
          <w:sz w:val="18"/>
          <w:szCs w:val="18"/>
        </w:rPr>
        <w:t>na geotechniku</w:t>
      </w:r>
    </w:p>
    <w:tbl>
      <w:tblPr>
        <w:tblStyle w:val="Tabulka10"/>
        <w:tblW w:w="8868" w:type="dxa"/>
        <w:tblLook w:val="04A0" w:firstRow="1" w:lastRow="0" w:firstColumn="1" w:lastColumn="0" w:noHBand="0" w:noVBand="1"/>
      </w:tblPr>
      <w:tblGrid>
        <w:gridCol w:w="3056"/>
        <w:gridCol w:w="5812"/>
      </w:tblGrid>
      <w:tr w:rsidR="00AB75BF" w:rsidRPr="00F95FBD" w14:paraId="4CA0FB8B" w14:textId="77777777" w:rsidTr="007E7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52D44" w14:textId="77777777" w:rsidR="00AB75BF" w:rsidRPr="00F95FBD" w:rsidRDefault="00AB75BF" w:rsidP="007E7A7E">
            <w:pPr>
              <w:pStyle w:val="Tabulka"/>
              <w:keepNext/>
              <w:rPr>
                <w:rStyle w:val="Nadpisvtabulce"/>
              </w:rPr>
            </w:pPr>
            <w:r w:rsidRPr="00F95FBD">
              <w:rPr>
                <w:rStyle w:val="Nadpisvtabulce"/>
              </w:rPr>
              <w:t>Jméno a příjmení</w:t>
            </w:r>
          </w:p>
        </w:tc>
        <w:tc>
          <w:tcPr>
            <w:tcW w:w="5812" w:type="dxa"/>
            <w:shd w:val="clear" w:color="auto" w:fill="auto"/>
          </w:tcPr>
          <w:p w14:paraId="66D67705" w14:textId="77777777" w:rsidR="00AB75BF" w:rsidRPr="00F95FBD" w:rsidRDefault="00AB75BF" w:rsidP="007E7A7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B75BF" w:rsidRPr="00F95FBD" w14:paraId="51A33C1E"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DEDF95" w14:textId="77777777" w:rsidR="00AB75BF" w:rsidRPr="00F95FBD" w:rsidRDefault="00AB75BF" w:rsidP="007E7A7E">
            <w:pPr>
              <w:pStyle w:val="Tabulka"/>
              <w:keepNext/>
            </w:pPr>
            <w:r w:rsidRPr="00F95FBD">
              <w:t>Adresa</w:t>
            </w:r>
          </w:p>
        </w:tc>
        <w:tc>
          <w:tcPr>
            <w:tcW w:w="5812" w:type="dxa"/>
            <w:shd w:val="clear" w:color="auto" w:fill="auto"/>
          </w:tcPr>
          <w:p w14:paraId="3F343A09"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36A9DCE4"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46245C" w14:textId="77777777" w:rsidR="00AB75BF" w:rsidRPr="00F95FBD" w:rsidRDefault="00AB75BF" w:rsidP="007E7A7E">
            <w:pPr>
              <w:pStyle w:val="Tabulka"/>
              <w:keepNext/>
            </w:pPr>
            <w:r w:rsidRPr="00F95FBD">
              <w:t>E-mail</w:t>
            </w:r>
          </w:p>
        </w:tc>
        <w:tc>
          <w:tcPr>
            <w:tcW w:w="5812" w:type="dxa"/>
            <w:shd w:val="clear" w:color="auto" w:fill="auto"/>
          </w:tcPr>
          <w:p w14:paraId="63EDD8FA"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5609C5A6"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8BEA26" w14:textId="77777777" w:rsidR="00AB75BF" w:rsidRPr="00F95FBD" w:rsidRDefault="00AB75BF" w:rsidP="007E7A7E">
            <w:pPr>
              <w:pStyle w:val="Tabulka"/>
            </w:pPr>
            <w:r w:rsidRPr="00F95FBD">
              <w:t>Telefon</w:t>
            </w:r>
          </w:p>
        </w:tc>
        <w:tc>
          <w:tcPr>
            <w:tcW w:w="5812" w:type="dxa"/>
            <w:shd w:val="clear" w:color="auto" w:fill="auto"/>
          </w:tcPr>
          <w:p w14:paraId="6BA28D0B" w14:textId="77777777" w:rsidR="00AB75BF" w:rsidRPr="00F95FBD" w:rsidRDefault="00AB75BF" w:rsidP="007E7A7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8322516" w14:textId="77777777" w:rsidR="00AB75BF" w:rsidRDefault="00AB75BF" w:rsidP="00C74950">
      <w:pPr>
        <w:pStyle w:val="Tabulka"/>
      </w:pPr>
    </w:p>
    <w:p w14:paraId="2EE505EF" w14:textId="2B62ACF5" w:rsidR="00AB75BF" w:rsidRPr="00F95FBD" w:rsidRDefault="00AB75BF" w:rsidP="00AB75BF">
      <w:pPr>
        <w:pStyle w:val="Nadpistabulky"/>
        <w:rPr>
          <w:sz w:val="18"/>
          <w:szCs w:val="18"/>
        </w:rPr>
      </w:pPr>
      <w:r w:rsidRPr="00F95FBD">
        <w:rPr>
          <w:sz w:val="18"/>
          <w:szCs w:val="18"/>
        </w:rPr>
        <w:t xml:space="preserve">Specialista </w:t>
      </w:r>
      <w:r>
        <w:rPr>
          <w:sz w:val="18"/>
          <w:szCs w:val="18"/>
        </w:rPr>
        <w:t>na požární bezpečnost</w:t>
      </w:r>
    </w:p>
    <w:tbl>
      <w:tblPr>
        <w:tblStyle w:val="Tabulka10"/>
        <w:tblW w:w="8868" w:type="dxa"/>
        <w:tblLook w:val="04A0" w:firstRow="1" w:lastRow="0" w:firstColumn="1" w:lastColumn="0" w:noHBand="0" w:noVBand="1"/>
      </w:tblPr>
      <w:tblGrid>
        <w:gridCol w:w="3056"/>
        <w:gridCol w:w="5812"/>
      </w:tblGrid>
      <w:tr w:rsidR="00AB75BF" w:rsidRPr="00F95FBD" w14:paraId="52F3A509" w14:textId="77777777" w:rsidTr="007E7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2177C5" w14:textId="77777777" w:rsidR="00AB75BF" w:rsidRPr="00F95FBD" w:rsidRDefault="00AB75BF" w:rsidP="007E7A7E">
            <w:pPr>
              <w:pStyle w:val="Tabulka"/>
              <w:keepNext/>
              <w:rPr>
                <w:rStyle w:val="Nadpisvtabulce"/>
              </w:rPr>
            </w:pPr>
            <w:r w:rsidRPr="00F95FBD">
              <w:rPr>
                <w:rStyle w:val="Nadpisvtabulce"/>
              </w:rPr>
              <w:t>Jméno a příjmení</w:t>
            </w:r>
          </w:p>
        </w:tc>
        <w:tc>
          <w:tcPr>
            <w:tcW w:w="5812" w:type="dxa"/>
            <w:shd w:val="clear" w:color="auto" w:fill="auto"/>
          </w:tcPr>
          <w:p w14:paraId="55FC8127" w14:textId="77777777" w:rsidR="00AB75BF" w:rsidRPr="00F95FBD" w:rsidRDefault="00AB75BF" w:rsidP="007E7A7E">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AB75BF" w:rsidRPr="00F95FBD" w14:paraId="7CF2B240"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0F2B60" w14:textId="77777777" w:rsidR="00AB75BF" w:rsidRPr="00F95FBD" w:rsidRDefault="00AB75BF" w:rsidP="007E7A7E">
            <w:pPr>
              <w:pStyle w:val="Tabulka"/>
              <w:keepNext/>
            </w:pPr>
            <w:r w:rsidRPr="00F95FBD">
              <w:t>Adresa</w:t>
            </w:r>
          </w:p>
        </w:tc>
        <w:tc>
          <w:tcPr>
            <w:tcW w:w="5812" w:type="dxa"/>
            <w:shd w:val="clear" w:color="auto" w:fill="auto"/>
          </w:tcPr>
          <w:p w14:paraId="28FFEB4D"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67AF2CB8"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AD33D2" w14:textId="77777777" w:rsidR="00AB75BF" w:rsidRPr="00F95FBD" w:rsidRDefault="00AB75BF" w:rsidP="007E7A7E">
            <w:pPr>
              <w:pStyle w:val="Tabulka"/>
              <w:keepNext/>
            </w:pPr>
            <w:r w:rsidRPr="00F95FBD">
              <w:t>E-mail</w:t>
            </w:r>
          </w:p>
        </w:tc>
        <w:tc>
          <w:tcPr>
            <w:tcW w:w="5812" w:type="dxa"/>
            <w:shd w:val="clear" w:color="auto" w:fill="auto"/>
          </w:tcPr>
          <w:p w14:paraId="60A9A86C" w14:textId="77777777" w:rsidR="00AB75BF" w:rsidRPr="00F95FBD" w:rsidRDefault="00AB75BF" w:rsidP="007E7A7E">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AB75BF" w:rsidRPr="00F95FBD" w14:paraId="599803CA" w14:textId="77777777" w:rsidTr="007E7A7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5387DA" w14:textId="77777777" w:rsidR="00AB75BF" w:rsidRPr="00F95FBD" w:rsidRDefault="00AB75BF" w:rsidP="007E7A7E">
            <w:pPr>
              <w:pStyle w:val="Tabulka"/>
            </w:pPr>
            <w:r w:rsidRPr="00F95FBD">
              <w:t>Telefon</w:t>
            </w:r>
          </w:p>
        </w:tc>
        <w:tc>
          <w:tcPr>
            <w:tcW w:w="5812" w:type="dxa"/>
            <w:shd w:val="clear" w:color="auto" w:fill="auto"/>
          </w:tcPr>
          <w:p w14:paraId="0D8F9D73" w14:textId="77777777" w:rsidR="00AB75BF" w:rsidRPr="00F95FBD" w:rsidRDefault="00AB75BF" w:rsidP="007E7A7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353D53C" w14:textId="77777777" w:rsidR="00AB75BF" w:rsidRDefault="00AB75BF" w:rsidP="00C74950">
      <w:pPr>
        <w:pStyle w:val="Tabulka"/>
      </w:pPr>
    </w:p>
    <w:p w14:paraId="2D994246" w14:textId="77777777" w:rsidR="00AB75BF" w:rsidRPr="00F95FBD" w:rsidRDefault="00AB75BF" w:rsidP="00C74950">
      <w:pPr>
        <w:pStyle w:val="Tabulka"/>
      </w:pPr>
    </w:p>
    <w:p w14:paraId="7D419933" w14:textId="401D6B39" w:rsidR="00C74950" w:rsidRPr="00F95FBD" w:rsidRDefault="00C74950" w:rsidP="00C74950">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w:t>
      </w:r>
    </w:p>
    <w:tbl>
      <w:tblPr>
        <w:tblStyle w:val="Tabulka10"/>
        <w:tblW w:w="8868" w:type="dxa"/>
        <w:tblLook w:val="04A0" w:firstRow="1" w:lastRow="0" w:firstColumn="1" w:lastColumn="0" w:noHBand="0" w:noVBand="1"/>
      </w:tblPr>
      <w:tblGrid>
        <w:gridCol w:w="3056"/>
        <w:gridCol w:w="5812"/>
      </w:tblGrid>
      <w:tr w:rsidR="00C74950" w:rsidRPr="00F95FBD" w14:paraId="08BBB9ED"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9F36A8"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6F00B20E"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C74950" w:rsidRPr="00F95FBD" w14:paraId="60B1867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86FDF" w14:textId="77777777" w:rsidR="00C74950" w:rsidRPr="00F95FBD" w:rsidRDefault="00C74950" w:rsidP="00A80851">
            <w:pPr>
              <w:pStyle w:val="Tabulka"/>
            </w:pPr>
            <w:r w:rsidRPr="00F95FBD">
              <w:t>Adresa</w:t>
            </w:r>
          </w:p>
        </w:tc>
        <w:tc>
          <w:tcPr>
            <w:tcW w:w="5812" w:type="dxa"/>
            <w:shd w:val="clear" w:color="auto" w:fill="auto"/>
          </w:tcPr>
          <w:p w14:paraId="1E488F63"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74950" w:rsidRPr="00F95FBD" w14:paraId="79F1ECFA"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80FB65" w14:textId="77777777" w:rsidR="00C74950" w:rsidRPr="00F95FBD" w:rsidRDefault="00C74950" w:rsidP="00A80851">
            <w:pPr>
              <w:pStyle w:val="Tabulka"/>
            </w:pPr>
            <w:r w:rsidRPr="00F95FBD">
              <w:t>E-mail</w:t>
            </w:r>
          </w:p>
        </w:tc>
        <w:tc>
          <w:tcPr>
            <w:tcW w:w="5812" w:type="dxa"/>
            <w:shd w:val="clear" w:color="auto" w:fill="auto"/>
          </w:tcPr>
          <w:p w14:paraId="10391BF3"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C74950" w:rsidRPr="00F95FBD" w14:paraId="71D873D9"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1D1965" w14:textId="77777777" w:rsidR="00C74950" w:rsidRPr="00F95FBD" w:rsidRDefault="00C74950" w:rsidP="00A80851">
            <w:pPr>
              <w:pStyle w:val="Tabulka"/>
            </w:pPr>
            <w:r w:rsidRPr="00F95FBD">
              <w:t>Telefon</w:t>
            </w:r>
          </w:p>
        </w:tc>
        <w:tc>
          <w:tcPr>
            <w:tcW w:w="5812" w:type="dxa"/>
            <w:shd w:val="clear" w:color="auto" w:fill="auto"/>
          </w:tcPr>
          <w:p w14:paraId="64642B27"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D001850" w14:textId="77777777" w:rsidR="00C74950" w:rsidRPr="00F95FBD" w:rsidRDefault="00C74950" w:rsidP="002344F6">
      <w:pPr>
        <w:pStyle w:val="Tabulka"/>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0664F79" w14:textId="77777777" w:rsidR="00740EE9" w:rsidRDefault="00740EE9" w:rsidP="00740EE9">
      <w:pPr>
        <w:pStyle w:val="Textbezodsazen"/>
      </w:pPr>
    </w:p>
    <w:p w14:paraId="4003976B" w14:textId="77777777" w:rsidR="00740EE9" w:rsidRDefault="00740EE9" w:rsidP="00740EE9">
      <w:pPr>
        <w:pStyle w:val="Textbezodsazen"/>
      </w:pPr>
    </w:p>
    <w:p w14:paraId="64D4C221" w14:textId="77777777" w:rsidR="00740EE9" w:rsidRDefault="00740EE9" w:rsidP="00F762A8">
      <w:pPr>
        <w:pStyle w:val="Nadpisbezsl1-1"/>
        <w:sectPr w:rsidR="00740EE9" w:rsidSect="00AB4F25">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35"/>
          <w:headerReference w:type="default" r:id="rId36"/>
          <w:footerReference w:type="even" r:id="rId37"/>
          <w:footerReference w:type="default" r:id="rId38"/>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w:t>
            </w:r>
            <w:proofErr w:type="gramStart"/>
            <w:r w:rsidRPr="004436EE">
              <w:rPr>
                <w:highlight w:val="yellow"/>
              </w:rPr>
              <w:t>VLOŽÍ</w:t>
            </w:r>
            <w:proofErr w:type="gramEnd"/>
            <w:r w:rsidRPr="004436EE">
              <w:rPr>
                <w:highlight w:val="yellow"/>
              </w:rPr>
              <w:t xml:space="preserve">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39"/>
          <w:headerReference w:type="default" r:id="rId40"/>
          <w:footerReference w:type="even" r:id="rId41"/>
          <w:footerReference w:type="default" r:id="rId42"/>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3261"/>
        <w:gridCol w:w="2642"/>
        <w:gridCol w:w="2957"/>
      </w:tblGrid>
      <w:tr w:rsidR="00872362" w:rsidRPr="00F95FBD" w14:paraId="09BA7674" w14:textId="77777777" w:rsidTr="00A92C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4BFF904B" w14:textId="77777777" w:rsidR="00872362" w:rsidRPr="00F95FBD" w:rsidRDefault="00872362" w:rsidP="00380C0F">
            <w:pPr>
              <w:pStyle w:val="Tabulka"/>
              <w:rPr>
                <w:rStyle w:val="Nadpisvtabulce"/>
              </w:rPr>
            </w:pPr>
            <w:r>
              <w:rPr>
                <w:rStyle w:val="Nadpisvtabulce"/>
              </w:rPr>
              <w:t>Název dokumentu</w:t>
            </w:r>
          </w:p>
        </w:tc>
        <w:tc>
          <w:tcPr>
            <w:tcW w:w="2642"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AA053CF" w14:textId="77777777" w:rsidTr="00A92C35">
        <w:tc>
          <w:tcPr>
            <w:cnfStyle w:val="001000000000" w:firstRow="0" w:lastRow="0" w:firstColumn="1" w:lastColumn="0" w:oddVBand="0" w:evenVBand="0" w:oddHBand="0" w:evenHBand="0" w:firstRowFirstColumn="0" w:firstRowLastColumn="0" w:lastRowFirstColumn="0" w:lastRowLastColumn="0"/>
            <w:tcW w:w="3261" w:type="dxa"/>
          </w:tcPr>
          <w:p w14:paraId="515F01B4" w14:textId="09A9FE4A" w:rsidR="00872362" w:rsidRPr="00D0544F" w:rsidRDefault="00AB75BF" w:rsidP="00380C0F">
            <w:pPr>
              <w:pStyle w:val="Tabulka"/>
              <w:rPr>
                <w:highlight w:val="green"/>
              </w:rPr>
            </w:pPr>
            <w:r w:rsidRPr="0094707D">
              <w:t>Výzva k podání nabídky</w:t>
            </w:r>
          </w:p>
        </w:tc>
        <w:tc>
          <w:tcPr>
            <w:tcW w:w="2642" w:type="dxa"/>
          </w:tcPr>
          <w:p w14:paraId="44D12DC2" w14:textId="5E9CDC0A" w:rsidR="00872362" w:rsidRPr="00F95FBD" w:rsidRDefault="00AB75BF" w:rsidP="00380C0F">
            <w:pPr>
              <w:pStyle w:val="Tabulka"/>
              <w:jc w:val="center"/>
              <w:cnfStyle w:val="000000000000" w:firstRow="0" w:lastRow="0" w:firstColumn="0" w:lastColumn="0" w:oddVBand="0" w:evenVBand="0" w:oddHBand="0" w:evenHBand="0" w:firstRowFirstColumn="0" w:firstRowLastColumn="0" w:lastRowFirstColumn="0" w:lastRowLastColumn="0"/>
            </w:pPr>
            <w:r>
              <w:t>8561/2024-SŽ-SSV-Ú3</w:t>
            </w:r>
          </w:p>
        </w:tc>
        <w:tc>
          <w:tcPr>
            <w:tcW w:w="2957" w:type="dxa"/>
          </w:tcPr>
          <w:p w14:paraId="27D53D60" w14:textId="5D2641C0" w:rsidR="00872362" w:rsidRPr="00F95FB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r>
              <w:t>06.08.2024</w:t>
            </w:r>
          </w:p>
        </w:tc>
      </w:tr>
      <w:tr w:rsidR="00872362" w:rsidRPr="00F95FBD" w14:paraId="106AE8EA" w14:textId="77777777" w:rsidTr="00A92C35">
        <w:tc>
          <w:tcPr>
            <w:cnfStyle w:val="001000000000" w:firstRow="0" w:lastRow="0" w:firstColumn="1" w:lastColumn="0" w:oddVBand="0" w:evenVBand="0" w:oddHBand="0" w:evenHBand="0" w:firstRowFirstColumn="0" w:firstRowLastColumn="0" w:lastRowFirstColumn="0" w:lastRowLastColumn="0"/>
            <w:tcW w:w="3261" w:type="dxa"/>
          </w:tcPr>
          <w:p w14:paraId="33BBEE10" w14:textId="233C03B5" w:rsidR="0094707D" w:rsidRPr="0094707D" w:rsidRDefault="0094707D" w:rsidP="00A92C35">
            <w:pPr>
              <w:pStyle w:val="Tabulka"/>
              <w:jc w:val="left"/>
            </w:pPr>
            <w:r w:rsidRPr="00A11F9B">
              <w:rPr>
                <w:i/>
              </w:rPr>
              <w:t>Studie proveditelnosti železničního spojení Brno – Znojmo“</w:t>
            </w:r>
            <w:r w:rsidRPr="00A11F9B">
              <w:t>,</w:t>
            </w:r>
            <w:r>
              <w:t xml:space="preserve"> </w:t>
            </w:r>
            <w:r w:rsidRPr="00A11F9B">
              <w:t>včetně dopracování, zpracovatel společnost AFSAG Brno – Znojmo (AFRY CZ s. r. o., SAGASTA s. r. o.) (dále jen SP Brno – Znojmo)</w:t>
            </w:r>
          </w:p>
        </w:tc>
        <w:tc>
          <w:tcPr>
            <w:tcW w:w="2642" w:type="dxa"/>
          </w:tcPr>
          <w:p w14:paraId="086CCF72" w14:textId="77777777" w:rsidR="0094707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p>
          <w:p w14:paraId="47999A93" w14:textId="66C19904" w:rsidR="00872362"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r w:rsidRPr="00A11F9B">
              <w:t>29060/2023-SŽ-GŘ-O6</w:t>
            </w:r>
          </w:p>
          <w:p w14:paraId="0F4F572F" w14:textId="77777777" w:rsidR="0094707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p>
          <w:p w14:paraId="233A00DE" w14:textId="77777777" w:rsidR="0094707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p>
          <w:p w14:paraId="540F8AD3" w14:textId="77777777" w:rsidR="0094707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p>
          <w:p w14:paraId="7918CE24" w14:textId="77777777" w:rsidR="0094707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p>
          <w:p w14:paraId="790B03CF" w14:textId="77777777" w:rsidR="0094707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p>
          <w:p w14:paraId="4BA8A8B0" w14:textId="1B1FE79C" w:rsidR="0094707D" w:rsidRPr="00F95FB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1F87998" w14:textId="327D607E" w:rsidR="00872362"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r w:rsidRPr="00A11F9B">
              <w:t>02/2022</w:t>
            </w:r>
            <w:r>
              <w:t xml:space="preserve">, </w:t>
            </w:r>
            <w:r w:rsidRPr="00A11F9B">
              <w:t>12/2022</w:t>
            </w:r>
          </w:p>
          <w:p w14:paraId="721B8063" w14:textId="22D814AF" w:rsidR="0094707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r>
              <w:t>schváleno: 28.04.2023</w:t>
            </w:r>
          </w:p>
          <w:p w14:paraId="6CADBB39" w14:textId="77777777" w:rsidR="0094707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p>
          <w:p w14:paraId="0D7572AC" w14:textId="77777777" w:rsidR="0094707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p>
          <w:p w14:paraId="1F82654C" w14:textId="77777777" w:rsidR="0094707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p>
          <w:p w14:paraId="4C8B30E2" w14:textId="77777777" w:rsidR="0094707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p>
          <w:p w14:paraId="205C4FB7" w14:textId="32D56FD7" w:rsidR="0094707D" w:rsidRPr="00F95FB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69A75AA6" w14:textId="77777777" w:rsidTr="00A92C35">
        <w:tc>
          <w:tcPr>
            <w:cnfStyle w:val="001000000000" w:firstRow="0" w:lastRow="0" w:firstColumn="1" w:lastColumn="0" w:oddVBand="0" w:evenVBand="0" w:oddHBand="0" w:evenHBand="0" w:firstRowFirstColumn="0" w:firstRowLastColumn="0" w:lastRowFirstColumn="0" w:lastRowLastColumn="0"/>
            <w:tcW w:w="3261" w:type="dxa"/>
          </w:tcPr>
          <w:p w14:paraId="70760CC8" w14:textId="63F9255F" w:rsidR="00872362" w:rsidRPr="0094707D" w:rsidRDefault="0094707D" w:rsidP="00380C0F">
            <w:pPr>
              <w:pStyle w:val="Tabulka"/>
            </w:pPr>
            <w:r w:rsidRPr="0094707D">
              <w:t>Nabídka zhotovitele</w:t>
            </w:r>
          </w:p>
        </w:tc>
        <w:tc>
          <w:tcPr>
            <w:tcW w:w="2642" w:type="dxa"/>
          </w:tcPr>
          <w:p w14:paraId="7BD5423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F598DF2" w14:textId="1AB8B8F3" w:rsidR="00872362" w:rsidRPr="00F95FBD" w:rsidRDefault="0094707D" w:rsidP="00380C0F">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A90A9B9" w14:textId="77777777" w:rsidR="00F762A8" w:rsidRPr="00165977" w:rsidRDefault="00F762A8" w:rsidP="005445D5">
      <w:pPr>
        <w:pStyle w:val="Textbezodsazen"/>
      </w:pPr>
    </w:p>
    <w:sectPr w:rsidR="00F762A8" w:rsidRPr="00165977" w:rsidSect="00AB4F25">
      <w:headerReference w:type="even" r:id="rId43"/>
      <w:headerReference w:type="default" r:id="rId44"/>
      <w:footerReference w:type="even" r:id="rId45"/>
      <w:footerReference w:type="default" r:id="rId46"/>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E3E57" w14:textId="77777777" w:rsidR="000700EE" w:rsidRDefault="000700EE" w:rsidP="00962258">
      <w:pPr>
        <w:spacing w:after="0" w:line="240" w:lineRule="auto"/>
      </w:pPr>
      <w:r>
        <w:separator/>
      </w:r>
    </w:p>
  </w:endnote>
  <w:endnote w:type="continuationSeparator" w:id="0">
    <w:p w14:paraId="2EF207E4" w14:textId="77777777" w:rsidR="000700EE" w:rsidRDefault="000700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48516A8A" w14:textId="77777777" w:rsidTr="00BD0C4A">
      <w:trPr>
        <w:trHeight w:val="247"/>
      </w:trPr>
      <w:tc>
        <w:tcPr>
          <w:tcW w:w="907" w:type="dxa"/>
          <w:tcMar>
            <w:left w:w="0" w:type="dxa"/>
            <w:right w:w="0" w:type="dxa"/>
          </w:tcMar>
          <w:vAlign w:val="bottom"/>
        </w:tcPr>
        <w:p w14:paraId="3A83DF1A" w14:textId="3C424F24"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9AD">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7012CC52" w14:textId="5C1CADE5" w:rsidR="000700EE" w:rsidRPr="00BD0C4A" w:rsidRDefault="007E49AD" w:rsidP="00BD0C4A">
          <w:pPr>
            <w:pStyle w:val="Zpatvlevo"/>
          </w:pPr>
          <w:r>
            <w:fldChar w:fldCharType="begin"/>
          </w:r>
          <w:r>
            <w:instrText xml:space="preserve"> STYLEREF  _Název_akce  \* MERGEFORMAT </w:instrText>
          </w:r>
          <w:r>
            <w:fldChar w:fldCharType="separate"/>
          </w:r>
          <w:r>
            <w:rPr>
              <w:noProof/>
            </w:rPr>
            <w:t>„Elektrizace a modernizace trati Břeclav (mimo) – Znojmo (včetně)“</w:t>
          </w:r>
          <w:r>
            <w:rPr>
              <w:noProof/>
            </w:rPr>
            <w:fldChar w:fldCharType="end"/>
          </w:r>
        </w:p>
        <w:p w14:paraId="1C356ADD" w14:textId="2388BFE6" w:rsidR="000700EE" w:rsidRPr="00BD0C4A" w:rsidRDefault="000700EE" w:rsidP="00BD0C4A">
          <w:pPr>
            <w:pStyle w:val="Zpatvlevo"/>
          </w:pPr>
          <w:r w:rsidRPr="00BD0C4A">
            <w:t xml:space="preserve">Smlouva o dílo na Záměru projektu a </w:t>
          </w:r>
          <w:r w:rsidR="00C74950">
            <w:t>doprovodné d</w:t>
          </w:r>
          <w:r w:rsidR="00C74950" w:rsidRPr="00BD0C4A">
            <w:t>okumentace (ZP+D</w:t>
          </w:r>
          <w:r w:rsidR="00C74950">
            <w:t>D</w:t>
          </w:r>
          <w:r w:rsidR="00C74950" w:rsidRPr="00BD0C4A">
            <w:t>)</w:t>
          </w:r>
        </w:p>
      </w:tc>
    </w:tr>
  </w:tbl>
  <w:p w14:paraId="76710A32" w14:textId="77777777" w:rsidR="000700EE" w:rsidRPr="00BD0C4A" w:rsidRDefault="000700E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9E29B1" w14:textId="77777777" w:rsidTr="00BD0C4A">
      <w:tc>
        <w:tcPr>
          <w:tcW w:w="7873" w:type="dxa"/>
          <w:vAlign w:val="bottom"/>
        </w:tcPr>
        <w:p w14:paraId="7BB1BC4C" w14:textId="77777777" w:rsidR="000700EE" w:rsidRDefault="000700EE" w:rsidP="00BD0C4A">
          <w:pPr>
            <w:pStyle w:val="Zpatvpravo"/>
          </w:pPr>
          <w:r>
            <w:t>Příloha č. 4</w:t>
          </w:r>
        </w:p>
        <w:p w14:paraId="6C91B9ED" w14:textId="0E52F23A" w:rsidR="000700EE" w:rsidRPr="00BD0C4A" w:rsidRDefault="007E49AD" w:rsidP="00BD0C4A">
          <w:pPr>
            <w:pStyle w:val="Zpatvpravo"/>
          </w:pPr>
          <w:r>
            <w:fldChar w:fldCharType="begin"/>
          </w:r>
          <w:r>
            <w:instrText xml:space="preserve"> STYLEREF  _Název_akce  \* MERGEFORMAT </w:instrText>
          </w:r>
          <w:r>
            <w:fldChar w:fldCharType="separate"/>
          </w:r>
          <w:r>
            <w:rPr>
              <w:noProof/>
            </w:rPr>
            <w:t>„Elektrizace a modernizace trati Břeclav (mimo) – Znojmo (včetně)“</w:t>
          </w:r>
          <w:r>
            <w:rPr>
              <w:noProof/>
            </w:rPr>
            <w:fldChar w:fldCharType="end"/>
          </w:r>
        </w:p>
        <w:p w14:paraId="2D969EED" w14:textId="7C81FF4C" w:rsidR="000700EE" w:rsidRPr="00BD0C4A" w:rsidRDefault="000700EE" w:rsidP="00BD0C4A">
          <w:pPr>
            <w:pStyle w:val="Zpatvpravo"/>
          </w:pPr>
          <w:r w:rsidRPr="00BD0C4A">
            <w:t xml:space="preserve">Smlouva o dílo na Záměru projektu </w:t>
          </w:r>
          <w:r w:rsidRPr="00C61710">
            <w:t xml:space="preserve">a </w:t>
          </w:r>
          <w:r w:rsidR="00C74950" w:rsidRPr="00C61710">
            <w:t>doprovodné dokumentace</w:t>
          </w:r>
          <w:r w:rsidR="00C74950" w:rsidRPr="00BD0C4A">
            <w:t xml:space="preserve"> (ZP</w:t>
          </w:r>
          <w:r w:rsidR="00C74950" w:rsidRPr="00C61710">
            <w:t>+DD</w:t>
          </w:r>
          <w:r w:rsidR="00C74950" w:rsidRPr="00BD0C4A">
            <w:t>)</w:t>
          </w:r>
        </w:p>
      </w:tc>
      <w:tc>
        <w:tcPr>
          <w:tcW w:w="859" w:type="dxa"/>
          <w:vAlign w:val="bottom"/>
        </w:tcPr>
        <w:p w14:paraId="065BBE3F" w14:textId="4C9ADB73"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9AD">
            <w:rPr>
              <w:b/>
              <w:noProof/>
              <w:color w:val="FF5200" w:themeColor="accent2"/>
              <w:sz w:val="14"/>
              <w:szCs w:val="14"/>
            </w:rPr>
            <w:t>1</w:t>
          </w:r>
          <w:r w:rsidRPr="007145F3">
            <w:rPr>
              <w:b/>
              <w:noProof/>
              <w:color w:val="FF5200" w:themeColor="accent2"/>
              <w:sz w:val="14"/>
              <w:szCs w:val="14"/>
            </w:rPr>
            <w:fldChar w:fldCharType="end"/>
          </w:r>
        </w:p>
      </w:tc>
    </w:tr>
  </w:tbl>
  <w:p w14:paraId="36B2249F" w14:textId="77777777" w:rsidR="000700EE" w:rsidRPr="00B8518B" w:rsidRDefault="000700E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1EEB4EB7" w14:textId="77777777" w:rsidTr="00BD0C4A">
      <w:trPr>
        <w:trHeight w:val="247"/>
      </w:trPr>
      <w:tc>
        <w:tcPr>
          <w:tcW w:w="907" w:type="dxa"/>
          <w:tcMar>
            <w:left w:w="0" w:type="dxa"/>
            <w:right w:w="0" w:type="dxa"/>
          </w:tcMar>
          <w:vAlign w:val="bottom"/>
        </w:tcPr>
        <w:p w14:paraId="5B85FED0" w14:textId="442386CD"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07C7">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8D63D4" w14:textId="77777777" w:rsidR="000700EE" w:rsidRDefault="000700EE" w:rsidP="00BD0C4A">
          <w:pPr>
            <w:pStyle w:val="Zpatvlevo"/>
          </w:pPr>
          <w:r>
            <w:t>Příloha č. 5</w:t>
          </w:r>
        </w:p>
        <w:p w14:paraId="513B95EE" w14:textId="2376E53D" w:rsidR="000700EE" w:rsidRPr="00BD0C4A" w:rsidRDefault="007E49AD" w:rsidP="00BD0C4A">
          <w:pPr>
            <w:pStyle w:val="Zpatvlevo"/>
          </w:pPr>
          <w:r>
            <w:fldChar w:fldCharType="begin"/>
          </w:r>
          <w:r>
            <w:instrText xml:space="preserve"> STYLEREF  _Název_akce  \* MERGEFORMAT </w:instrText>
          </w:r>
          <w:r>
            <w:fldChar w:fldCharType="separate"/>
          </w:r>
          <w:r w:rsidR="003A07C7">
            <w:rPr>
              <w:noProof/>
            </w:rPr>
            <w:t>„Název akce“ – přepíše se do zápatí</w:t>
          </w:r>
          <w:r>
            <w:rPr>
              <w:noProof/>
            </w:rPr>
            <w:fldChar w:fldCharType="end"/>
          </w:r>
        </w:p>
        <w:p w14:paraId="75F3A419" w14:textId="77777777" w:rsidR="000700EE" w:rsidRPr="00BD0C4A" w:rsidRDefault="000700EE" w:rsidP="00BD0C4A">
          <w:pPr>
            <w:pStyle w:val="Zpatvlevo"/>
          </w:pPr>
          <w:r w:rsidRPr="00BD0C4A">
            <w:t>Smlouva o dílo na Záměru projektu a Dokumentace pro územní řízení (ZP+DUR)</w:t>
          </w:r>
        </w:p>
      </w:tc>
    </w:tr>
  </w:tbl>
  <w:p w14:paraId="4437913B" w14:textId="77777777" w:rsidR="000700EE" w:rsidRPr="00BD0C4A" w:rsidRDefault="000700E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ADED564" w14:textId="77777777" w:rsidTr="00BD0C4A">
      <w:tc>
        <w:tcPr>
          <w:tcW w:w="7873" w:type="dxa"/>
          <w:vAlign w:val="bottom"/>
        </w:tcPr>
        <w:p w14:paraId="6E5F9B70" w14:textId="77777777" w:rsidR="000700EE" w:rsidRDefault="000700EE" w:rsidP="00BD0C4A">
          <w:pPr>
            <w:pStyle w:val="Zpatvpravo"/>
          </w:pPr>
          <w:r>
            <w:t>Příloha č. 5</w:t>
          </w:r>
        </w:p>
        <w:p w14:paraId="64DAFB31" w14:textId="4B6C47F3" w:rsidR="000700EE" w:rsidRPr="00BD0C4A" w:rsidRDefault="007E49AD" w:rsidP="00BD0C4A">
          <w:pPr>
            <w:pStyle w:val="Zpatvpravo"/>
          </w:pPr>
          <w:r>
            <w:fldChar w:fldCharType="begin"/>
          </w:r>
          <w:r>
            <w:instrText xml:space="preserve"> STYLEREF  _Název_akce  \* MERGEFORMAT </w:instrText>
          </w:r>
          <w:r>
            <w:fldChar w:fldCharType="separate"/>
          </w:r>
          <w:r>
            <w:rPr>
              <w:noProof/>
            </w:rPr>
            <w:t>„Elektrizace a modernizace trati Břeclav (mimo) – Znojmo (včetně)“</w:t>
          </w:r>
          <w:r>
            <w:rPr>
              <w:noProof/>
            </w:rPr>
            <w:fldChar w:fldCharType="end"/>
          </w:r>
        </w:p>
        <w:p w14:paraId="3FE36908" w14:textId="5ACADE90" w:rsidR="000700EE" w:rsidRPr="00BD0C4A" w:rsidRDefault="000700EE" w:rsidP="00BD0C4A">
          <w:pPr>
            <w:pStyle w:val="Zpatvpravo"/>
          </w:pPr>
          <w:r w:rsidRPr="00BD0C4A">
            <w:t xml:space="preserve">Smlouva o dílo na Záměru projektu </w:t>
          </w:r>
          <w:r w:rsidRPr="00C61710">
            <w:t xml:space="preserve">a </w:t>
          </w:r>
          <w:r w:rsidR="00C74950" w:rsidRPr="00C61710">
            <w:t>doprovodné dokumentace</w:t>
          </w:r>
          <w:r w:rsidR="00C74950" w:rsidRPr="00BD0C4A">
            <w:t xml:space="preserve"> (ZP</w:t>
          </w:r>
          <w:r w:rsidR="00C74950" w:rsidRPr="00C61710">
            <w:t>+DD</w:t>
          </w:r>
          <w:r w:rsidR="00C74950" w:rsidRPr="00BD0C4A">
            <w:t>)</w:t>
          </w:r>
        </w:p>
      </w:tc>
      <w:tc>
        <w:tcPr>
          <w:tcW w:w="859" w:type="dxa"/>
          <w:vAlign w:val="bottom"/>
        </w:tcPr>
        <w:p w14:paraId="124136C5" w14:textId="45E3DD4F"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9AD">
            <w:rPr>
              <w:b/>
              <w:noProof/>
              <w:color w:val="FF5200" w:themeColor="accent2"/>
              <w:sz w:val="14"/>
              <w:szCs w:val="14"/>
            </w:rPr>
            <w:t>1</w:t>
          </w:r>
          <w:r w:rsidRPr="007145F3">
            <w:rPr>
              <w:b/>
              <w:noProof/>
              <w:color w:val="FF5200" w:themeColor="accent2"/>
              <w:sz w:val="14"/>
              <w:szCs w:val="14"/>
            </w:rPr>
            <w:fldChar w:fldCharType="end"/>
          </w:r>
        </w:p>
      </w:tc>
    </w:tr>
  </w:tbl>
  <w:p w14:paraId="01AD5584" w14:textId="77777777" w:rsidR="000700EE" w:rsidRPr="00B8518B" w:rsidRDefault="000700E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21AA124" w14:textId="77777777" w:rsidTr="00BD0C4A">
      <w:trPr>
        <w:trHeight w:val="247"/>
      </w:trPr>
      <w:tc>
        <w:tcPr>
          <w:tcW w:w="907" w:type="dxa"/>
          <w:tcMar>
            <w:left w:w="0" w:type="dxa"/>
            <w:right w:w="0" w:type="dxa"/>
          </w:tcMar>
          <w:vAlign w:val="bottom"/>
        </w:tcPr>
        <w:p w14:paraId="32BAB67D" w14:textId="1F4E958C"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9AD">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3FF7BB1E" w14:textId="77777777" w:rsidR="000700EE" w:rsidRDefault="000700EE" w:rsidP="00BD0C4A">
          <w:pPr>
            <w:pStyle w:val="Zpatvlevo"/>
          </w:pPr>
          <w:r>
            <w:t>Příloha č. 6</w:t>
          </w:r>
        </w:p>
        <w:p w14:paraId="1DD24258" w14:textId="3AE65C04" w:rsidR="000700EE" w:rsidRPr="00BD0C4A" w:rsidRDefault="007E49AD" w:rsidP="00BD0C4A">
          <w:pPr>
            <w:pStyle w:val="Zpatvlevo"/>
          </w:pPr>
          <w:r>
            <w:fldChar w:fldCharType="begin"/>
          </w:r>
          <w:r>
            <w:instrText xml:space="preserve"> STYLEREF  _Název_akce  \* MERGEFORMAT </w:instrText>
          </w:r>
          <w:r>
            <w:fldChar w:fldCharType="separate"/>
          </w:r>
          <w:r>
            <w:rPr>
              <w:noProof/>
            </w:rPr>
            <w:t>„Elektrizace a modernizace trati Břeclav (mimo) – Znojmo (včetně)“</w:t>
          </w:r>
          <w:r>
            <w:rPr>
              <w:noProof/>
            </w:rPr>
            <w:fldChar w:fldCharType="end"/>
          </w:r>
        </w:p>
        <w:p w14:paraId="2647F8A5" w14:textId="44D55386" w:rsidR="000700EE" w:rsidRPr="00BD0C4A" w:rsidRDefault="000700EE" w:rsidP="00BD0C4A">
          <w:pPr>
            <w:pStyle w:val="Zpatvlevo"/>
          </w:pPr>
          <w:r w:rsidRPr="00BD0C4A">
            <w:t xml:space="preserve">Smlouva o dílo na Záměru projektu </w:t>
          </w:r>
          <w:r w:rsidRPr="00C61710">
            <w:t xml:space="preserve">a </w:t>
          </w:r>
          <w:r w:rsidR="00C74950" w:rsidRPr="00C61710">
            <w:t>doprovodné dokumentace (ZP+DD</w:t>
          </w:r>
          <w:r w:rsidR="00C74950" w:rsidRPr="00BD0C4A">
            <w:t>)</w:t>
          </w:r>
        </w:p>
      </w:tc>
    </w:tr>
  </w:tbl>
  <w:p w14:paraId="42A4BBB1" w14:textId="77777777" w:rsidR="000700EE" w:rsidRPr="00BD0C4A" w:rsidRDefault="000700E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A7111BA" w14:textId="77777777" w:rsidTr="00BD0C4A">
      <w:tc>
        <w:tcPr>
          <w:tcW w:w="7873" w:type="dxa"/>
          <w:vAlign w:val="bottom"/>
        </w:tcPr>
        <w:p w14:paraId="486A59B7" w14:textId="77777777" w:rsidR="000700EE" w:rsidRDefault="000700EE" w:rsidP="00BD0C4A">
          <w:pPr>
            <w:pStyle w:val="Zpatvpravo"/>
          </w:pPr>
          <w:r>
            <w:t>Příloha č. 6</w:t>
          </w:r>
        </w:p>
        <w:p w14:paraId="33008E95" w14:textId="56024E5F" w:rsidR="000700EE" w:rsidRPr="00BD0C4A" w:rsidRDefault="007E49AD" w:rsidP="00BD0C4A">
          <w:pPr>
            <w:pStyle w:val="Zpatvpravo"/>
          </w:pPr>
          <w:r>
            <w:fldChar w:fldCharType="begin"/>
          </w:r>
          <w:r>
            <w:instrText xml:space="preserve"> STYLEREF  _Název_akce  \* MERGEFORMAT </w:instrText>
          </w:r>
          <w:r>
            <w:fldChar w:fldCharType="separate"/>
          </w:r>
          <w:r>
            <w:rPr>
              <w:noProof/>
            </w:rPr>
            <w:t>„Elektrizace a modernizace trati Břeclav (mimo) – Znojmo (včetně)“</w:t>
          </w:r>
          <w:r>
            <w:rPr>
              <w:noProof/>
            </w:rPr>
            <w:fldChar w:fldCharType="end"/>
          </w:r>
        </w:p>
        <w:p w14:paraId="376AC072" w14:textId="4CEB4E0B" w:rsidR="000700EE" w:rsidRPr="00BD0C4A" w:rsidRDefault="000700EE" w:rsidP="00BD0C4A">
          <w:pPr>
            <w:pStyle w:val="Zpatvpravo"/>
          </w:pPr>
          <w:r w:rsidRPr="00BD0C4A">
            <w:t xml:space="preserve">Smlouva o dílo na Záměru projektu </w:t>
          </w:r>
          <w:r w:rsidRPr="00C61710">
            <w:t xml:space="preserve">a </w:t>
          </w:r>
          <w:r w:rsidR="00C74950" w:rsidRPr="00C61710">
            <w:t>doprovodné dokumentace</w:t>
          </w:r>
          <w:r w:rsidR="00C74950" w:rsidRPr="00BD0C4A">
            <w:t xml:space="preserve"> (ZP</w:t>
          </w:r>
          <w:r w:rsidR="00C74950" w:rsidRPr="00C61710">
            <w:t>+DD</w:t>
          </w:r>
          <w:r w:rsidR="00C74950" w:rsidRPr="00BD0C4A">
            <w:t>)</w:t>
          </w:r>
        </w:p>
      </w:tc>
      <w:tc>
        <w:tcPr>
          <w:tcW w:w="859" w:type="dxa"/>
          <w:vAlign w:val="bottom"/>
        </w:tcPr>
        <w:p w14:paraId="1565B8D9" w14:textId="5C4CA55B"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9AD">
            <w:rPr>
              <w:b/>
              <w:noProof/>
              <w:color w:val="FF5200" w:themeColor="accent2"/>
              <w:sz w:val="14"/>
              <w:szCs w:val="14"/>
            </w:rPr>
            <w:t>4</w:t>
          </w:r>
          <w:r w:rsidRPr="007145F3">
            <w:rPr>
              <w:b/>
              <w:noProof/>
              <w:color w:val="FF5200" w:themeColor="accent2"/>
              <w:sz w:val="14"/>
              <w:szCs w:val="14"/>
            </w:rPr>
            <w:fldChar w:fldCharType="end"/>
          </w:r>
        </w:p>
      </w:tc>
    </w:tr>
  </w:tbl>
  <w:p w14:paraId="5EC215EA" w14:textId="77777777" w:rsidR="000700EE" w:rsidRPr="00B8518B" w:rsidRDefault="000700E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953716D" w14:textId="77777777" w:rsidTr="00BD0C4A">
      <w:trPr>
        <w:trHeight w:val="247"/>
      </w:trPr>
      <w:tc>
        <w:tcPr>
          <w:tcW w:w="907" w:type="dxa"/>
          <w:tcMar>
            <w:left w:w="0" w:type="dxa"/>
            <w:right w:w="0" w:type="dxa"/>
          </w:tcMar>
          <w:vAlign w:val="bottom"/>
        </w:tcPr>
        <w:p w14:paraId="60956739"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A5CC9F" w14:textId="77777777" w:rsidR="000700EE" w:rsidRDefault="000700EE" w:rsidP="00BD0C4A">
          <w:pPr>
            <w:pStyle w:val="Zpatvlevo"/>
          </w:pPr>
          <w:r>
            <w:t>Příloha č. 7</w:t>
          </w:r>
        </w:p>
        <w:p w14:paraId="19A7E494" w14:textId="77777777" w:rsidR="000700EE" w:rsidRPr="00BD0C4A" w:rsidRDefault="007E49AD" w:rsidP="00BD0C4A">
          <w:pPr>
            <w:pStyle w:val="Zpatvlevo"/>
          </w:pPr>
          <w:r>
            <w:fldChar w:fldCharType="begin"/>
          </w:r>
          <w:r>
            <w:instrText xml:space="preserve"> STYLEREF  _Název_akce  \* MERGEFORMAT </w:instrText>
          </w:r>
          <w:r>
            <w:fldChar w:fldCharType="separate"/>
          </w:r>
          <w:r w:rsidR="000700EE">
            <w:rPr>
              <w:noProof/>
            </w:rPr>
            <w:t>„Název akce“ – přepíše se do zápatí</w:t>
          </w:r>
          <w:r>
            <w:rPr>
              <w:noProof/>
            </w:rPr>
            <w:fldChar w:fldCharType="end"/>
          </w:r>
        </w:p>
        <w:p w14:paraId="58F8BC0F" w14:textId="77777777" w:rsidR="000700EE" w:rsidRPr="00BD0C4A" w:rsidRDefault="000700EE" w:rsidP="00BD0C4A">
          <w:pPr>
            <w:pStyle w:val="Zpatvlevo"/>
          </w:pPr>
          <w:r w:rsidRPr="00BD0C4A">
            <w:t>Smlouva o dílo na Záměru projektu a Dokumentace pro územní řízení (ZP+DUR)</w:t>
          </w:r>
        </w:p>
      </w:tc>
    </w:tr>
  </w:tbl>
  <w:p w14:paraId="7133449A" w14:textId="77777777" w:rsidR="000700EE" w:rsidRPr="00BD0C4A" w:rsidRDefault="000700E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F959763" w14:textId="77777777" w:rsidTr="00BD0C4A">
      <w:tc>
        <w:tcPr>
          <w:tcW w:w="7873" w:type="dxa"/>
          <w:vAlign w:val="bottom"/>
        </w:tcPr>
        <w:p w14:paraId="4638C6F8" w14:textId="77777777" w:rsidR="000700EE" w:rsidRDefault="000700EE" w:rsidP="00BD0C4A">
          <w:pPr>
            <w:pStyle w:val="Zpatvpravo"/>
          </w:pPr>
          <w:r>
            <w:t>Příloha č. 7</w:t>
          </w:r>
        </w:p>
        <w:p w14:paraId="0B35EFC3" w14:textId="4F99B423" w:rsidR="000700EE" w:rsidRPr="00BD0C4A" w:rsidRDefault="007E49AD" w:rsidP="00BD0C4A">
          <w:pPr>
            <w:pStyle w:val="Zpatvpravo"/>
          </w:pPr>
          <w:r>
            <w:fldChar w:fldCharType="begin"/>
          </w:r>
          <w:r>
            <w:instrText xml:space="preserve"> STYLEREF  _Název_akce  \* MERGEFORMAT </w:instrText>
          </w:r>
          <w:r>
            <w:fldChar w:fldCharType="separate"/>
          </w:r>
          <w:r>
            <w:rPr>
              <w:noProof/>
            </w:rPr>
            <w:t>„Elektrizace a modernizace trati Břeclav (mimo) – Znojmo (včetně)“</w:t>
          </w:r>
          <w:r>
            <w:rPr>
              <w:noProof/>
            </w:rPr>
            <w:fldChar w:fldCharType="end"/>
          </w:r>
        </w:p>
        <w:p w14:paraId="2F3BD33F" w14:textId="767955AA" w:rsidR="000700EE" w:rsidRPr="00BD0C4A" w:rsidRDefault="000700EE" w:rsidP="00BD0C4A">
          <w:pPr>
            <w:pStyle w:val="Zpatvpravo"/>
          </w:pPr>
          <w:r w:rsidRPr="00BD0C4A">
            <w:t xml:space="preserve">Smlouva o dílo na Záměru projektu </w:t>
          </w:r>
          <w:r w:rsidRPr="00C61710">
            <w:t xml:space="preserve">a </w:t>
          </w:r>
          <w:r w:rsidR="00C74950" w:rsidRPr="00C61710">
            <w:t>doprovodné dokumentace (ZP+DD</w:t>
          </w:r>
          <w:r w:rsidR="00C74950" w:rsidRPr="00BD0C4A">
            <w:t>)</w:t>
          </w:r>
        </w:p>
      </w:tc>
      <w:tc>
        <w:tcPr>
          <w:tcW w:w="859" w:type="dxa"/>
          <w:vAlign w:val="bottom"/>
        </w:tcPr>
        <w:p w14:paraId="2523F5B3" w14:textId="34C56908"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9AD">
            <w:rPr>
              <w:b/>
              <w:noProof/>
              <w:color w:val="FF5200" w:themeColor="accent2"/>
              <w:sz w:val="14"/>
              <w:szCs w:val="14"/>
            </w:rPr>
            <w:t>1</w:t>
          </w:r>
          <w:r w:rsidRPr="007145F3">
            <w:rPr>
              <w:b/>
              <w:noProof/>
              <w:color w:val="FF5200" w:themeColor="accent2"/>
              <w:sz w:val="14"/>
              <w:szCs w:val="14"/>
            </w:rPr>
            <w:fldChar w:fldCharType="end"/>
          </w:r>
        </w:p>
      </w:tc>
    </w:tr>
  </w:tbl>
  <w:p w14:paraId="58DD961E" w14:textId="77777777" w:rsidR="000700EE" w:rsidRPr="00B8518B" w:rsidRDefault="000700E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2D93DC35" w14:textId="77777777" w:rsidTr="00BD0C4A">
      <w:trPr>
        <w:trHeight w:val="247"/>
      </w:trPr>
      <w:tc>
        <w:tcPr>
          <w:tcW w:w="907" w:type="dxa"/>
          <w:tcMar>
            <w:left w:w="0" w:type="dxa"/>
            <w:right w:w="0" w:type="dxa"/>
          </w:tcMar>
          <w:vAlign w:val="bottom"/>
        </w:tcPr>
        <w:p w14:paraId="494CD380"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0700EE" w:rsidRDefault="000700EE" w:rsidP="00BD0C4A">
          <w:pPr>
            <w:pStyle w:val="Zpatvlevo"/>
          </w:pPr>
          <w:r>
            <w:t>Příloha č. 8</w:t>
          </w:r>
        </w:p>
        <w:p w14:paraId="6705C54C" w14:textId="77777777" w:rsidR="000700EE" w:rsidRPr="00BD0C4A" w:rsidRDefault="007E49AD" w:rsidP="00BD0C4A">
          <w:pPr>
            <w:pStyle w:val="Zpatvlevo"/>
          </w:pPr>
          <w:r>
            <w:fldChar w:fldCharType="begin"/>
          </w:r>
          <w:r>
            <w:instrText xml:space="preserve"> STYLEREF  _Název_akce  \* MERGEFORMAT </w:instrText>
          </w:r>
          <w:r>
            <w:fldChar w:fldCharType="separate"/>
          </w:r>
          <w:r w:rsidR="000700EE">
            <w:rPr>
              <w:noProof/>
            </w:rPr>
            <w:t>„Název akce“ – přepíše se do zápatí</w:t>
          </w:r>
          <w:r>
            <w:rPr>
              <w:noProof/>
            </w:rPr>
            <w:fldChar w:fldCharType="end"/>
          </w:r>
        </w:p>
        <w:p w14:paraId="636ED2A4" w14:textId="77777777" w:rsidR="000700EE" w:rsidRPr="00BD0C4A" w:rsidRDefault="000700EE" w:rsidP="00BD0C4A">
          <w:pPr>
            <w:pStyle w:val="Zpatvlevo"/>
          </w:pPr>
          <w:r w:rsidRPr="00BD0C4A">
            <w:t>Smlouva o dílo na Záměru projektu a Dokumentace pro územní řízení (ZP+DUR)</w:t>
          </w:r>
        </w:p>
      </w:tc>
    </w:tr>
  </w:tbl>
  <w:p w14:paraId="1C73B60C" w14:textId="77777777" w:rsidR="000700EE" w:rsidRPr="00BD0C4A" w:rsidRDefault="000700E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C38E76C" w14:textId="77777777" w:rsidTr="00BD0C4A">
      <w:tc>
        <w:tcPr>
          <w:tcW w:w="7873" w:type="dxa"/>
          <w:vAlign w:val="bottom"/>
        </w:tcPr>
        <w:p w14:paraId="25EA3C40" w14:textId="77777777" w:rsidR="000700EE" w:rsidRDefault="000700EE" w:rsidP="00BD0C4A">
          <w:pPr>
            <w:pStyle w:val="Zpatvpravo"/>
          </w:pPr>
          <w:r>
            <w:t>Příloha č. 8</w:t>
          </w:r>
        </w:p>
        <w:p w14:paraId="26162C3B" w14:textId="055A4E8F" w:rsidR="000700EE" w:rsidRPr="00BD0C4A" w:rsidRDefault="007E49AD" w:rsidP="00BD0C4A">
          <w:pPr>
            <w:pStyle w:val="Zpatvpravo"/>
          </w:pPr>
          <w:r>
            <w:fldChar w:fldCharType="begin"/>
          </w:r>
          <w:r>
            <w:instrText xml:space="preserve"> STYLEREF  _Název_akce  \* MERGEFORMAT </w:instrText>
          </w:r>
          <w:r>
            <w:fldChar w:fldCharType="separate"/>
          </w:r>
          <w:r>
            <w:rPr>
              <w:noProof/>
            </w:rPr>
            <w:t>„Elektrizace a modernizace trati Břeclav (mimo) – Znojmo (včetně)“</w:t>
          </w:r>
          <w:r>
            <w:rPr>
              <w:noProof/>
            </w:rPr>
            <w:fldChar w:fldCharType="end"/>
          </w:r>
        </w:p>
        <w:p w14:paraId="3BABAA20" w14:textId="40AED50F" w:rsidR="000700EE" w:rsidRPr="00BD0C4A" w:rsidRDefault="000700EE" w:rsidP="00BD0C4A">
          <w:pPr>
            <w:pStyle w:val="Zpatvpravo"/>
          </w:pPr>
          <w:r w:rsidRPr="00BD0C4A">
            <w:t xml:space="preserve">Smlouva o dílo na Záměru projektu </w:t>
          </w:r>
          <w:r w:rsidRPr="00C61710">
            <w:t xml:space="preserve">a </w:t>
          </w:r>
          <w:r w:rsidR="00C74950" w:rsidRPr="00C61710">
            <w:t>doprovodné dokumentace (ZP+DD</w:t>
          </w:r>
          <w:r w:rsidR="00C74950" w:rsidRPr="00BD0C4A">
            <w:t>)</w:t>
          </w:r>
        </w:p>
      </w:tc>
      <w:tc>
        <w:tcPr>
          <w:tcW w:w="859" w:type="dxa"/>
          <w:vAlign w:val="bottom"/>
        </w:tcPr>
        <w:p w14:paraId="43AA6D89" w14:textId="6F5A24C8"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9AD">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0700EE" w:rsidRPr="00B8518B" w:rsidRDefault="000700E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F8B9184" w14:textId="77777777" w:rsidTr="00BD0C4A">
      <w:trPr>
        <w:trHeight w:val="247"/>
      </w:trPr>
      <w:tc>
        <w:tcPr>
          <w:tcW w:w="907" w:type="dxa"/>
          <w:tcMar>
            <w:left w:w="0" w:type="dxa"/>
            <w:right w:w="0" w:type="dxa"/>
          </w:tcMar>
          <w:vAlign w:val="bottom"/>
        </w:tcPr>
        <w:p w14:paraId="6B1279B3"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0700EE" w:rsidRDefault="000700EE" w:rsidP="00BD0C4A">
          <w:pPr>
            <w:pStyle w:val="Zpatvlevo"/>
          </w:pPr>
          <w:r>
            <w:t>Příloha č. 10</w:t>
          </w:r>
        </w:p>
        <w:p w14:paraId="5AC43310" w14:textId="77777777" w:rsidR="000700EE" w:rsidRPr="00BD0C4A" w:rsidRDefault="007E49AD" w:rsidP="00BD0C4A">
          <w:pPr>
            <w:pStyle w:val="Zpatvlevo"/>
          </w:pPr>
          <w:r>
            <w:fldChar w:fldCharType="begin"/>
          </w:r>
          <w:r>
            <w:instrText xml:space="preserve"> STYLEREF  _Název_akce  \* MERGEFORMAT </w:instrText>
          </w:r>
          <w:r>
            <w:fldChar w:fldCharType="separate"/>
          </w:r>
          <w:r w:rsidR="000700EE">
            <w:rPr>
              <w:noProof/>
            </w:rPr>
            <w:t>„Název akce“ – přepíše se do zápatí</w:t>
          </w:r>
          <w:r>
            <w:rPr>
              <w:noProof/>
            </w:rPr>
            <w:fldChar w:fldCharType="end"/>
          </w:r>
        </w:p>
        <w:p w14:paraId="33E7D2B7" w14:textId="77777777" w:rsidR="000700EE" w:rsidRPr="00BD0C4A" w:rsidRDefault="000700EE" w:rsidP="00BD0C4A">
          <w:pPr>
            <w:pStyle w:val="Zpatvlevo"/>
          </w:pPr>
          <w:r w:rsidRPr="00BD0C4A">
            <w:t>Smlouva o dílo na Záměru projektu a Dokumentace pro územní řízení (ZP+DUR)</w:t>
          </w:r>
        </w:p>
      </w:tc>
    </w:tr>
  </w:tbl>
  <w:p w14:paraId="085A6965" w14:textId="77777777" w:rsidR="000700EE" w:rsidRPr="00BD0C4A" w:rsidRDefault="000700E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4122572" w14:textId="77777777" w:rsidTr="00BD0C4A">
      <w:tc>
        <w:tcPr>
          <w:tcW w:w="7873" w:type="dxa"/>
          <w:vAlign w:val="bottom"/>
        </w:tcPr>
        <w:p w14:paraId="618C741F" w14:textId="64A43E1E" w:rsidR="000700EE" w:rsidRPr="00BD0C4A" w:rsidRDefault="007E49AD" w:rsidP="00BD0C4A">
          <w:pPr>
            <w:pStyle w:val="Zpatvpravo"/>
          </w:pPr>
          <w:r>
            <w:fldChar w:fldCharType="begin"/>
          </w:r>
          <w:r>
            <w:instrText xml:space="preserve"> STYLEREF  _Název_akce  \* MERGEFORMAT </w:instrText>
          </w:r>
          <w:r>
            <w:fldChar w:fldCharType="separate"/>
          </w:r>
          <w:r>
            <w:rPr>
              <w:noProof/>
            </w:rPr>
            <w:t>„Elektrizace a modernizace trati Břeclav (mimo) – Znojmo (včetně)“</w:t>
          </w:r>
          <w:r>
            <w:rPr>
              <w:noProof/>
            </w:rPr>
            <w:fldChar w:fldCharType="end"/>
          </w:r>
        </w:p>
        <w:p w14:paraId="644FC5F1" w14:textId="54CDD838" w:rsidR="000700EE" w:rsidRPr="00BD0C4A" w:rsidRDefault="000700EE" w:rsidP="00BD0C4A">
          <w:pPr>
            <w:pStyle w:val="Zpatvpravo"/>
          </w:pPr>
          <w:r w:rsidRPr="00BD0C4A">
            <w:t xml:space="preserve">Smlouva o dílo na Záměru projektu </w:t>
          </w:r>
          <w:r w:rsidRPr="00C61710">
            <w:t xml:space="preserve">a </w:t>
          </w:r>
          <w:r w:rsidR="00C74950" w:rsidRPr="00C61710">
            <w:t>doprovodné dokumentace</w:t>
          </w:r>
          <w:r w:rsidR="00C74950" w:rsidRPr="00BD0C4A">
            <w:t xml:space="preserve"> (ZP</w:t>
          </w:r>
          <w:r w:rsidR="00C74950" w:rsidRPr="00C61710">
            <w:t>+DD</w:t>
          </w:r>
          <w:r w:rsidR="00C74950" w:rsidRPr="00BD0C4A">
            <w:t>)</w:t>
          </w:r>
        </w:p>
      </w:tc>
      <w:tc>
        <w:tcPr>
          <w:tcW w:w="859" w:type="dxa"/>
          <w:vAlign w:val="bottom"/>
        </w:tcPr>
        <w:p w14:paraId="636991FB" w14:textId="358271F5"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9AD">
            <w:rPr>
              <w:b/>
              <w:noProof/>
              <w:color w:val="FF5200" w:themeColor="accent2"/>
              <w:sz w:val="14"/>
              <w:szCs w:val="14"/>
            </w:rPr>
            <w:t>8</w:t>
          </w:r>
          <w:r w:rsidRPr="007145F3">
            <w:rPr>
              <w:b/>
              <w:noProof/>
              <w:color w:val="FF5200" w:themeColor="accent2"/>
              <w:sz w:val="14"/>
              <w:szCs w:val="14"/>
            </w:rPr>
            <w:fldChar w:fldCharType="end"/>
          </w:r>
        </w:p>
      </w:tc>
    </w:tr>
  </w:tbl>
  <w:p w14:paraId="27336965" w14:textId="77777777" w:rsidR="000700EE" w:rsidRPr="00B8518B" w:rsidRDefault="000700E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3DE720E7" w14:textId="77777777" w:rsidTr="00BD0C4A">
      <w:tc>
        <w:tcPr>
          <w:tcW w:w="7873" w:type="dxa"/>
          <w:vAlign w:val="bottom"/>
        </w:tcPr>
        <w:p w14:paraId="3D022072" w14:textId="77777777" w:rsidR="000700EE" w:rsidRDefault="000700EE" w:rsidP="00BD0C4A">
          <w:pPr>
            <w:pStyle w:val="Zpatvpravo"/>
          </w:pPr>
          <w:r>
            <w:t>Příloha č. 9</w:t>
          </w:r>
        </w:p>
        <w:p w14:paraId="15A3958D" w14:textId="2F9B3530" w:rsidR="000700EE" w:rsidRPr="00BD0C4A" w:rsidRDefault="007E49AD" w:rsidP="00BD0C4A">
          <w:pPr>
            <w:pStyle w:val="Zpatvpravo"/>
          </w:pPr>
          <w:r>
            <w:fldChar w:fldCharType="begin"/>
          </w:r>
          <w:r>
            <w:instrText xml:space="preserve"> STYLEREF  _Název_akce  \* MERGEFORMAT </w:instrText>
          </w:r>
          <w:r>
            <w:fldChar w:fldCharType="separate"/>
          </w:r>
          <w:r>
            <w:rPr>
              <w:noProof/>
            </w:rPr>
            <w:t>„Elektrizace a modernizace trati Břeclav (mimo) – Znojmo (včetně)“</w:t>
          </w:r>
          <w:r>
            <w:rPr>
              <w:noProof/>
            </w:rPr>
            <w:fldChar w:fldCharType="end"/>
          </w:r>
        </w:p>
        <w:p w14:paraId="3FACF76C" w14:textId="06040879" w:rsidR="000700EE" w:rsidRPr="00BD0C4A" w:rsidRDefault="000700EE" w:rsidP="00BD0C4A">
          <w:pPr>
            <w:pStyle w:val="Zpatvpravo"/>
          </w:pPr>
          <w:r w:rsidRPr="00BD0C4A">
            <w:t xml:space="preserve">Smlouva o dílo na Záměru projektu </w:t>
          </w:r>
          <w:r w:rsidRPr="00C61710">
            <w:t xml:space="preserve">a </w:t>
          </w:r>
          <w:r w:rsidR="00C74950" w:rsidRPr="00C61710">
            <w:t>doprovodné dokumentace (ZP+DD</w:t>
          </w:r>
          <w:r w:rsidR="00C74950" w:rsidRPr="00BD0C4A">
            <w:t>)</w:t>
          </w:r>
        </w:p>
      </w:tc>
      <w:tc>
        <w:tcPr>
          <w:tcW w:w="859" w:type="dxa"/>
          <w:vAlign w:val="bottom"/>
        </w:tcPr>
        <w:p w14:paraId="699CC2B9" w14:textId="7F7EF74A"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9AD">
            <w:rPr>
              <w:b/>
              <w:noProof/>
              <w:color w:val="FF5200" w:themeColor="accent2"/>
              <w:sz w:val="14"/>
              <w:szCs w:val="14"/>
            </w:rPr>
            <w:t>1</w:t>
          </w:r>
          <w:r w:rsidRPr="007145F3">
            <w:rPr>
              <w:b/>
              <w:noProof/>
              <w:color w:val="FF5200" w:themeColor="accent2"/>
              <w:sz w:val="14"/>
              <w:szCs w:val="14"/>
            </w:rPr>
            <w:fldChar w:fldCharType="end"/>
          </w:r>
        </w:p>
      </w:tc>
    </w:tr>
  </w:tbl>
  <w:p w14:paraId="66E614C2" w14:textId="77777777" w:rsidR="000700EE" w:rsidRPr="00B8518B" w:rsidRDefault="000700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084DBC7" w14:textId="77777777" w:rsidTr="00BD0C4A">
      <w:trPr>
        <w:trHeight w:val="247"/>
      </w:trPr>
      <w:tc>
        <w:tcPr>
          <w:tcW w:w="907" w:type="dxa"/>
          <w:tcMar>
            <w:left w:w="0" w:type="dxa"/>
            <w:right w:w="0" w:type="dxa"/>
          </w:tcMar>
          <w:vAlign w:val="bottom"/>
        </w:tcPr>
        <w:p w14:paraId="18B3AD1A" w14:textId="60ED0F13"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95A29">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0048BFF" w14:textId="77777777" w:rsidR="000700EE" w:rsidRDefault="000700EE" w:rsidP="00BD0C4A">
          <w:pPr>
            <w:pStyle w:val="Zpatvlevo"/>
          </w:pPr>
          <w:r>
            <w:t>Příloha č. 1</w:t>
          </w:r>
        </w:p>
        <w:p w14:paraId="097B8F68" w14:textId="176ACE6F" w:rsidR="000700EE" w:rsidRPr="00BD0C4A" w:rsidRDefault="007E49AD" w:rsidP="00BD0C4A">
          <w:pPr>
            <w:pStyle w:val="Zpatvlevo"/>
          </w:pPr>
          <w:r>
            <w:fldChar w:fldCharType="begin"/>
          </w:r>
          <w:r>
            <w:instrText xml:space="preserve"> STYLEREF  _Název_akce  \* MERGEFORMAT </w:instrText>
          </w:r>
          <w:r>
            <w:fldChar w:fldCharType="separate"/>
          </w:r>
          <w:r w:rsidR="00F95A29">
            <w:rPr>
              <w:noProof/>
            </w:rPr>
            <w:t>„Název akce“ – přepíše se do zápatí</w:t>
          </w:r>
          <w:r>
            <w:rPr>
              <w:noProof/>
            </w:rPr>
            <w:fldChar w:fldCharType="end"/>
          </w:r>
        </w:p>
        <w:p w14:paraId="64392D1F" w14:textId="77777777" w:rsidR="000700EE" w:rsidRPr="00BD0C4A" w:rsidRDefault="000700EE" w:rsidP="00BD0C4A">
          <w:pPr>
            <w:pStyle w:val="Zpatvlevo"/>
          </w:pPr>
          <w:r w:rsidRPr="00BD0C4A">
            <w:t>Smlouva o dílo na Záměru projektu a Dokumentace pro územní řízení (ZP+DUR)</w:t>
          </w:r>
        </w:p>
      </w:tc>
    </w:tr>
  </w:tbl>
  <w:p w14:paraId="03F008C9" w14:textId="77777777" w:rsidR="000700EE" w:rsidRPr="00BD0C4A" w:rsidRDefault="000700E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F03D5A" w14:textId="77777777" w:rsidTr="00BD0C4A">
      <w:tc>
        <w:tcPr>
          <w:tcW w:w="7873" w:type="dxa"/>
          <w:vAlign w:val="bottom"/>
        </w:tcPr>
        <w:p w14:paraId="18A3298B" w14:textId="77777777" w:rsidR="000700EE" w:rsidRDefault="000700EE" w:rsidP="00BD0C4A">
          <w:pPr>
            <w:pStyle w:val="Zpatvpravo"/>
          </w:pPr>
          <w:r>
            <w:t>Příloha č. 1</w:t>
          </w:r>
        </w:p>
        <w:p w14:paraId="467D7926" w14:textId="0E00B83A" w:rsidR="000700EE" w:rsidRPr="00BD0C4A" w:rsidRDefault="007E49AD" w:rsidP="00BD0C4A">
          <w:pPr>
            <w:pStyle w:val="Zpatvpravo"/>
          </w:pPr>
          <w:r>
            <w:fldChar w:fldCharType="begin"/>
          </w:r>
          <w:r>
            <w:instrText xml:space="preserve"> STYLEREF  _Název_akce  \* MERGEFORMAT </w:instrText>
          </w:r>
          <w:r>
            <w:fldChar w:fldCharType="separate"/>
          </w:r>
          <w:r>
            <w:rPr>
              <w:noProof/>
            </w:rPr>
            <w:t>„Elektrizace a modernizace trati Břeclav (mimo) – Znojmo (včetně)“</w:t>
          </w:r>
          <w:r>
            <w:rPr>
              <w:noProof/>
            </w:rPr>
            <w:fldChar w:fldCharType="end"/>
          </w:r>
        </w:p>
        <w:p w14:paraId="569D791D" w14:textId="17DBDA82" w:rsidR="000700EE" w:rsidRPr="00BD0C4A" w:rsidRDefault="000700EE" w:rsidP="00BD0C4A">
          <w:pPr>
            <w:pStyle w:val="Zpatvpravo"/>
          </w:pPr>
          <w:r w:rsidRPr="00BD0C4A">
            <w:t xml:space="preserve">Smlouva o dílo na Záměru projektu </w:t>
          </w:r>
          <w:r w:rsidRPr="00C61710">
            <w:t xml:space="preserve">a </w:t>
          </w:r>
          <w:r w:rsidR="00C74950" w:rsidRPr="00C61710">
            <w:t>doprovodné dokumentace</w:t>
          </w:r>
          <w:r w:rsidR="00C74950" w:rsidRPr="00BD0C4A">
            <w:t xml:space="preserve"> (ZP</w:t>
          </w:r>
          <w:r w:rsidR="00C74950" w:rsidRPr="00C61710">
            <w:t>+DD</w:t>
          </w:r>
          <w:r w:rsidR="00C74950" w:rsidRPr="00BD0C4A">
            <w:t>)</w:t>
          </w:r>
        </w:p>
      </w:tc>
      <w:tc>
        <w:tcPr>
          <w:tcW w:w="859" w:type="dxa"/>
          <w:vAlign w:val="bottom"/>
        </w:tcPr>
        <w:p w14:paraId="723C28A5" w14:textId="285DE932"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9AD">
            <w:rPr>
              <w:b/>
              <w:noProof/>
              <w:color w:val="FF5200" w:themeColor="accent2"/>
              <w:sz w:val="14"/>
              <w:szCs w:val="14"/>
            </w:rPr>
            <w:t>1</w:t>
          </w:r>
          <w:r w:rsidRPr="007145F3">
            <w:rPr>
              <w:b/>
              <w:noProof/>
              <w:color w:val="FF5200" w:themeColor="accent2"/>
              <w:sz w:val="14"/>
              <w:szCs w:val="14"/>
            </w:rPr>
            <w:fldChar w:fldCharType="end"/>
          </w:r>
        </w:p>
      </w:tc>
    </w:tr>
  </w:tbl>
  <w:p w14:paraId="036E5F78" w14:textId="77777777" w:rsidR="000700EE" w:rsidRPr="00B8518B" w:rsidRDefault="000700E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475601E" w14:textId="77777777" w:rsidTr="00BD0C4A">
      <w:trPr>
        <w:trHeight w:val="247"/>
      </w:trPr>
      <w:tc>
        <w:tcPr>
          <w:tcW w:w="907" w:type="dxa"/>
          <w:tcMar>
            <w:left w:w="0" w:type="dxa"/>
            <w:right w:w="0" w:type="dxa"/>
          </w:tcMar>
          <w:vAlign w:val="bottom"/>
        </w:tcPr>
        <w:p w14:paraId="5B927A9D"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0700EE" w:rsidRDefault="000700EE" w:rsidP="00BD0C4A">
          <w:pPr>
            <w:pStyle w:val="Zpatvlevo"/>
          </w:pPr>
          <w:r>
            <w:t>Příloha č. 2</w:t>
          </w:r>
        </w:p>
        <w:p w14:paraId="70B88A84" w14:textId="77777777" w:rsidR="000700EE" w:rsidRPr="00BD0C4A" w:rsidRDefault="007E49AD" w:rsidP="00BD0C4A">
          <w:pPr>
            <w:pStyle w:val="Zpatvlevo"/>
          </w:pPr>
          <w:r>
            <w:fldChar w:fldCharType="begin"/>
          </w:r>
          <w:r>
            <w:instrText xml:space="preserve"> STYLEREF  _Název_akce  \* MERGEFORMAT </w:instrText>
          </w:r>
          <w:r>
            <w:fldChar w:fldCharType="separate"/>
          </w:r>
          <w:r w:rsidR="000700EE">
            <w:rPr>
              <w:noProof/>
            </w:rPr>
            <w:t>„Název akce“ – přepíše se do zápatí</w:t>
          </w:r>
          <w:r>
            <w:rPr>
              <w:noProof/>
            </w:rPr>
            <w:fldChar w:fldCharType="end"/>
          </w:r>
        </w:p>
        <w:p w14:paraId="72A6CF8E" w14:textId="77777777" w:rsidR="000700EE" w:rsidRPr="00BD0C4A" w:rsidRDefault="000700EE" w:rsidP="00BD0C4A">
          <w:pPr>
            <w:pStyle w:val="Zpatvlevo"/>
          </w:pPr>
          <w:r w:rsidRPr="00BD0C4A">
            <w:t>Smlouva o dílo na Záměru projektu a Dokumentace pro územní řízení (ZP+DUR)</w:t>
          </w:r>
        </w:p>
      </w:tc>
    </w:tr>
  </w:tbl>
  <w:p w14:paraId="25F5172C" w14:textId="77777777" w:rsidR="000700EE" w:rsidRPr="00BD0C4A" w:rsidRDefault="000700E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50BFF482" w14:textId="77777777" w:rsidTr="00BD0C4A">
      <w:tc>
        <w:tcPr>
          <w:tcW w:w="7873" w:type="dxa"/>
          <w:vAlign w:val="bottom"/>
        </w:tcPr>
        <w:p w14:paraId="390B5341" w14:textId="77777777" w:rsidR="000700EE" w:rsidRDefault="000700EE" w:rsidP="00BD0C4A">
          <w:pPr>
            <w:pStyle w:val="Zpatvpravo"/>
          </w:pPr>
          <w:r>
            <w:t>Příloha č. 2</w:t>
          </w:r>
        </w:p>
        <w:p w14:paraId="0285A475" w14:textId="509BAB11" w:rsidR="000700EE" w:rsidRPr="00BD0C4A" w:rsidRDefault="007E49AD" w:rsidP="00BD0C4A">
          <w:pPr>
            <w:pStyle w:val="Zpatvpravo"/>
          </w:pPr>
          <w:r>
            <w:fldChar w:fldCharType="begin"/>
          </w:r>
          <w:r>
            <w:instrText xml:space="preserve"> STYLEREF  _Název_akce  \* MERGEFORMAT </w:instrText>
          </w:r>
          <w:r>
            <w:fldChar w:fldCharType="separate"/>
          </w:r>
          <w:r>
            <w:rPr>
              <w:noProof/>
            </w:rPr>
            <w:t>„Elektrizace a modernizace trati Břeclav (mimo) – Znojmo (včetně)“</w:t>
          </w:r>
          <w:r>
            <w:rPr>
              <w:noProof/>
            </w:rPr>
            <w:fldChar w:fldCharType="end"/>
          </w:r>
        </w:p>
        <w:p w14:paraId="5C02C6B0" w14:textId="131771E6" w:rsidR="000700EE" w:rsidRPr="00BD0C4A" w:rsidRDefault="000700EE" w:rsidP="00BD0C4A">
          <w:pPr>
            <w:pStyle w:val="Zpatvpravo"/>
          </w:pPr>
          <w:r w:rsidRPr="00BD0C4A">
            <w:t xml:space="preserve">Smlouva o dílo na Záměru projektu </w:t>
          </w:r>
          <w:r w:rsidRPr="00C61710">
            <w:t xml:space="preserve">a </w:t>
          </w:r>
          <w:r w:rsidR="00C74950" w:rsidRPr="00C61710">
            <w:t>doprovodné dokumentace</w:t>
          </w:r>
          <w:r w:rsidR="00C74950" w:rsidRPr="00BD0C4A">
            <w:t xml:space="preserve"> (ZP</w:t>
          </w:r>
          <w:r w:rsidR="00C74950" w:rsidRPr="00C61710">
            <w:t>+DD</w:t>
          </w:r>
          <w:r w:rsidR="00C74950" w:rsidRPr="00BD0C4A">
            <w:t>)</w:t>
          </w:r>
        </w:p>
      </w:tc>
      <w:tc>
        <w:tcPr>
          <w:tcW w:w="859" w:type="dxa"/>
          <w:vAlign w:val="bottom"/>
        </w:tcPr>
        <w:p w14:paraId="718D31E4" w14:textId="532BDA35"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9AD">
            <w:rPr>
              <w:b/>
              <w:noProof/>
              <w:color w:val="FF5200" w:themeColor="accent2"/>
              <w:sz w:val="14"/>
              <w:szCs w:val="14"/>
            </w:rPr>
            <w:t>1</w:t>
          </w:r>
          <w:r w:rsidRPr="007145F3">
            <w:rPr>
              <w:b/>
              <w:noProof/>
              <w:color w:val="FF5200" w:themeColor="accent2"/>
              <w:sz w:val="14"/>
              <w:szCs w:val="14"/>
            </w:rPr>
            <w:fldChar w:fldCharType="end"/>
          </w:r>
        </w:p>
      </w:tc>
    </w:tr>
  </w:tbl>
  <w:p w14:paraId="6F1402A7" w14:textId="77777777" w:rsidR="000700EE" w:rsidRPr="00B8518B" w:rsidRDefault="000700E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6AC6974" w14:textId="77777777" w:rsidTr="00BD0C4A">
      <w:trPr>
        <w:trHeight w:val="247"/>
      </w:trPr>
      <w:tc>
        <w:tcPr>
          <w:tcW w:w="907" w:type="dxa"/>
          <w:tcMar>
            <w:left w:w="0" w:type="dxa"/>
            <w:right w:w="0" w:type="dxa"/>
          </w:tcMar>
          <w:vAlign w:val="bottom"/>
        </w:tcPr>
        <w:p w14:paraId="4873DF76"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0700EE" w:rsidRDefault="000700EE" w:rsidP="00BD0C4A">
          <w:pPr>
            <w:pStyle w:val="Zpatvlevo"/>
          </w:pPr>
          <w:r>
            <w:t>Příloha č. 3</w:t>
          </w:r>
        </w:p>
        <w:p w14:paraId="4BE73D9E" w14:textId="77777777" w:rsidR="000700EE" w:rsidRPr="00BD0C4A" w:rsidRDefault="007E49AD" w:rsidP="00BD0C4A">
          <w:pPr>
            <w:pStyle w:val="Zpatvlevo"/>
          </w:pPr>
          <w:r>
            <w:fldChar w:fldCharType="begin"/>
          </w:r>
          <w:r>
            <w:instrText xml:space="preserve"> STYLEREF  _Název_akce  \* MERGEFORMAT </w:instrText>
          </w:r>
          <w:r>
            <w:fldChar w:fldCharType="separate"/>
          </w:r>
          <w:r w:rsidR="000700EE">
            <w:rPr>
              <w:noProof/>
            </w:rPr>
            <w:t>„Název akce“ – přepíše se do zápatí</w:t>
          </w:r>
          <w:r>
            <w:rPr>
              <w:noProof/>
            </w:rPr>
            <w:fldChar w:fldCharType="end"/>
          </w:r>
        </w:p>
        <w:p w14:paraId="0133AE25" w14:textId="77777777" w:rsidR="000700EE" w:rsidRPr="00BD0C4A" w:rsidRDefault="000700EE" w:rsidP="00BD0C4A">
          <w:pPr>
            <w:pStyle w:val="Zpatvlevo"/>
          </w:pPr>
          <w:r w:rsidRPr="00BD0C4A">
            <w:t>Smlouva o dílo na Záměru projektu a Dokumentace pro územní řízení (ZP+DUR)</w:t>
          </w:r>
        </w:p>
      </w:tc>
    </w:tr>
  </w:tbl>
  <w:p w14:paraId="0F5660D6" w14:textId="77777777" w:rsidR="000700EE" w:rsidRPr="00BD0C4A" w:rsidRDefault="000700E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F69ED36" w14:textId="77777777" w:rsidTr="00BD0C4A">
      <w:tc>
        <w:tcPr>
          <w:tcW w:w="7873" w:type="dxa"/>
          <w:vAlign w:val="bottom"/>
        </w:tcPr>
        <w:p w14:paraId="0DAFF962" w14:textId="114413F4" w:rsidR="000700EE" w:rsidRDefault="000700EE" w:rsidP="00BD0C4A">
          <w:pPr>
            <w:pStyle w:val="Zpatvpravo"/>
          </w:pPr>
          <w:r>
            <w:t>Příloha č. 3</w:t>
          </w:r>
        </w:p>
        <w:p w14:paraId="32FEE15F" w14:textId="5C5105AE" w:rsidR="000700EE" w:rsidRPr="00BD0C4A" w:rsidRDefault="007E49AD" w:rsidP="00BD0C4A">
          <w:pPr>
            <w:pStyle w:val="Zpatvpravo"/>
          </w:pPr>
          <w:r>
            <w:fldChar w:fldCharType="begin"/>
          </w:r>
          <w:r>
            <w:instrText xml:space="preserve"> STYLEREF  _Název_akce  \* MERGEFORMAT </w:instrText>
          </w:r>
          <w:r>
            <w:fldChar w:fldCharType="separate"/>
          </w:r>
          <w:r>
            <w:rPr>
              <w:noProof/>
            </w:rPr>
            <w:t>„Elektrizace a modernizace trati Břeclav (mimo) – Znojmo (včetně)“</w:t>
          </w:r>
          <w:r>
            <w:rPr>
              <w:noProof/>
            </w:rPr>
            <w:fldChar w:fldCharType="end"/>
          </w:r>
        </w:p>
        <w:p w14:paraId="7718B8E6" w14:textId="6D9999B4" w:rsidR="000700EE" w:rsidRPr="00BD0C4A" w:rsidRDefault="000700EE" w:rsidP="00BD0C4A">
          <w:pPr>
            <w:pStyle w:val="Zpatvpravo"/>
          </w:pPr>
          <w:r w:rsidRPr="00BD0C4A">
            <w:t xml:space="preserve">Smlouva o dílo na Záměru projektu </w:t>
          </w:r>
          <w:r w:rsidRPr="00C61710">
            <w:t xml:space="preserve">a </w:t>
          </w:r>
          <w:r w:rsidR="00C74950" w:rsidRPr="00C61710">
            <w:t>doprovodné dokumentace</w:t>
          </w:r>
          <w:r w:rsidR="00C74950" w:rsidRPr="00BD0C4A">
            <w:t xml:space="preserve"> (ZP</w:t>
          </w:r>
          <w:r w:rsidR="00C74950" w:rsidRPr="00C61710">
            <w:t>+DD</w:t>
          </w:r>
          <w:r w:rsidR="00C74950" w:rsidRPr="00BD0C4A">
            <w:t>)</w:t>
          </w:r>
        </w:p>
      </w:tc>
      <w:tc>
        <w:tcPr>
          <w:tcW w:w="859" w:type="dxa"/>
          <w:vAlign w:val="bottom"/>
        </w:tcPr>
        <w:p w14:paraId="0A7A4306" w14:textId="53D1984E"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E49AD">
            <w:rPr>
              <w:b/>
              <w:noProof/>
              <w:color w:val="FF5200" w:themeColor="accent2"/>
              <w:sz w:val="14"/>
              <w:szCs w:val="14"/>
            </w:rPr>
            <w:t>1</w:t>
          </w:r>
          <w:r w:rsidRPr="007145F3">
            <w:rPr>
              <w:b/>
              <w:noProof/>
              <w:color w:val="FF5200" w:themeColor="accent2"/>
              <w:sz w:val="14"/>
              <w:szCs w:val="14"/>
            </w:rPr>
            <w:fldChar w:fldCharType="end"/>
          </w:r>
        </w:p>
      </w:tc>
    </w:tr>
  </w:tbl>
  <w:p w14:paraId="6DBDF4A6" w14:textId="77777777" w:rsidR="000700EE" w:rsidRPr="00B8518B" w:rsidRDefault="000700E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628A98FE" w14:textId="77777777" w:rsidTr="00BD0C4A">
      <w:trPr>
        <w:trHeight w:val="247"/>
      </w:trPr>
      <w:tc>
        <w:tcPr>
          <w:tcW w:w="907" w:type="dxa"/>
          <w:tcMar>
            <w:left w:w="0" w:type="dxa"/>
            <w:right w:w="0" w:type="dxa"/>
          </w:tcMar>
          <w:vAlign w:val="bottom"/>
        </w:tcPr>
        <w:p w14:paraId="154184BC" w14:textId="093B3141"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7657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8DD1C1" w14:textId="77777777" w:rsidR="000700EE" w:rsidRDefault="000700EE" w:rsidP="00BD0C4A">
          <w:pPr>
            <w:pStyle w:val="Zpatvlevo"/>
          </w:pPr>
          <w:r>
            <w:t>Příloha č. 4</w:t>
          </w:r>
        </w:p>
        <w:p w14:paraId="14B48819" w14:textId="465C4448" w:rsidR="000700EE" w:rsidRPr="00BD0C4A" w:rsidRDefault="007E49AD" w:rsidP="00BD0C4A">
          <w:pPr>
            <w:pStyle w:val="Zpatvlevo"/>
          </w:pPr>
          <w:r>
            <w:fldChar w:fldCharType="begin"/>
          </w:r>
          <w:r>
            <w:instrText xml:space="preserve"> STYLEREF  _Název_akce  \* MERGEFORMAT </w:instrText>
          </w:r>
          <w:r>
            <w:fldChar w:fldCharType="separate"/>
          </w:r>
          <w:r w:rsidR="00C76574">
            <w:rPr>
              <w:noProof/>
            </w:rPr>
            <w:t>„Elektrizace a modernizace trati Břeclav (mimo) – Znojmo (včetně)“</w:t>
          </w:r>
          <w:r>
            <w:rPr>
              <w:noProof/>
            </w:rPr>
            <w:fldChar w:fldCharType="end"/>
          </w:r>
        </w:p>
        <w:p w14:paraId="6CD5D649" w14:textId="6C5BBC00" w:rsidR="000700EE" w:rsidRPr="00BD0C4A" w:rsidRDefault="000700EE" w:rsidP="00BD0C4A">
          <w:pPr>
            <w:pStyle w:val="Zpatvlevo"/>
          </w:pPr>
          <w:r w:rsidRPr="00BD0C4A">
            <w:t xml:space="preserve">Smlouva o dílo na Záměru projektu </w:t>
          </w:r>
          <w:r w:rsidRPr="008513A6">
            <w:rPr>
              <w:highlight w:val="green"/>
            </w:rPr>
            <w:t xml:space="preserve">a </w:t>
          </w:r>
          <w:r w:rsidR="00C74950" w:rsidRPr="008513A6">
            <w:rPr>
              <w:highlight w:val="green"/>
            </w:rPr>
            <w:t>doprovodné dokumentace</w:t>
          </w:r>
          <w:r w:rsidR="00C74950" w:rsidRPr="00BD0C4A">
            <w:t xml:space="preserve"> (ZP</w:t>
          </w:r>
          <w:r w:rsidR="00C74950" w:rsidRPr="008513A6">
            <w:rPr>
              <w:highlight w:val="green"/>
            </w:rPr>
            <w:t>+DD</w:t>
          </w:r>
          <w:r w:rsidR="00C74950" w:rsidRPr="00BD0C4A">
            <w:t>)</w:t>
          </w:r>
        </w:p>
      </w:tc>
    </w:tr>
  </w:tbl>
  <w:p w14:paraId="7A1C2675" w14:textId="77777777" w:rsidR="000700EE" w:rsidRPr="00BD0C4A" w:rsidRDefault="000700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690A3" w14:textId="77777777" w:rsidR="000700EE" w:rsidRDefault="000700EE" w:rsidP="00962258">
      <w:pPr>
        <w:spacing w:after="0" w:line="240" w:lineRule="auto"/>
      </w:pPr>
      <w:r>
        <w:separator/>
      </w:r>
    </w:p>
  </w:footnote>
  <w:footnote w:type="continuationSeparator" w:id="0">
    <w:p w14:paraId="32CF6D89" w14:textId="77777777" w:rsidR="000700EE" w:rsidRDefault="000700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00EE" w14:paraId="3ECC19A8" w14:textId="77777777" w:rsidTr="00B22106">
      <w:trPr>
        <w:trHeight w:hRule="exact" w:val="936"/>
      </w:trPr>
      <w:tc>
        <w:tcPr>
          <w:tcW w:w="1361" w:type="dxa"/>
          <w:tcMar>
            <w:left w:w="0" w:type="dxa"/>
            <w:right w:w="0" w:type="dxa"/>
          </w:tcMar>
        </w:tcPr>
        <w:p w14:paraId="2E489392"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31521DAF" w14:textId="77777777" w:rsidR="000700EE" w:rsidRDefault="000700EE"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0700EE" w:rsidRPr="00D6163D" w:rsidRDefault="000700EE" w:rsidP="00FC6389">
          <w:pPr>
            <w:pStyle w:val="Druhdokumentu"/>
          </w:pPr>
        </w:p>
      </w:tc>
    </w:tr>
    <w:tr w:rsidR="000700EE" w14:paraId="31BA1E92" w14:textId="77777777" w:rsidTr="00B22106">
      <w:trPr>
        <w:trHeight w:hRule="exact" w:val="936"/>
      </w:trPr>
      <w:tc>
        <w:tcPr>
          <w:tcW w:w="1361" w:type="dxa"/>
          <w:tcMar>
            <w:left w:w="0" w:type="dxa"/>
            <w:right w:w="0" w:type="dxa"/>
          </w:tcMar>
        </w:tcPr>
        <w:p w14:paraId="370121A4"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417461BA" w14:textId="77777777" w:rsidR="000700EE" w:rsidRDefault="000700EE" w:rsidP="00FC6389">
          <w:pPr>
            <w:pStyle w:val="Zpat"/>
          </w:pPr>
        </w:p>
      </w:tc>
      <w:tc>
        <w:tcPr>
          <w:tcW w:w="5756" w:type="dxa"/>
          <w:shd w:val="clear" w:color="auto" w:fill="auto"/>
          <w:tcMar>
            <w:left w:w="0" w:type="dxa"/>
            <w:right w:w="0" w:type="dxa"/>
          </w:tcMar>
        </w:tcPr>
        <w:p w14:paraId="28D5EB8C" w14:textId="77777777" w:rsidR="000700EE" w:rsidRPr="00D6163D" w:rsidRDefault="000700EE" w:rsidP="00FC6389">
          <w:pPr>
            <w:pStyle w:val="Druhdokumentu"/>
          </w:pPr>
        </w:p>
      </w:tc>
    </w:tr>
  </w:tbl>
  <w:p w14:paraId="4C33902B" w14:textId="77777777" w:rsidR="000700EE" w:rsidRPr="00D6163D" w:rsidRDefault="000700EE" w:rsidP="00FC6389">
    <w:pPr>
      <w:pStyle w:val="Zhlav"/>
      <w:rPr>
        <w:sz w:val="8"/>
        <w:szCs w:val="8"/>
      </w:rPr>
    </w:pPr>
  </w:p>
  <w:p w14:paraId="712EA63F" w14:textId="77777777" w:rsidR="000700EE" w:rsidRPr="00460660" w:rsidRDefault="000700E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0D3D9" w14:textId="77777777" w:rsidR="000700EE" w:rsidRDefault="000700E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2C00" w14:textId="77777777" w:rsidR="000700EE" w:rsidRPr="00D6163D" w:rsidRDefault="000700E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D8C7B" w14:textId="77777777" w:rsidR="000700EE" w:rsidRDefault="000700E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43FC8" w14:textId="77777777" w:rsidR="000700EE" w:rsidRPr="00D6163D" w:rsidRDefault="000700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84AED" w14:textId="77777777" w:rsidR="000700EE" w:rsidRPr="00D6163D" w:rsidRDefault="000700E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CCB3D" w14:textId="77777777" w:rsidR="000700EE" w:rsidRPr="00D6163D" w:rsidRDefault="000700E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89A61" w14:textId="77777777" w:rsidR="000700EE" w:rsidRPr="00D6163D" w:rsidRDefault="000700E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C5A2" w14:textId="77777777" w:rsidR="000700EE" w:rsidRPr="00D6163D" w:rsidRDefault="000700E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4E598" w14:textId="77777777" w:rsidR="000700EE" w:rsidRPr="00D6163D" w:rsidRDefault="000700E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A225A" w14:textId="77777777" w:rsidR="000700EE" w:rsidRPr="00D6163D" w:rsidRDefault="000700E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A18DD" w14:textId="77777777" w:rsidR="000700EE" w:rsidRDefault="000700E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759A4" w14:textId="77777777" w:rsidR="000700EE" w:rsidRPr="00D6163D" w:rsidRDefault="000700E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25D12FE"/>
    <w:multiLevelType w:val="hybridMultilevel"/>
    <w:tmpl w:val="BE066E6E"/>
    <w:lvl w:ilvl="0" w:tplc="4746B7FC">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936196E"/>
    <w:multiLevelType w:val="hybridMultilevel"/>
    <w:tmpl w:val="852C72C8"/>
    <w:lvl w:ilvl="0" w:tplc="ABA0C102">
      <w:start w:val="9"/>
      <w:numFmt w:val="bullet"/>
      <w:lvlText w:val="-"/>
      <w:lvlJc w:val="left"/>
      <w:pPr>
        <w:ind w:left="1145" w:hanging="360"/>
      </w:pPr>
      <w:rPr>
        <w:rFonts w:ascii="Calibri" w:eastAsia="Times New Roman" w:hAnsi="Calibri" w:hint="default"/>
        <w:b w:val="0"/>
        <w:bCs w:val="0"/>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355812519">
    <w:abstractNumId w:val="3"/>
  </w:num>
  <w:num w:numId="2" w16cid:durableId="1371028939">
    <w:abstractNumId w:val="1"/>
  </w:num>
  <w:num w:numId="3" w16cid:durableId="1417558476">
    <w:abstractNumId w:val="18"/>
  </w:num>
  <w:num w:numId="4" w16cid:durableId="987130365">
    <w:abstractNumId w:val="5"/>
  </w:num>
  <w:num w:numId="5" w16cid:durableId="1441267775">
    <w:abstractNumId w:val="0"/>
  </w:num>
  <w:num w:numId="6" w16cid:durableId="1864898615">
    <w:abstractNumId w:val="9"/>
  </w:num>
  <w:num w:numId="7" w16cid:durableId="446239072">
    <w:abstractNumId w:val="13"/>
  </w:num>
  <w:num w:numId="8" w16cid:durableId="1082987167">
    <w:abstractNumId w:val="16"/>
  </w:num>
  <w:num w:numId="9" w16cid:durableId="321785377">
    <w:abstractNumId w:val="0"/>
  </w:num>
  <w:num w:numId="10" w16cid:durableId="1266621374">
    <w:abstractNumId w:val="2"/>
  </w:num>
  <w:num w:numId="11" w16cid:durableId="775902191">
    <w:abstractNumId w:val="19"/>
  </w:num>
  <w:num w:numId="12" w16cid:durableId="1180662387">
    <w:abstractNumId w:val="7"/>
  </w:num>
  <w:num w:numId="13" w16cid:durableId="14233976">
    <w:abstractNumId w:val="15"/>
  </w:num>
  <w:num w:numId="14" w16cid:durableId="1670400101">
    <w:abstractNumId w:val="0"/>
  </w:num>
  <w:num w:numId="15" w16cid:durableId="1909800041">
    <w:abstractNumId w:val="0"/>
    <w:lvlOverride w:ilvl="0">
      <w:startOverride w:val="4"/>
    </w:lvlOverride>
    <w:lvlOverride w:ilvl="1">
      <w:startOverride w:val="5"/>
    </w:lvlOverride>
  </w:num>
  <w:num w:numId="16" w16cid:durableId="2367454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44085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31298576">
    <w:abstractNumId w:val="0"/>
  </w:num>
  <w:num w:numId="19" w16cid:durableId="835533874">
    <w:abstractNumId w:val="0"/>
  </w:num>
  <w:num w:numId="20" w16cid:durableId="1610355534">
    <w:abstractNumId w:val="0"/>
  </w:num>
  <w:num w:numId="21" w16cid:durableId="1988775993">
    <w:abstractNumId w:val="0"/>
  </w:num>
  <w:num w:numId="22" w16cid:durableId="1040125976">
    <w:abstractNumId w:val="0"/>
  </w:num>
  <w:num w:numId="23" w16cid:durableId="2071689388">
    <w:abstractNumId w:val="0"/>
  </w:num>
  <w:num w:numId="24" w16cid:durableId="1526560256">
    <w:abstractNumId w:val="0"/>
  </w:num>
  <w:num w:numId="25" w16cid:durableId="1577470471">
    <w:abstractNumId w:val="10"/>
  </w:num>
  <w:num w:numId="26" w16cid:durableId="1174878953">
    <w:abstractNumId w:val="0"/>
  </w:num>
  <w:num w:numId="27" w16cid:durableId="358971452">
    <w:abstractNumId w:val="0"/>
  </w:num>
  <w:num w:numId="28" w16cid:durableId="2059695296">
    <w:abstractNumId w:val="0"/>
  </w:num>
  <w:num w:numId="29" w16cid:durableId="769204815">
    <w:abstractNumId w:val="0"/>
  </w:num>
  <w:num w:numId="30" w16cid:durableId="299573328">
    <w:abstractNumId w:val="0"/>
  </w:num>
  <w:num w:numId="31" w16cid:durableId="1084911498">
    <w:abstractNumId w:val="0"/>
  </w:num>
  <w:num w:numId="32" w16cid:durableId="1706321087">
    <w:abstractNumId w:val="14"/>
  </w:num>
  <w:num w:numId="33" w16cid:durableId="449056900">
    <w:abstractNumId w:val="0"/>
  </w:num>
  <w:num w:numId="34" w16cid:durableId="1959139925">
    <w:abstractNumId w:val="0"/>
  </w:num>
  <w:num w:numId="35" w16cid:durableId="1830831258">
    <w:abstractNumId w:val="0"/>
  </w:num>
  <w:num w:numId="36" w16cid:durableId="551309678">
    <w:abstractNumId w:val="0"/>
  </w:num>
  <w:num w:numId="37" w16cid:durableId="621963989">
    <w:abstractNumId w:val="0"/>
  </w:num>
  <w:num w:numId="38" w16cid:durableId="1836532472">
    <w:abstractNumId w:val="20"/>
  </w:num>
  <w:num w:numId="39" w16cid:durableId="878320050">
    <w:abstractNumId w:val="8"/>
  </w:num>
  <w:num w:numId="40" w16cid:durableId="1524977063">
    <w:abstractNumId w:val="12"/>
  </w:num>
  <w:num w:numId="41" w16cid:durableId="1748452478">
    <w:abstractNumId w:val="4"/>
  </w:num>
  <w:num w:numId="42" w16cid:durableId="115948078">
    <w:abstractNumId w:val="6"/>
  </w:num>
  <w:num w:numId="43" w16cid:durableId="1941722950">
    <w:abstractNumId w:val="17"/>
  </w:num>
  <w:num w:numId="44" w16cid:durableId="59520909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34B"/>
    <w:rsid w:val="000133C0"/>
    <w:rsid w:val="00016C5E"/>
    <w:rsid w:val="00017F3C"/>
    <w:rsid w:val="000269BE"/>
    <w:rsid w:val="00027B7E"/>
    <w:rsid w:val="00033C58"/>
    <w:rsid w:val="00041EC8"/>
    <w:rsid w:val="000509D4"/>
    <w:rsid w:val="0006588D"/>
    <w:rsid w:val="00067A5E"/>
    <w:rsid w:val="000700EE"/>
    <w:rsid w:val="000719BB"/>
    <w:rsid w:val="00072A65"/>
    <w:rsid w:val="00072C1E"/>
    <w:rsid w:val="000734C7"/>
    <w:rsid w:val="0008069A"/>
    <w:rsid w:val="00084E53"/>
    <w:rsid w:val="000A537B"/>
    <w:rsid w:val="000A7D1B"/>
    <w:rsid w:val="000B4EB8"/>
    <w:rsid w:val="000C3700"/>
    <w:rsid w:val="000C41F2"/>
    <w:rsid w:val="000D0F64"/>
    <w:rsid w:val="000D22C4"/>
    <w:rsid w:val="000D27D1"/>
    <w:rsid w:val="000D5A05"/>
    <w:rsid w:val="000E1A7F"/>
    <w:rsid w:val="000E773F"/>
    <w:rsid w:val="000F1446"/>
    <w:rsid w:val="000F3513"/>
    <w:rsid w:val="000F59A9"/>
    <w:rsid w:val="00110376"/>
    <w:rsid w:val="00112864"/>
    <w:rsid w:val="00114472"/>
    <w:rsid w:val="00114988"/>
    <w:rsid w:val="00115069"/>
    <w:rsid w:val="001150F2"/>
    <w:rsid w:val="0011564A"/>
    <w:rsid w:val="00121338"/>
    <w:rsid w:val="001420D3"/>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2038D5"/>
    <w:rsid w:val="002071BB"/>
    <w:rsid w:val="00207DF5"/>
    <w:rsid w:val="00210125"/>
    <w:rsid w:val="00216525"/>
    <w:rsid w:val="002344F6"/>
    <w:rsid w:val="00240B81"/>
    <w:rsid w:val="00247D01"/>
    <w:rsid w:val="00251D54"/>
    <w:rsid w:val="0025273A"/>
    <w:rsid w:val="00261A5B"/>
    <w:rsid w:val="00262E5B"/>
    <w:rsid w:val="00275064"/>
    <w:rsid w:val="00276AFE"/>
    <w:rsid w:val="00283A8E"/>
    <w:rsid w:val="002A21B6"/>
    <w:rsid w:val="002A3B57"/>
    <w:rsid w:val="002A5468"/>
    <w:rsid w:val="002B449B"/>
    <w:rsid w:val="002B4C4E"/>
    <w:rsid w:val="002C31BF"/>
    <w:rsid w:val="002C50DD"/>
    <w:rsid w:val="002D7FD6"/>
    <w:rsid w:val="002E0CD7"/>
    <w:rsid w:val="002E0CFB"/>
    <w:rsid w:val="002E5C7B"/>
    <w:rsid w:val="002F4333"/>
    <w:rsid w:val="00320709"/>
    <w:rsid w:val="00323427"/>
    <w:rsid w:val="00327EEF"/>
    <w:rsid w:val="0033239F"/>
    <w:rsid w:val="003348F5"/>
    <w:rsid w:val="003377C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07C7"/>
    <w:rsid w:val="003A0831"/>
    <w:rsid w:val="003A197F"/>
    <w:rsid w:val="003A5A1E"/>
    <w:rsid w:val="003B1E6E"/>
    <w:rsid w:val="003B6695"/>
    <w:rsid w:val="003C2919"/>
    <w:rsid w:val="003C33F2"/>
    <w:rsid w:val="003D2692"/>
    <w:rsid w:val="003D756E"/>
    <w:rsid w:val="003E420D"/>
    <w:rsid w:val="003E4C13"/>
    <w:rsid w:val="003E5C36"/>
    <w:rsid w:val="003F0FD2"/>
    <w:rsid w:val="003F21E5"/>
    <w:rsid w:val="00402338"/>
    <w:rsid w:val="004078F3"/>
    <w:rsid w:val="00427794"/>
    <w:rsid w:val="00450F07"/>
    <w:rsid w:val="00453CD3"/>
    <w:rsid w:val="0046002F"/>
    <w:rsid w:val="00460275"/>
    <w:rsid w:val="00460660"/>
    <w:rsid w:val="00464BA9"/>
    <w:rsid w:val="00472372"/>
    <w:rsid w:val="00483969"/>
    <w:rsid w:val="0048445D"/>
    <w:rsid w:val="004854D2"/>
    <w:rsid w:val="00486107"/>
    <w:rsid w:val="00491827"/>
    <w:rsid w:val="004A490C"/>
    <w:rsid w:val="004A70BA"/>
    <w:rsid w:val="004B1883"/>
    <w:rsid w:val="004C4399"/>
    <w:rsid w:val="004C787C"/>
    <w:rsid w:val="004D09FB"/>
    <w:rsid w:val="004D4E4E"/>
    <w:rsid w:val="004E7A1F"/>
    <w:rsid w:val="004F0093"/>
    <w:rsid w:val="004F3B82"/>
    <w:rsid w:val="004F433F"/>
    <w:rsid w:val="004F4B9B"/>
    <w:rsid w:val="00502690"/>
    <w:rsid w:val="0050666E"/>
    <w:rsid w:val="0051192C"/>
    <w:rsid w:val="00511AB9"/>
    <w:rsid w:val="00523BB5"/>
    <w:rsid w:val="00523EA7"/>
    <w:rsid w:val="005406EB"/>
    <w:rsid w:val="00540D3B"/>
    <w:rsid w:val="005445D5"/>
    <w:rsid w:val="00545FA0"/>
    <w:rsid w:val="00553375"/>
    <w:rsid w:val="00555884"/>
    <w:rsid w:val="005736B7"/>
    <w:rsid w:val="00575E5A"/>
    <w:rsid w:val="00580245"/>
    <w:rsid w:val="005967A9"/>
    <w:rsid w:val="005A1F44"/>
    <w:rsid w:val="005A3013"/>
    <w:rsid w:val="005A6EF8"/>
    <w:rsid w:val="005B661E"/>
    <w:rsid w:val="005B7C03"/>
    <w:rsid w:val="005C60FA"/>
    <w:rsid w:val="005D3C39"/>
    <w:rsid w:val="005D4B7F"/>
    <w:rsid w:val="005E7147"/>
    <w:rsid w:val="0060019F"/>
    <w:rsid w:val="00601A8C"/>
    <w:rsid w:val="006021C7"/>
    <w:rsid w:val="006060C0"/>
    <w:rsid w:val="0060645F"/>
    <w:rsid w:val="0061068E"/>
    <w:rsid w:val="006110AB"/>
    <w:rsid w:val="006115D3"/>
    <w:rsid w:val="00636163"/>
    <w:rsid w:val="00636A5B"/>
    <w:rsid w:val="006426E3"/>
    <w:rsid w:val="0065610E"/>
    <w:rsid w:val="00660AD3"/>
    <w:rsid w:val="006624D9"/>
    <w:rsid w:val="00670D9A"/>
    <w:rsid w:val="006776B6"/>
    <w:rsid w:val="00685B55"/>
    <w:rsid w:val="00693150"/>
    <w:rsid w:val="00694B75"/>
    <w:rsid w:val="006A1ECC"/>
    <w:rsid w:val="006A5570"/>
    <w:rsid w:val="006A689C"/>
    <w:rsid w:val="006A7AF8"/>
    <w:rsid w:val="006A7CF1"/>
    <w:rsid w:val="006B3D79"/>
    <w:rsid w:val="006B6FE4"/>
    <w:rsid w:val="006C2343"/>
    <w:rsid w:val="006C308D"/>
    <w:rsid w:val="006C442A"/>
    <w:rsid w:val="006D3D66"/>
    <w:rsid w:val="006D47EE"/>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0CB7"/>
    <w:rsid w:val="00753267"/>
    <w:rsid w:val="007541A2"/>
    <w:rsid w:val="00755818"/>
    <w:rsid w:val="007616C2"/>
    <w:rsid w:val="0076286B"/>
    <w:rsid w:val="00766846"/>
    <w:rsid w:val="0077673A"/>
    <w:rsid w:val="007846E1"/>
    <w:rsid w:val="007847D6"/>
    <w:rsid w:val="0079568F"/>
    <w:rsid w:val="00796283"/>
    <w:rsid w:val="007A5172"/>
    <w:rsid w:val="007A67A0"/>
    <w:rsid w:val="007B570C"/>
    <w:rsid w:val="007D6EA2"/>
    <w:rsid w:val="007E49AD"/>
    <w:rsid w:val="007E4A6E"/>
    <w:rsid w:val="007F56A7"/>
    <w:rsid w:val="00800851"/>
    <w:rsid w:val="00807DD0"/>
    <w:rsid w:val="00821D01"/>
    <w:rsid w:val="00826B7B"/>
    <w:rsid w:val="00840187"/>
    <w:rsid w:val="00846789"/>
    <w:rsid w:val="008513A6"/>
    <w:rsid w:val="008579C7"/>
    <w:rsid w:val="008603AD"/>
    <w:rsid w:val="00866994"/>
    <w:rsid w:val="00872362"/>
    <w:rsid w:val="00893DB7"/>
    <w:rsid w:val="00896A63"/>
    <w:rsid w:val="00896B28"/>
    <w:rsid w:val="008A3568"/>
    <w:rsid w:val="008B1055"/>
    <w:rsid w:val="008B243B"/>
    <w:rsid w:val="008B67B5"/>
    <w:rsid w:val="008C50F3"/>
    <w:rsid w:val="008C7EFE"/>
    <w:rsid w:val="008D03B9"/>
    <w:rsid w:val="008D1B84"/>
    <w:rsid w:val="008D30C7"/>
    <w:rsid w:val="008D6BC6"/>
    <w:rsid w:val="008E558A"/>
    <w:rsid w:val="008F18D6"/>
    <w:rsid w:val="008F2C9B"/>
    <w:rsid w:val="008F797B"/>
    <w:rsid w:val="00904780"/>
    <w:rsid w:val="0090635B"/>
    <w:rsid w:val="00920F5E"/>
    <w:rsid w:val="00922385"/>
    <w:rsid w:val="009223DF"/>
    <w:rsid w:val="00925499"/>
    <w:rsid w:val="00930F78"/>
    <w:rsid w:val="00932561"/>
    <w:rsid w:val="00936091"/>
    <w:rsid w:val="00940D8A"/>
    <w:rsid w:val="009417A8"/>
    <w:rsid w:val="0094707D"/>
    <w:rsid w:val="00951D97"/>
    <w:rsid w:val="009564A2"/>
    <w:rsid w:val="00962243"/>
    <w:rsid w:val="00962258"/>
    <w:rsid w:val="009678B7"/>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92C35"/>
    <w:rsid w:val="00A94351"/>
    <w:rsid w:val="00A94C29"/>
    <w:rsid w:val="00A94C2F"/>
    <w:rsid w:val="00A955FC"/>
    <w:rsid w:val="00AA4CBB"/>
    <w:rsid w:val="00AA65FA"/>
    <w:rsid w:val="00AA7351"/>
    <w:rsid w:val="00AA7AB8"/>
    <w:rsid w:val="00AB4F25"/>
    <w:rsid w:val="00AB75BF"/>
    <w:rsid w:val="00AC241D"/>
    <w:rsid w:val="00AC66C7"/>
    <w:rsid w:val="00AD056F"/>
    <w:rsid w:val="00AD0C7B"/>
    <w:rsid w:val="00AD3CD1"/>
    <w:rsid w:val="00AD5F1A"/>
    <w:rsid w:val="00AD6731"/>
    <w:rsid w:val="00B008D5"/>
    <w:rsid w:val="00B02F73"/>
    <w:rsid w:val="00B05B31"/>
    <w:rsid w:val="00B0619F"/>
    <w:rsid w:val="00B13A26"/>
    <w:rsid w:val="00B15D0D"/>
    <w:rsid w:val="00B15DF8"/>
    <w:rsid w:val="00B22106"/>
    <w:rsid w:val="00B32F9C"/>
    <w:rsid w:val="00B42F40"/>
    <w:rsid w:val="00B4461E"/>
    <w:rsid w:val="00B5431A"/>
    <w:rsid w:val="00B55D99"/>
    <w:rsid w:val="00B64294"/>
    <w:rsid w:val="00B75EE1"/>
    <w:rsid w:val="00B77481"/>
    <w:rsid w:val="00B8518B"/>
    <w:rsid w:val="00B92ABC"/>
    <w:rsid w:val="00B97CC3"/>
    <w:rsid w:val="00BB2E14"/>
    <w:rsid w:val="00BB4880"/>
    <w:rsid w:val="00BC06C4"/>
    <w:rsid w:val="00BC2BF6"/>
    <w:rsid w:val="00BD0C4A"/>
    <w:rsid w:val="00BD24A8"/>
    <w:rsid w:val="00BD7E91"/>
    <w:rsid w:val="00BD7F0D"/>
    <w:rsid w:val="00BF1504"/>
    <w:rsid w:val="00C02D0A"/>
    <w:rsid w:val="00C03A6E"/>
    <w:rsid w:val="00C064A6"/>
    <w:rsid w:val="00C11FE0"/>
    <w:rsid w:val="00C20BE8"/>
    <w:rsid w:val="00C21394"/>
    <w:rsid w:val="00C22228"/>
    <w:rsid w:val="00C226C0"/>
    <w:rsid w:val="00C37459"/>
    <w:rsid w:val="00C42FE6"/>
    <w:rsid w:val="00C43398"/>
    <w:rsid w:val="00C44F6A"/>
    <w:rsid w:val="00C45470"/>
    <w:rsid w:val="00C50E43"/>
    <w:rsid w:val="00C5579C"/>
    <w:rsid w:val="00C6167C"/>
    <w:rsid w:val="00C61710"/>
    <w:rsid w:val="00C6198E"/>
    <w:rsid w:val="00C708EA"/>
    <w:rsid w:val="00C74950"/>
    <w:rsid w:val="00C76574"/>
    <w:rsid w:val="00C778A5"/>
    <w:rsid w:val="00C95162"/>
    <w:rsid w:val="00C96697"/>
    <w:rsid w:val="00CB4F6D"/>
    <w:rsid w:val="00CB6A37"/>
    <w:rsid w:val="00CB7684"/>
    <w:rsid w:val="00CC7060"/>
    <w:rsid w:val="00CC72E4"/>
    <w:rsid w:val="00CC7C8F"/>
    <w:rsid w:val="00CD1FC4"/>
    <w:rsid w:val="00CE30D4"/>
    <w:rsid w:val="00CE5A16"/>
    <w:rsid w:val="00D034A0"/>
    <w:rsid w:val="00D21061"/>
    <w:rsid w:val="00D4108E"/>
    <w:rsid w:val="00D4328E"/>
    <w:rsid w:val="00D51121"/>
    <w:rsid w:val="00D6163D"/>
    <w:rsid w:val="00D831A3"/>
    <w:rsid w:val="00D85095"/>
    <w:rsid w:val="00D94DD5"/>
    <w:rsid w:val="00D97BE3"/>
    <w:rsid w:val="00DA3711"/>
    <w:rsid w:val="00DA3C87"/>
    <w:rsid w:val="00DC2392"/>
    <w:rsid w:val="00DD46F3"/>
    <w:rsid w:val="00DE56F2"/>
    <w:rsid w:val="00DE62BB"/>
    <w:rsid w:val="00DF116D"/>
    <w:rsid w:val="00E1514B"/>
    <w:rsid w:val="00E16FF7"/>
    <w:rsid w:val="00E26D68"/>
    <w:rsid w:val="00E40B50"/>
    <w:rsid w:val="00E44045"/>
    <w:rsid w:val="00E618C4"/>
    <w:rsid w:val="00E62E04"/>
    <w:rsid w:val="00E7415D"/>
    <w:rsid w:val="00E83C28"/>
    <w:rsid w:val="00E878EE"/>
    <w:rsid w:val="00E901A3"/>
    <w:rsid w:val="00EA585B"/>
    <w:rsid w:val="00EA6EC7"/>
    <w:rsid w:val="00EA7331"/>
    <w:rsid w:val="00EB104F"/>
    <w:rsid w:val="00EB46E5"/>
    <w:rsid w:val="00ED14BD"/>
    <w:rsid w:val="00ED3A3B"/>
    <w:rsid w:val="00F016C7"/>
    <w:rsid w:val="00F1015D"/>
    <w:rsid w:val="00F12DEC"/>
    <w:rsid w:val="00F1715C"/>
    <w:rsid w:val="00F23BAB"/>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A29"/>
    <w:rsid w:val="00F95FBD"/>
    <w:rsid w:val="00F9740F"/>
    <w:rsid w:val="00FA5A21"/>
    <w:rsid w:val="00FB138D"/>
    <w:rsid w:val="00FB6342"/>
    <w:rsid w:val="00FC5D57"/>
    <w:rsid w:val="00FC6389"/>
    <w:rsid w:val="00FC6680"/>
    <w:rsid w:val="00FD0321"/>
    <w:rsid w:val="00FD50B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5B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169158">
      <w:bodyDiv w:val="1"/>
      <w:marLeft w:val="0"/>
      <w:marRight w:val="0"/>
      <w:marTop w:val="0"/>
      <w:marBottom w:val="0"/>
      <w:divBdr>
        <w:top w:val="none" w:sz="0" w:space="0" w:color="auto"/>
        <w:left w:val="none" w:sz="0" w:space="0" w:color="auto"/>
        <w:bottom w:val="none" w:sz="0" w:space="0" w:color="auto"/>
        <w:right w:val="none" w:sz="0" w:space="0" w:color="auto"/>
      </w:divBdr>
    </w:div>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680354794">
      <w:bodyDiv w:val="1"/>
      <w:marLeft w:val="0"/>
      <w:marRight w:val="0"/>
      <w:marTop w:val="0"/>
      <w:marBottom w:val="0"/>
      <w:divBdr>
        <w:top w:val="none" w:sz="0" w:space="0" w:color="auto"/>
        <w:left w:val="none" w:sz="0" w:space="0" w:color="auto"/>
        <w:bottom w:val="none" w:sz="0" w:space="0" w:color="auto"/>
        <w:right w:val="none" w:sz="0" w:space="0" w:color="auto"/>
      </w:divBdr>
    </w:div>
    <w:div w:id="739333709">
      <w:bodyDiv w:val="1"/>
      <w:marLeft w:val="0"/>
      <w:marRight w:val="0"/>
      <w:marTop w:val="0"/>
      <w:marBottom w:val="0"/>
      <w:divBdr>
        <w:top w:val="none" w:sz="0" w:space="0" w:color="auto"/>
        <w:left w:val="none" w:sz="0" w:space="0" w:color="auto"/>
        <w:bottom w:val="none" w:sz="0" w:space="0" w:color="auto"/>
        <w:right w:val="none" w:sz="0" w:space="0" w:color="auto"/>
      </w:divBdr>
    </w:div>
    <w:div w:id="778450467">
      <w:bodyDiv w:val="1"/>
      <w:marLeft w:val="0"/>
      <w:marRight w:val="0"/>
      <w:marTop w:val="0"/>
      <w:marBottom w:val="0"/>
      <w:divBdr>
        <w:top w:val="none" w:sz="0" w:space="0" w:color="auto"/>
        <w:left w:val="none" w:sz="0" w:space="0" w:color="auto"/>
        <w:bottom w:val="none" w:sz="0" w:space="0" w:color="auto"/>
        <w:right w:val="none" w:sz="0" w:space="0" w:color="auto"/>
      </w:divBdr>
    </w:div>
    <w:div w:id="850723955">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1083986945">
      <w:bodyDiv w:val="1"/>
      <w:marLeft w:val="0"/>
      <w:marRight w:val="0"/>
      <w:marTop w:val="0"/>
      <w:marBottom w:val="0"/>
      <w:divBdr>
        <w:top w:val="none" w:sz="0" w:space="0" w:color="auto"/>
        <w:left w:val="none" w:sz="0" w:space="0" w:color="auto"/>
        <w:bottom w:val="none" w:sz="0" w:space="0" w:color="auto"/>
        <w:right w:val="none" w:sz="0" w:space="0" w:color="auto"/>
      </w:divBdr>
    </w:div>
    <w:div w:id="1101219229">
      <w:bodyDiv w:val="1"/>
      <w:marLeft w:val="0"/>
      <w:marRight w:val="0"/>
      <w:marTop w:val="0"/>
      <w:marBottom w:val="0"/>
      <w:divBdr>
        <w:top w:val="none" w:sz="0" w:space="0" w:color="auto"/>
        <w:left w:val="none" w:sz="0" w:space="0" w:color="auto"/>
        <w:bottom w:val="none" w:sz="0" w:space="0" w:color="auto"/>
        <w:right w:val="none" w:sz="0" w:space="0" w:color="auto"/>
      </w:divBdr>
    </w:div>
    <w:div w:id="1480153989">
      <w:bodyDiv w:val="1"/>
      <w:marLeft w:val="0"/>
      <w:marRight w:val="0"/>
      <w:marTop w:val="0"/>
      <w:marBottom w:val="0"/>
      <w:divBdr>
        <w:top w:val="none" w:sz="0" w:space="0" w:color="auto"/>
        <w:left w:val="none" w:sz="0" w:space="0" w:color="auto"/>
        <w:bottom w:val="none" w:sz="0" w:space="0" w:color="auto"/>
        <w:right w:val="none" w:sz="0" w:space="0" w:color="auto"/>
      </w:divBdr>
    </w:div>
    <w:div w:id="1808738509">
      <w:bodyDiv w:val="1"/>
      <w:marLeft w:val="0"/>
      <w:marRight w:val="0"/>
      <w:marTop w:val="0"/>
      <w:marBottom w:val="0"/>
      <w:divBdr>
        <w:top w:val="none" w:sz="0" w:space="0" w:color="auto"/>
        <w:left w:val="none" w:sz="0" w:space="0" w:color="auto"/>
        <w:bottom w:val="none" w:sz="0" w:space="0" w:color="auto"/>
        <w:right w:val="none" w:sz="0" w:space="0" w:color="auto"/>
      </w:divBdr>
    </w:div>
    <w:div w:id="19191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5.xml"/><Relationship Id="rId40" Type="http://schemas.openxmlformats.org/officeDocument/2006/relationships/header" Target="header11.xml"/><Relationship Id="rId45"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yperlink" Target="http://www.sfdi.cz/pravidla-metodiky-a-ceniky/metodiky/" TargetMode="External"/><Relationship Id="rId23" Type="http://schemas.openxmlformats.org/officeDocument/2006/relationships/footer" Target="footer7.xml"/><Relationship Id="rId28" Type="http://schemas.openxmlformats.org/officeDocument/2006/relationships/header" Target="header6.xml"/><Relationship Id="rId36" Type="http://schemas.openxmlformats.org/officeDocument/2006/relationships/header" Target="header9.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Bocak@spravazeleznic.cz" TargetMode="External"/><Relationship Id="rId44"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90D"/>
    <w:rsid w:val="00057894"/>
    <w:rsid w:val="000D0F64"/>
    <w:rsid w:val="001C08FB"/>
    <w:rsid w:val="0035793D"/>
    <w:rsid w:val="003C525E"/>
    <w:rsid w:val="003F4DD2"/>
    <w:rsid w:val="004315D2"/>
    <w:rsid w:val="00435DA4"/>
    <w:rsid w:val="0044346F"/>
    <w:rsid w:val="00515857"/>
    <w:rsid w:val="005F0151"/>
    <w:rsid w:val="00632EF5"/>
    <w:rsid w:val="006744A7"/>
    <w:rsid w:val="0089373F"/>
    <w:rsid w:val="008D1B84"/>
    <w:rsid w:val="008D4AF1"/>
    <w:rsid w:val="008E5F9E"/>
    <w:rsid w:val="009159BE"/>
    <w:rsid w:val="009457AE"/>
    <w:rsid w:val="009B024E"/>
    <w:rsid w:val="00A5325E"/>
    <w:rsid w:val="00B14AA8"/>
    <w:rsid w:val="00B642E9"/>
    <w:rsid w:val="00C17660"/>
    <w:rsid w:val="00CC63B4"/>
    <w:rsid w:val="00D51BCB"/>
    <w:rsid w:val="00DC2392"/>
    <w:rsid w:val="00DF6A4E"/>
    <w:rsid w:val="00E3790D"/>
    <w:rsid w:val="00EF7369"/>
    <w:rsid w:val="00F10BC4"/>
    <w:rsid w:val="00F7175B"/>
    <w:rsid w:val="00FB13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4726ED5-1DDD-4356-A866-0E5C96EBDF5B}">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fields"/>
    <ds:schemaRef ds:uri="http://schemas.microsoft.com/office/2006/documentManagement/types"/>
    <ds:schemaRef ds:uri="http://www.w3.org/XML/1998/namespace"/>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63</TotalTime>
  <Pages>27</Pages>
  <Words>5242</Words>
  <Characters>30931</Characters>
  <Application>Microsoft Office Word</Application>
  <DocSecurity>0</DocSecurity>
  <Lines>257</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Souček Jaromír, Ing.</cp:lastModifiedBy>
  <cp:revision>10</cp:revision>
  <cp:lastPrinted>2019-03-12T14:16:00Z</cp:lastPrinted>
  <dcterms:created xsi:type="dcterms:W3CDTF">2024-01-25T06:45:00Z</dcterms:created>
  <dcterms:modified xsi:type="dcterms:W3CDTF">2024-08-07T11:38:00Z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